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DC9B0" w14:textId="77777777" w:rsidR="00FE52B7" w:rsidRPr="006A0BB0" w:rsidRDefault="00FE52B7" w:rsidP="00FE52B7">
      <w:pPr>
        <w:pStyle w:val="Vnitonadresa"/>
        <w:ind w:left="3600" w:right="284" w:hanging="3316"/>
        <w:rPr>
          <w:rFonts w:cs="Arial"/>
          <w:b/>
          <w:caps/>
          <w:sz w:val="24"/>
          <w:szCs w:val="28"/>
        </w:rPr>
      </w:pPr>
    </w:p>
    <w:p w14:paraId="146F24DB" w14:textId="77777777" w:rsidR="00FE52B7" w:rsidRPr="006A0BB0" w:rsidRDefault="00FE52B7" w:rsidP="00FE52B7">
      <w:pPr>
        <w:pStyle w:val="Vnitonadresa"/>
        <w:ind w:right="284"/>
        <w:rPr>
          <w:rFonts w:cs="Arial"/>
          <w:b/>
          <w:bCs/>
          <w:sz w:val="24"/>
        </w:rPr>
      </w:pPr>
      <w:r w:rsidRPr="006A0BB0">
        <w:rPr>
          <w:rFonts w:cs="Arial"/>
          <w:b/>
          <w:bCs/>
          <w:sz w:val="32"/>
        </w:rPr>
        <w:tab/>
      </w:r>
      <w:r w:rsidRPr="006A0BB0">
        <w:rPr>
          <w:rFonts w:cs="Arial"/>
          <w:b/>
          <w:bCs/>
          <w:sz w:val="32"/>
        </w:rPr>
        <w:tab/>
      </w:r>
      <w:r w:rsidRPr="006A0BB0">
        <w:rPr>
          <w:rFonts w:cs="Arial"/>
          <w:b/>
          <w:bCs/>
          <w:sz w:val="32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</w:p>
    <w:p w14:paraId="24BBD68A" w14:textId="74137663" w:rsidR="00033E7F" w:rsidRPr="004309C6" w:rsidRDefault="00FE52B7" w:rsidP="00302FF0">
      <w:pPr>
        <w:pStyle w:val="Vnitonadresa"/>
        <w:ind w:left="2835" w:right="284" w:hanging="2551"/>
        <w:rPr>
          <w:rFonts w:cs="Arial"/>
          <w:b/>
          <w:sz w:val="24"/>
        </w:rPr>
      </w:pPr>
      <w:bookmarkStart w:id="0" w:name="_Hlk503271080"/>
      <w:r w:rsidRPr="004309C6">
        <w:rPr>
          <w:rFonts w:cs="Arial"/>
          <w:b/>
          <w:bCs/>
          <w:sz w:val="24"/>
        </w:rPr>
        <w:t>Investor:</w:t>
      </w:r>
      <w:r w:rsidR="000A3ECD">
        <w:rPr>
          <w:rFonts w:cs="Arial"/>
          <w:b/>
          <w:bCs/>
          <w:sz w:val="24"/>
        </w:rPr>
        <w:tab/>
      </w:r>
      <w:r w:rsidR="004D15DD">
        <w:rPr>
          <w:rFonts w:cs="Arial"/>
          <w:b/>
          <w:bCs/>
          <w:sz w:val="24"/>
        </w:rPr>
        <w:t>SAKO Brno</w:t>
      </w:r>
      <w:r w:rsidR="00805ADA">
        <w:rPr>
          <w:rFonts w:cs="Arial"/>
          <w:b/>
          <w:bCs/>
          <w:sz w:val="24"/>
        </w:rPr>
        <w:t xml:space="preserve"> SOLAR</w:t>
      </w:r>
      <w:r w:rsidR="004D15DD">
        <w:rPr>
          <w:rFonts w:cs="Arial"/>
          <w:b/>
          <w:bCs/>
          <w:sz w:val="24"/>
        </w:rPr>
        <w:t>, a.s.</w:t>
      </w:r>
    </w:p>
    <w:p w14:paraId="30D3A3F4" w14:textId="77777777" w:rsidR="00FE52B7" w:rsidRPr="004309C6" w:rsidRDefault="00FE52B7" w:rsidP="00FE52B7">
      <w:pPr>
        <w:pStyle w:val="Vnitonadresa"/>
        <w:ind w:left="3599" w:right="284" w:hanging="3315"/>
        <w:rPr>
          <w:rFonts w:cs="Arial"/>
          <w:b/>
          <w:bCs/>
          <w:sz w:val="24"/>
        </w:rPr>
      </w:pPr>
    </w:p>
    <w:p w14:paraId="25EBB468" w14:textId="21CEDBD8" w:rsidR="00FE52B7" w:rsidRPr="004309C6" w:rsidRDefault="00FE52B7" w:rsidP="00FE52B7">
      <w:pPr>
        <w:pStyle w:val="Vnitonadresa"/>
        <w:ind w:left="2835" w:right="284" w:hanging="2551"/>
        <w:rPr>
          <w:rFonts w:cs="Arial"/>
          <w:b/>
          <w:bCs/>
          <w:sz w:val="24"/>
        </w:rPr>
      </w:pPr>
      <w:r w:rsidRPr="004309C6">
        <w:rPr>
          <w:rFonts w:cs="Arial"/>
          <w:b/>
          <w:bCs/>
          <w:sz w:val="24"/>
        </w:rPr>
        <w:t>Akce:</w:t>
      </w:r>
      <w:r w:rsidRPr="004309C6">
        <w:rPr>
          <w:rFonts w:cs="Arial"/>
          <w:b/>
          <w:bCs/>
          <w:sz w:val="24"/>
        </w:rPr>
        <w:tab/>
      </w:r>
      <w:r w:rsidR="00D22C61">
        <w:rPr>
          <w:rFonts w:cs="Arial"/>
          <w:b/>
          <w:bCs/>
          <w:sz w:val="24"/>
        </w:rPr>
        <w:t xml:space="preserve">FVE </w:t>
      </w:r>
      <w:r w:rsidR="006A3EF9">
        <w:rPr>
          <w:rFonts w:cs="Arial"/>
          <w:b/>
          <w:bCs/>
          <w:sz w:val="24"/>
        </w:rPr>
        <w:t>MPB</w:t>
      </w:r>
      <w:r w:rsidR="00995589">
        <w:rPr>
          <w:rFonts w:cs="Arial"/>
          <w:b/>
          <w:bCs/>
          <w:sz w:val="24"/>
        </w:rPr>
        <w:t xml:space="preserve"> </w:t>
      </w:r>
      <w:r w:rsidR="00E07F45">
        <w:rPr>
          <w:rFonts w:cs="Arial"/>
          <w:b/>
          <w:bCs/>
          <w:sz w:val="24"/>
        </w:rPr>
        <w:t>Nováčkova</w:t>
      </w:r>
    </w:p>
    <w:p w14:paraId="42458754" w14:textId="77777777" w:rsidR="00FE52B7" w:rsidRPr="004309C6" w:rsidRDefault="00FE52B7" w:rsidP="00FE52B7">
      <w:pPr>
        <w:pStyle w:val="Vnitonadresa"/>
        <w:ind w:left="284" w:right="284"/>
        <w:rPr>
          <w:rFonts w:cs="Arial"/>
          <w:b/>
          <w:bCs/>
          <w:sz w:val="24"/>
        </w:rPr>
      </w:pP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</w:p>
    <w:p w14:paraId="2E4696DA" w14:textId="0A17AAE9" w:rsidR="000A3ECD" w:rsidRDefault="00FE52B7" w:rsidP="003E7747">
      <w:pPr>
        <w:pStyle w:val="Vnitonadresa"/>
        <w:ind w:left="2835" w:right="284" w:hanging="2551"/>
        <w:rPr>
          <w:rFonts w:cs="Arial"/>
          <w:b/>
          <w:bCs/>
          <w:sz w:val="24"/>
        </w:rPr>
      </w:pPr>
      <w:r w:rsidRPr="004309C6">
        <w:rPr>
          <w:rFonts w:cs="Arial"/>
          <w:b/>
          <w:bCs/>
          <w:sz w:val="24"/>
        </w:rPr>
        <w:t>Místo instalace:</w:t>
      </w:r>
      <w:bookmarkEnd w:id="0"/>
      <w:r w:rsidR="000A3ECD">
        <w:rPr>
          <w:rFonts w:cs="Arial"/>
          <w:b/>
          <w:bCs/>
          <w:sz w:val="24"/>
        </w:rPr>
        <w:tab/>
      </w:r>
      <w:r w:rsidR="006A3EF9">
        <w:rPr>
          <w:rFonts w:cs="Arial"/>
          <w:b/>
          <w:bCs/>
          <w:sz w:val="24"/>
        </w:rPr>
        <w:t>Městská policie Brno</w:t>
      </w:r>
      <w:r w:rsidR="004263C5">
        <w:rPr>
          <w:rFonts w:cs="Arial"/>
          <w:b/>
          <w:bCs/>
          <w:sz w:val="24"/>
        </w:rPr>
        <w:t xml:space="preserve">, </w:t>
      </w:r>
      <w:r w:rsidR="00E07F45">
        <w:rPr>
          <w:rFonts w:cs="Arial"/>
          <w:b/>
          <w:bCs/>
          <w:sz w:val="24"/>
        </w:rPr>
        <w:t>Nováčkova</w:t>
      </w:r>
      <w:r w:rsidR="001A6C4E">
        <w:rPr>
          <w:rFonts w:cs="Arial"/>
          <w:b/>
          <w:bCs/>
          <w:sz w:val="24"/>
        </w:rPr>
        <w:t xml:space="preserve"> </w:t>
      </w:r>
      <w:r w:rsidR="006A3EF9">
        <w:rPr>
          <w:rFonts w:cs="Arial"/>
          <w:b/>
          <w:bCs/>
          <w:sz w:val="24"/>
        </w:rPr>
        <w:t>229/16</w:t>
      </w:r>
      <w:r w:rsidR="001A6C4E">
        <w:rPr>
          <w:rFonts w:cs="Arial"/>
          <w:b/>
          <w:bCs/>
          <w:sz w:val="24"/>
        </w:rPr>
        <w:t>, 6</w:t>
      </w:r>
      <w:r w:rsidR="00995589">
        <w:rPr>
          <w:rFonts w:cs="Arial"/>
          <w:b/>
          <w:bCs/>
          <w:sz w:val="24"/>
        </w:rPr>
        <w:t>1</w:t>
      </w:r>
      <w:r w:rsidR="00E07F45">
        <w:rPr>
          <w:rFonts w:cs="Arial"/>
          <w:b/>
          <w:bCs/>
          <w:sz w:val="24"/>
        </w:rPr>
        <w:t>4</w:t>
      </w:r>
      <w:r w:rsidR="001A6C4E">
        <w:rPr>
          <w:rFonts w:cs="Arial"/>
          <w:b/>
          <w:bCs/>
          <w:sz w:val="24"/>
        </w:rPr>
        <w:t xml:space="preserve"> 00 </w:t>
      </w:r>
      <w:r w:rsidR="00AA093E">
        <w:rPr>
          <w:rFonts w:cs="Arial"/>
          <w:b/>
          <w:bCs/>
          <w:sz w:val="24"/>
        </w:rPr>
        <w:t>Brno</w:t>
      </w:r>
      <w:r w:rsidR="00995589">
        <w:rPr>
          <w:rFonts w:cs="Arial"/>
          <w:b/>
          <w:bCs/>
          <w:sz w:val="24"/>
        </w:rPr>
        <w:t>-</w:t>
      </w:r>
      <w:r w:rsidR="00E07F45">
        <w:rPr>
          <w:rFonts w:cs="Arial"/>
          <w:b/>
          <w:bCs/>
          <w:sz w:val="24"/>
        </w:rPr>
        <w:t>Husovice</w:t>
      </w:r>
    </w:p>
    <w:p w14:paraId="49417029" w14:textId="72DDC0FF" w:rsidR="003E7747" w:rsidRPr="00D74F76" w:rsidRDefault="003E7747" w:rsidP="003E7747">
      <w:pPr>
        <w:pStyle w:val="Vnitonadresa"/>
        <w:ind w:left="2835" w:right="284" w:hanging="2551"/>
        <w:rPr>
          <w:rFonts w:cs="Arial"/>
          <w:b/>
          <w:sz w:val="24"/>
        </w:rPr>
      </w:pPr>
      <w:r>
        <w:rPr>
          <w:rFonts w:cs="Arial"/>
          <w:b/>
          <w:bCs/>
          <w:sz w:val="24"/>
        </w:rPr>
        <w:tab/>
      </w:r>
    </w:p>
    <w:p w14:paraId="6339DD1D" w14:textId="1594DF32" w:rsidR="008F0941" w:rsidRDefault="008F0941" w:rsidP="008F0941">
      <w:pPr>
        <w:rPr>
          <w:rFonts w:cs="Arial"/>
        </w:rPr>
      </w:pPr>
      <w:r w:rsidRPr="008F0941">
        <w:rPr>
          <w:rFonts w:cs="Arial"/>
        </w:rPr>
        <w:t xml:space="preserve">                       </w:t>
      </w:r>
    </w:p>
    <w:p w14:paraId="2B675B88" w14:textId="02D35768" w:rsidR="00D32E8B" w:rsidRDefault="00D32E8B" w:rsidP="008F0941">
      <w:pPr>
        <w:rPr>
          <w:rFonts w:cs="Arial"/>
        </w:rPr>
      </w:pPr>
    </w:p>
    <w:p w14:paraId="6F253E49" w14:textId="77777777" w:rsidR="00D32E8B" w:rsidRDefault="00D32E8B" w:rsidP="008F0941">
      <w:pPr>
        <w:rPr>
          <w:rFonts w:cs="Arial"/>
        </w:rPr>
      </w:pPr>
    </w:p>
    <w:p w14:paraId="641BE015" w14:textId="77777777" w:rsidR="00ED5312" w:rsidRPr="008F0941" w:rsidRDefault="00ED5312" w:rsidP="008F0941">
      <w:pPr>
        <w:rPr>
          <w:rFonts w:cs="Arial"/>
        </w:rPr>
      </w:pPr>
    </w:p>
    <w:p w14:paraId="06CA4516" w14:textId="2BD61091" w:rsidR="008F0941" w:rsidRDefault="008F0941" w:rsidP="008F0941">
      <w:pPr>
        <w:rPr>
          <w:rFonts w:cs="Arial"/>
        </w:rPr>
      </w:pPr>
    </w:p>
    <w:p w14:paraId="4E4644BF" w14:textId="77777777" w:rsidR="00D74F76" w:rsidRPr="008F0941" w:rsidRDefault="00D74F76" w:rsidP="008F0941">
      <w:pPr>
        <w:rPr>
          <w:rFonts w:cs="Arial"/>
        </w:rPr>
      </w:pPr>
    </w:p>
    <w:p w14:paraId="7521F669" w14:textId="77777777" w:rsidR="008F0941" w:rsidRPr="008F0941" w:rsidRDefault="008F0941" w:rsidP="008F0941">
      <w:pPr>
        <w:rPr>
          <w:rFonts w:cs="Arial"/>
        </w:rPr>
      </w:pPr>
    </w:p>
    <w:p w14:paraId="32F6FF4D" w14:textId="16BCBA90" w:rsidR="008F0941" w:rsidRDefault="00391EC8" w:rsidP="009B3E03">
      <w:pPr>
        <w:ind w:firstLine="0"/>
        <w:jc w:val="center"/>
        <w:rPr>
          <w:rFonts w:cs="Arial"/>
          <w:b/>
          <w:caps/>
          <w:sz w:val="56"/>
        </w:rPr>
      </w:pPr>
      <w:r>
        <w:rPr>
          <w:rFonts w:cs="Arial"/>
          <w:b/>
          <w:caps/>
          <w:sz w:val="56"/>
        </w:rPr>
        <w:t xml:space="preserve">projektová </w:t>
      </w:r>
      <w:r w:rsidR="008F0941" w:rsidRPr="008F0941">
        <w:rPr>
          <w:rFonts w:cs="Arial"/>
          <w:b/>
          <w:caps/>
          <w:sz w:val="56"/>
        </w:rPr>
        <w:t>dokumentace</w:t>
      </w:r>
    </w:p>
    <w:p w14:paraId="614DE819" w14:textId="77777777" w:rsidR="004309C6" w:rsidRPr="004309C6" w:rsidRDefault="004309C6" w:rsidP="009B3E03">
      <w:pPr>
        <w:ind w:firstLine="0"/>
        <w:jc w:val="center"/>
        <w:rPr>
          <w:rFonts w:cs="Arial"/>
          <w:b/>
          <w:caps/>
          <w:sz w:val="24"/>
          <w:szCs w:val="24"/>
        </w:rPr>
      </w:pPr>
    </w:p>
    <w:p w14:paraId="0985F36A" w14:textId="77130211" w:rsidR="004309C6" w:rsidRPr="00EB37D2" w:rsidRDefault="00C93240" w:rsidP="009B3E03">
      <w:pPr>
        <w:ind w:firstLine="0"/>
        <w:jc w:val="center"/>
        <w:rPr>
          <w:rFonts w:eastAsia="Arial Unicode MS" w:cs="Arial"/>
          <w:b/>
          <w:sz w:val="40"/>
          <w:szCs w:val="40"/>
        </w:rPr>
      </w:pPr>
      <w:r>
        <w:rPr>
          <w:rFonts w:eastAsia="Arial Unicode MS" w:cs="Arial"/>
          <w:b/>
          <w:sz w:val="40"/>
          <w:szCs w:val="40"/>
        </w:rPr>
        <w:t>A</w:t>
      </w:r>
      <w:r w:rsidR="00EC5FB0">
        <w:rPr>
          <w:rFonts w:eastAsia="Arial Unicode MS" w:cs="Arial"/>
          <w:b/>
          <w:sz w:val="40"/>
          <w:szCs w:val="40"/>
        </w:rPr>
        <w:tab/>
      </w:r>
      <w:r w:rsidR="008E5445">
        <w:rPr>
          <w:rFonts w:eastAsia="Arial Unicode MS" w:cs="Arial"/>
          <w:b/>
          <w:sz w:val="40"/>
          <w:szCs w:val="40"/>
        </w:rPr>
        <w:t>Průvodní zpráva</w:t>
      </w:r>
    </w:p>
    <w:p w14:paraId="2C6D5EF7" w14:textId="77777777" w:rsidR="008F0941" w:rsidRPr="008F0941" w:rsidRDefault="008F0941" w:rsidP="009B3E03">
      <w:pPr>
        <w:ind w:firstLine="0"/>
        <w:rPr>
          <w:rFonts w:eastAsia="Arial Unicode MS" w:cs="Arial"/>
        </w:rPr>
      </w:pPr>
    </w:p>
    <w:p w14:paraId="312B8AE0" w14:textId="04072CFC" w:rsidR="00D74F76" w:rsidRDefault="00D74F76" w:rsidP="009B3E03">
      <w:pPr>
        <w:ind w:firstLine="0"/>
        <w:jc w:val="center"/>
        <w:rPr>
          <w:rFonts w:cs="Arial"/>
          <w:b/>
          <w:sz w:val="36"/>
          <w:szCs w:val="36"/>
        </w:rPr>
      </w:pPr>
    </w:p>
    <w:p w14:paraId="710DE444" w14:textId="114D8F5C" w:rsidR="000A3ECD" w:rsidRDefault="00D55D68" w:rsidP="009B3E03">
      <w:pPr>
        <w:ind w:firstLine="0"/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 xml:space="preserve">FVE </w:t>
      </w:r>
      <w:r w:rsidR="006A3EF9">
        <w:rPr>
          <w:rFonts w:cs="Arial"/>
          <w:b/>
          <w:sz w:val="36"/>
          <w:szCs w:val="36"/>
        </w:rPr>
        <w:t>MPB</w:t>
      </w:r>
      <w:r w:rsidR="00995589">
        <w:rPr>
          <w:rFonts w:cs="Arial"/>
          <w:b/>
          <w:sz w:val="36"/>
          <w:szCs w:val="36"/>
        </w:rPr>
        <w:t xml:space="preserve"> </w:t>
      </w:r>
      <w:r w:rsidR="00E07F45">
        <w:rPr>
          <w:rFonts w:cs="Arial"/>
          <w:b/>
          <w:sz w:val="36"/>
          <w:szCs w:val="36"/>
        </w:rPr>
        <w:t>Nováčkova</w:t>
      </w:r>
    </w:p>
    <w:p w14:paraId="7AE101EB" w14:textId="54E5A51E" w:rsidR="008F0941" w:rsidRDefault="008F0941" w:rsidP="009B3E03">
      <w:pPr>
        <w:ind w:firstLine="0"/>
        <w:jc w:val="center"/>
        <w:rPr>
          <w:rFonts w:cs="Arial"/>
          <w:b/>
          <w:sz w:val="36"/>
          <w:szCs w:val="36"/>
        </w:rPr>
      </w:pPr>
    </w:p>
    <w:p w14:paraId="0CC31424" w14:textId="08184794" w:rsidR="00731E85" w:rsidRDefault="00C81373" w:rsidP="009B3E03">
      <w:pPr>
        <w:ind w:firstLine="0"/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Dokumentace pro stavební povolení</w:t>
      </w:r>
    </w:p>
    <w:p w14:paraId="082378FF" w14:textId="77777777" w:rsidR="008F0941" w:rsidRPr="008F0941" w:rsidRDefault="008F0941" w:rsidP="009B3E03">
      <w:pPr>
        <w:ind w:firstLine="0"/>
        <w:jc w:val="center"/>
        <w:rPr>
          <w:rFonts w:cs="Arial"/>
          <w:b/>
          <w:sz w:val="36"/>
          <w:szCs w:val="36"/>
        </w:rPr>
      </w:pPr>
    </w:p>
    <w:p w14:paraId="125BA5E2" w14:textId="77777777" w:rsidR="00D74F76" w:rsidRDefault="00D74F76" w:rsidP="009B3E03">
      <w:pPr>
        <w:ind w:firstLine="0"/>
        <w:jc w:val="center"/>
        <w:rPr>
          <w:rFonts w:cs="Arial"/>
          <w:b/>
          <w:sz w:val="36"/>
          <w:szCs w:val="36"/>
        </w:rPr>
      </w:pPr>
    </w:p>
    <w:p w14:paraId="24C37AF8" w14:textId="77777777" w:rsidR="008F0941" w:rsidRPr="008F0941" w:rsidRDefault="008F0941" w:rsidP="008F0941">
      <w:pPr>
        <w:rPr>
          <w:rFonts w:cs="Arial"/>
          <w:sz w:val="24"/>
          <w:szCs w:val="24"/>
        </w:rPr>
      </w:pPr>
    </w:p>
    <w:p w14:paraId="1CBF4A7B" w14:textId="77777777" w:rsidR="008F0941" w:rsidRDefault="008F0941" w:rsidP="008F0941">
      <w:pPr>
        <w:rPr>
          <w:rFonts w:cs="Arial"/>
          <w:sz w:val="24"/>
          <w:szCs w:val="24"/>
        </w:rPr>
      </w:pPr>
    </w:p>
    <w:p w14:paraId="6DC1320A" w14:textId="549118F5" w:rsidR="008F0941" w:rsidRPr="004309C6" w:rsidRDefault="008F0941" w:rsidP="008F0941">
      <w:pPr>
        <w:rPr>
          <w:rFonts w:cs="Arial"/>
          <w:sz w:val="24"/>
          <w:szCs w:val="24"/>
        </w:rPr>
      </w:pPr>
    </w:p>
    <w:p w14:paraId="27A9AA10" w14:textId="77777777" w:rsidR="008F0941" w:rsidRPr="004309C6" w:rsidRDefault="008F0941" w:rsidP="008F0941">
      <w:pPr>
        <w:rPr>
          <w:rFonts w:cs="Arial"/>
          <w:sz w:val="24"/>
          <w:szCs w:val="24"/>
        </w:rPr>
      </w:pPr>
    </w:p>
    <w:p w14:paraId="32EDE82D" w14:textId="77777777" w:rsidR="008F0941" w:rsidRPr="004309C6" w:rsidRDefault="008F0941" w:rsidP="008F0941">
      <w:pPr>
        <w:rPr>
          <w:rFonts w:cs="Arial"/>
          <w:sz w:val="24"/>
          <w:szCs w:val="24"/>
        </w:rPr>
      </w:pPr>
    </w:p>
    <w:p w14:paraId="324DAB9F" w14:textId="57D3C7B8" w:rsidR="006B16E0" w:rsidRPr="004309C6" w:rsidRDefault="008F0941" w:rsidP="006B16E0">
      <w:pPr>
        <w:pStyle w:val="Vnitonadresa"/>
        <w:ind w:right="284"/>
        <w:rPr>
          <w:rFonts w:cs="Arial"/>
          <w:b/>
          <w:bCs/>
          <w:sz w:val="24"/>
        </w:rPr>
      </w:pPr>
      <w:r w:rsidRPr="004309C6">
        <w:rPr>
          <w:rFonts w:cs="Arial"/>
          <w:sz w:val="24"/>
          <w:szCs w:val="24"/>
        </w:rPr>
        <w:t>Název zakázky:</w:t>
      </w:r>
      <w:r w:rsidRPr="004309C6">
        <w:rPr>
          <w:rFonts w:cs="Arial"/>
          <w:sz w:val="24"/>
          <w:szCs w:val="24"/>
        </w:rPr>
        <w:tab/>
      </w:r>
      <w:r w:rsidR="003B3BB4">
        <w:rPr>
          <w:rFonts w:cs="Arial"/>
          <w:sz w:val="24"/>
          <w:szCs w:val="24"/>
        </w:rPr>
        <w:tab/>
      </w:r>
      <w:r w:rsidR="005F0168">
        <w:rPr>
          <w:rFonts w:cs="Arial"/>
          <w:sz w:val="24"/>
          <w:szCs w:val="24"/>
        </w:rPr>
        <w:t xml:space="preserve">FVE </w:t>
      </w:r>
      <w:r w:rsidR="006A3EF9">
        <w:rPr>
          <w:rFonts w:cs="Arial"/>
          <w:sz w:val="24"/>
          <w:szCs w:val="24"/>
        </w:rPr>
        <w:t>MPB</w:t>
      </w:r>
      <w:r w:rsidR="00995589">
        <w:rPr>
          <w:rFonts w:cs="Arial"/>
          <w:sz w:val="24"/>
          <w:szCs w:val="24"/>
        </w:rPr>
        <w:t xml:space="preserve"> </w:t>
      </w:r>
      <w:r w:rsidR="00E07F45">
        <w:rPr>
          <w:rFonts w:cs="Arial"/>
          <w:sz w:val="24"/>
          <w:szCs w:val="24"/>
        </w:rPr>
        <w:t>Nováčkova</w:t>
      </w:r>
    </w:p>
    <w:p w14:paraId="6BF0E14F" w14:textId="19216C8A" w:rsidR="008F0941" w:rsidRPr="004309C6" w:rsidRDefault="008F0941" w:rsidP="008F0941">
      <w:pPr>
        <w:ind w:left="2124" w:hanging="2124"/>
        <w:rPr>
          <w:rFonts w:cs="Arial"/>
          <w:sz w:val="24"/>
          <w:szCs w:val="24"/>
        </w:rPr>
      </w:pPr>
    </w:p>
    <w:p w14:paraId="472243A1" w14:textId="77777777" w:rsidR="00170D03" w:rsidRPr="004309C6" w:rsidRDefault="00170D03" w:rsidP="008F0941">
      <w:pPr>
        <w:rPr>
          <w:rFonts w:cs="Arial"/>
          <w:sz w:val="24"/>
          <w:szCs w:val="24"/>
        </w:rPr>
      </w:pPr>
    </w:p>
    <w:p w14:paraId="15683700" w14:textId="422479D5" w:rsidR="008F0941" w:rsidRPr="004309C6" w:rsidRDefault="008F0941" w:rsidP="008F0941">
      <w:pPr>
        <w:rPr>
          <w:rFonts w:cs="Arial"/>
          <w:b/>
          <w:bCs/>
          <w:sz w:val="24"/>
          <w:szCs w:val="24"/>
        </w:rPr>
      </w:pPr>
      <w:r w:rsidRPr="004309C6">
        <w:rPr>
          <w:rFonts w:cs="Arial"/>
          <w:sz w:val="24"/>
          <w:szCs w:val="24"/>
        </w:rPr>
        <w:t>Číslo zakázky:</w:t>
      </w:r>
      <w:r w:rsidRPr="004309C6">
        <w:rPr>
          <w:rFonts w:cs="Arial"/>
          <w:sz w:val="24"/>
          <w:szCs w:val="24"/>
        </w:rPr>
        <w:tab/>
      </w:r>
      <w:r w:rsidR="00371326">
        <w:rPr>
          <w:rFonts w:cs="Arial"/>
          <w:sz w:val="24"/>
          <w:szCs w:val="24"/>
        </w:rPr>
        <w:tab/>
      </w:r>
      <w:r w:rsidR="008E5445">
        <w:rPr>
          <w:rFonts w:cs="Arial"/>
          <w:b/>
          <w:bCs/>
          <w:sz w:val="24"/>
          <w:szCs w:val="24"/>
        </w:rPr>
        <w:t>Z0</w:t>
      </w:r>
      <w:r w:rsidR="005F0168">
        <w:rPr>
          <w:rFonts w:cs="Arial"/>
          <w:b/>
          <w:bCs/>
          <w:sz w:val="24"/>
          <w:szCs w:val="24"/>
        </w:rPr>
        <w:t>2</w:t>
      </w:r>
      <w:r w:rsidR="001A6C4E">
        <w:rPr>
          <w:rFonts w:cs="Arial"/>
          <w:b/>
          <w:bCs/>
          <w:sz w:val="24"/>
          <w:szCs w:val="24"/>
        </w:rPr>
        <w:t>3003</w:t>
      </w:r>
      <w:r w:rsidR="004263C5">
        <w:rPr>
          <w:rFonts w:cs="Arial"/>
          <w:b/>
          <w:bCs/>
          <w:sz w:val="24"/>
          <w:szCs w:val="24"/>
        </w:rPr>
        <w:t>-</w:t>
      </w:r>
      <w:r w:rsidR="006A3EF9">
        <w:rPr>
          <w:rFonts w:cs="Arial"/>
          <w:b/>
          <w:bCs/>
          <w:sz w:val="24"/>
          <w:szCs w:val="24"/>
        </w:rPr>
        <w:t>5</w:t>
      </w:r>
    </w:p>
    <w:p w14:paraId="01E8FD3F" w14:textId="77777777" w:rsidR="008F0941" w:rsidRPr="008F0941" w:rsidRDefault="008F0941" w:rsidP="008F0941">
      <w:pPr>
        <w:rPr>
          <w:rFonts w:cs="Arial"/>
        </w:rPr>
      </w:pPr>
    </w:p>
    <w:p w14:paraId="6248069E" w14:textId="1994E289" w:rsidR="008F0941" w:rsidRPr="008F0941" w:rsidRDefault="008F0941" w:rsidP="008F0941">
      <w:pPr>
        <w:rPr>
          <w:rFonts w:cs="Arial"/>
        </w:rPr>
      </w:pPr>
    </w:p>
    <w:p w14:paraId="7DB52DBC" w14:textId="2B72B0AA" w:rsidR="00731E85" w:rsidRDefault="008F0941" w:rsidP="003B3BB4">
      <w:pPr>
        <w:rPr>
          <w:rFonts w:cs="Arial"/>
          <w:sz w:val="24"/>
          <w:szCs w:val="24"/>
        </w:rPr>
      </w:pPr>
      <w:r w:rsidRPr="008F0941">
        <w:rPr>
          <w:rFonts w:cs="Arial"/>
          <w:sz w:val="24"/>
          <w:szCs w:val="24"/>
        </w:rPr>
        <w:t>Vypracoval:</w:t>
      </w:r>
      <w:r w:rsidR="00D3606F">
        <w:rPr>
          <w:rFonts w:cs="Arial"/>
          <w:sz w:val="24"/>
          <w:szCs w:val="24"/>
        </w:rPr>
        <w:tab/>
      </w:r>
      <w:r w:rsidR="00371326">
        <w:rPr>
          <w:rFonts w:cs="Arial"/>
          <w:sz w:val="24"/>
          <w:szCs w:val="24"/>
        </w:rPr>
        <w:tab/>
      </w:r>
      <w:r w:rsidR="00371326">
        <w:rPr>
          <w:rFonts w:cs="Arial"/>
          <w:sz w:val="24"/>
          <w:szCs w:val="24"/>
        </w:rPr>
        <w:tab/>
      </w:r>
      <w:r w:rsidR="000119FB">
        <w:rPr>
          <w:rFonts w:cs="Arial"/>
          <w:b/>
          <w:sz w:val="24"/>
          <w:szCs w:val="24"/>
        </w:rPr>
        <w:t>Ing.</w:t>
      </w:r>
      <w:r w:rsidR="00D74F76">
        <w:rPr>
          <w:rFonts w:cs="Arial"/>
          <w:b/>
          <w:sz w:val="24"/>
          <w:szCs w:val="24"/>
        </w:rPr>
        <w:t xml:space="preserve"> </w:t>
      </w:r>
      <w:r w:rsidR="008E5445">
        <w:rPr>
          <w:rFonts w:cs="Arial"/>
          <w:b/>
          <w:sz w:val="24"/>
          <w:szCs w:val="24"/>
        </w:rPr>
        <w:t>Peter Petrič</w:t>
      </w:r>
    </w:p>
    <w:p w14:paraId="4AC4F168" w14:textId="158458E3" w:rsidR="00D32E8B" w:rsidRPr="000F641B" w:rsidRDefault="000D70B0" w:rsidP="00371326">
      <w:pPr>
        <w:ind w:left="2880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Únor</w:t>
      </w:r>
      <w:r w:rsidR="000A2A55" w:rsidRPr="000F641B">
        <w:rPr>
          <w:rFonts w:cs="Arial"/>
          <w:b/>
          <w:bCs/>
          <w:sz w:val="24"/>
          <w:szCs w:val="24"/>
        </w:rPr>
        <w:t xml:space="preserve"> 20</w:t>
      </w:r>
      <w:r w:rsidR="008E5445">
        <w:rPr>
          <w:rFonts w:cs="Arial"/>
          <w:b/>
          <w:bCs/>
          <w:sz w:val="24"/>
          <w:szCs w:val="24"/>
        </w:rPr>
        <w:t>2</w:t>
      </w:r>
      <w:r>
        <w:rPr>
          <w:rFonts w:cs="Arial"/>
          <w:b/>
          <w:bCs/>
          <w:sz w:val="24"/>
          <w:szCs w:val="24"/>
        </w:rPr>
        <w:t>4</w:t>
      </w:r>
    </w:p>
    <w:p w14:paraId="423E66C2" w14:textId="77777777" w:rsidR="00371326" w:rsidRDefault="00371326" w:rsidP="00371326">
      <w:pPr>
        <w:rPr>
          <w:rFonts w:cs="Arial"/>
          <w:sz w:val="24"/>
          <w:szCs w:val="24"/>
        </w:rPr>
      </w:pPr>
    </w:p>
    <w:p w14:paraId="201E445E" w14:textId="53DADE48" w:rsidR="003E7747" w:rsidRPr="00731E85" w:rsidRDefault="003E7747" w:rsidP="00371326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Zodpovědný </w:t>
      </w:r>
      <w:r w:rsidR="00371326">
        <w:rPr>
          <w:rFonts w:cs="Arial"/>
          <w:sz w:val="24"/>
          <w:szCs w:val="24"/>
        </w:rPr>
        <w:t>p</w:t>
      </w:r>
      <w:r>
        <w:rPr>
          <w:rFonts w:cs="Arial"/>
          <w:sz w:val="24"/>
          <w:szCs w:val="24"/>
        </w:rPr>
        <w:t>rojektant:</w:t>
      </w:r>
      <w:r>
        <w:rPr>
          <w:rFonts w:cs="Arial"/>
          <w:sz w:val="24"/>
          <w:szCs w:val="24"/>
        </w:rPr>
        <w:tab/>
      </w:r>
      <w:r w:rsidR="000119FB" w:rsidRPr="000F641B">
        <w:rPr>
          <w:rFonts w:cs="Arial"/>
          <w:b/>
          <w:bCs/>
          <w:sz w:val="24"/>
          <w:szCs w:val="24"/>
        </w:rPr>
        <w:t>Ing.</w:t>
      </w:r>
      <w:r w:rsidRPr="000F641B">
        <w:rPr>
          <w:rFonts w:cs="Arial"/>
          <w:b/>
          <w:bCs/>
          <w:sz w:val="24"/>
          <w:szCs w:val="24"/>
        </w:rPr>
        <w:t xml:space="preserve"> </w:t>
      </w:r>
      <w:r w:rsidR="00A30ACF">
        <w:rPr>
          <w:rFonts w:cs="Arial"/>
          <w:b/>
          <w:bCs/>
          <w:sz w:val="24"/>
          <w:szCs w:val="24"/>
        </w:rPr>
        <w:t>Peter Petrič</w:t>
      </w:r>
    </w:p>
    <w:p w14:paraId="3DF19913" w14:textId="77777777" w:rsidR="004C6B18" w:rsidRDefault="004C6B18" w:rsidP="006B62AE">
      <w:pPr>
        <w:pStyle w:val="Zkladntext"/>
        <w:rPr>
          <w:rFonts w:cs="Arial"/>
          <w:b/>
          <w:sz w:val="36"/>
          <w:szCs w:val="36"/>
        </w:rPr>
      </w:pPr>
    </w:p>
    <w:p w14:paraId="2D14D859" w14:textId="77777777" w:rsidR="00731E85" w:rsidRDefault="00731E85" w:rsidP="006B62AE">
      <w:pPr>
        <w:pStyle w:val="Zkladntext"/>
        <w:rPr>
          <w:rFonts w:cs="Arial"/>
          <w:b/>
          <w:sz w:val="36"/>
          <w:szCs w:val="36"/>
        </w:rPr>
      </w:pPr>
    </w:p>
    <w:p w14:paraId="0D6375A2" w14:textId="77777777" w:rsidR="00196C4F" w:rsidRDefault="008F0941" w:rsidP="000E5C1B">
      <w:pPr>
        <w:pStyle w:val="Zkladntext"/>
        <w:ind w:firstLine="0"/>
        <w:rPr>
          <w:noProof/>
        </w:rPr>
      </w:pPr>
      <w:r w:rsidRPr="000E5C1B">
        <w:rPr>
          <w:rFonts w:cs="Arial"/>
          <w:b/>
          <w:sz w:val="36"/>
          <w:szCs w:val="36"/>
          <w:u w:val="single"/>
        </w:rPr>
        <w:lastRenderedPageBreak/>
        <w:t>Obsah</w:t>
      </w:r>
      <w:r w:rsidRPr="006B62AE">
        <w:rPr>
          <w:rFonts w:cs="Arial"/>
          <w:b/>
          <w:sz w:val="36"/>
          <w:szCs w:val="36"/>
          <w:u w:val="single"/>
        </w:rPr>
        <w:fldChar w:fldCharType="begin"/>
      </w:r>
      <w:r w:rsidRPr="000E5C1B">
        <w:rPr>
          <w:rFonts w:cs="Arial"/>
          <w:b/>
          <w:sz w:val="36"/>
          <w:szCs w:val="36"/>
          <w:u w:val="single"/>
        </w:rPr>
        <w:instrText xml:space="preserve"> TOC \o "1-5" \h \z \u </w:instrText>
      </w:r>
      <w:r w:rsidRPr="006B62AE">
        <w:rPr>
          <w:rFonts w:cs="Arial"/>
          <w:b/>
          <w:sz w:val="36"/>
          <w:szCs w:val="36"/>
          <w:u w:val="single"/>
        </w:rPr>
        <w:fldChar w:fldCharType="separate"/>
      </w:r>
    </w:p>
    <w:p w14:paraId="3BA489F0" w14:textId="5E223AE0" w:rsidR="00196C4F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30543406" w:history="1">
        <w:r w:rsidR="00196C4F" w:rsidRPr="00DC4850">
          <w:rPr>
            <w:rStyle w:val="Hypertextovodkaz"/>
            <w:noProof/>
          </w:rPr>
          <w:t>A.1 Identifikační údaje</w:t>
        </w:r>
        <w:r w:rsidR="00196C4F">
          <w:rPr>
            <w:noProof/>
            <w:webHidden/>
          </w:rPr>
          <w:tab/>
        </w:r>
        <w:r w:rsidR="00196C4F">
          <w:rPr>
            <w:noProof/>
            <w:webHidden/>
          </w:rPr>
          <w:fldChar w:fldCharType="begin"/>
        </w:r>
        <w:r w:rsidR="00196C4F">
          <w:rPr>
            <w:noProof/>
            <w:webHidden/>
          </w:rPr>
          <w:instrText xml:space="preserve"> PAGEREF _Toc130543406 \h </w:instrText>
        </w:r>
        <w:r w:rsidR="00196C4F">
          <w:rPr>
            <w:noProof/>
            <w:webHidden/>
          </w:rPr>
        </w:r>
        <w:r w:rsidR="00196C4F">
          <w:rPr>
            <w:noProof/>
            <w:webHidden/>
          </w:rPr>
          <w:fldChar w:fldCharType="separate"/>
        </w:r>
        <w:r w:rsidR="00196C4F">
          <w:rPr>
            <w:noProof/>
            <w:webHidden/>
          </w:rPr>
          <w:t>3</w:t>
        </w:r>
        <w:r w:rsidR="00196C4F">
          <w:rPr>
            <w:noProof/>
            <w:webHidden/>
          </w:rPr>
          <w:fldChar w:fldCharType="end"/>
        </w:r>
      </w:hyperlink>
    </w:p>
    <w:p w14:paraId="324C9DF8" w14:textId="36244ADA" w:rsidR="00196C4F" w:rsidRDefault="00000000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543407" w:history="1">
        <w:r w:rsidR="00196C4F" w:rsidRPr="00DC4850">
          <w:rPr>
            <w:rStyle w:val="Hypertextovodkaz"/>
            <w:noProof/>
          </w:rPr>
          <w:t>A.1.1 Údaje o stavbě</w:t>
        </w:r>
        <w:r w:rsidR="00196C4F">
          <w:rPr>
            <w:noProof/>
            <w:webHidden/>
          </w:rPr>
          <w:tab/>
        </w:r>
        <w:r w:rsidR="00196C4F">
          <w:rPr>
            <w:noProof/>
            <w:webHidden/>
          </w:rPr>
          <w:fldChar w:fldCharType="begin"/>
        </w:r>
        <w:r w:rsidR="00196C4F">
          <w:rPr>
            <w:noProof/>
            <w:webHidden/>
          </w:rPr>
          <w:instrText xml:space="preserve"> PAGEREF _Toc130543407 \h </w:instrText>
        </w:r>
        <w:r w:rsidR="00196C4F">
          <w:rPr>
            <w:noProof/>
            <w:webHidden/>
          </w:rPr>
        </w:r>
        <w:r w:rsidR="00196C4F">
          <w:rPr>
            <w:noProof/>
            <w:webHidden/>
          </w:rPr>
          <w:fldChar w:fldCharType="separate"/>
        </w:r>
        <w:r w:rsidR="00196C4F">
          <w:rPr>
            <w:noProof/>
            <w:webHidden/>
          </w:rPr>
          <w:t>3</w:t>
        </w:r>
        <w:r w:rsidR="00196C4F">
          <w:rPr>
            <w:noProof/>
            <w:webHidden/>
          </w:rPr>
          <w:fldChar w:fldCharType="end"/>
        </w:r>
      </w:hyperlink>
    </w:p>
    <w:p w14:paraId="40550E82" w14:textId="40390D26" w:rsidR="00196C4F" w:rsidRDefault="00000000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543408" w:history="1">
        <w:r w:rsidR="00196C4F" w:rsidRPr="00DC4850">
          <w:rPr>
            <w:rStyle w:val="Hypertextovodkaz"/>
            <w:noProof/>
          </w:rPr>
          <w:t>A.1.2 Údaje o stavebníkovi</w:t>
        </w:r>
        <w:r w:rsidR="00196C4F">
          <w:rPr>
            <w:noProof/>
            <w:webHidden/>
          </w:rPr>
          <w:tab/>
        </w:r>
        <w:r w:rsidR="00196C4F">
          <w:rPr>
            <w:noProof/>
            <w:webHidden/>
          </w:rPr>
          <w:fldChar w:fldCharType="begin"/>
        </w:r>
        <w:r w:rsidR="00196C4F">
          <w:rPr>
            <w:noProof/>
            <w:webHidden/>
          </w:rPr>
          <w:instrText xml:space="preserve"> PAGEREF _Toc130543408 \h </w:instrText>
        </w:r>
        <w:r w:rsidR="00196C4F">
          <w:rPr>
            <w:noProof/>
            <w:webHidden/>
          </w:rPr>
        </w:r>
        <w:r w:rsidR="00196C4F">
          <w:rPr>
            <w:noProof/>
            <w:webHidden/>
          </w:rPr>
          <w:fldChar w:fldCharType="separate"/>
        </w:r>
        <w:r w:rsidR="00196C4F">
          <w:rPr>
            <w:noProof/>
            <w:webHidden/>
          </w:rPr>
          <w:t>3</w:t>
        </w:r>
        <w:r w:rsidR="00196C4F">
          <w:rPr>
            <w:noProof/>
            <w:webHidden/>
          </w:rPr>
          <w:fldChar w:fldCharType="end"/>
        </w:r>
      </w:hyperlink>
    </w:p>
    <w:p w14:paraId="1A1A5BC8" w14:textId="6E169490" w:rsidR="00196C4F" w:rsidRDefault="00000000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543409" w:history="1">
        <w:r w:rsidR="00196C4F" w:rsidRPr="00DC4850">
          <w:rPr>
            <w:rStyle w:val="Hypertextovodkaz"/>
            <w:noProof/>
          </w:rPr>
          <w:t>A.1.3 Údaje o zpracovateli dokumentace</w:t>
        </w:r>
        <w:r w:rsidR="00196C4F">
          <w:rPr>
            <w:noProof/>
            <w:webHidden/>
          </w:rPr>
          <w:tab/>
        </w:r>
        <w:r w:rsidR="00196C4F">
          <w:rPr>
            <w:noProof/>
            <w:webHidden/>
          </w:rPr>
          <w:fldChar w:fldCharType="begin"/>
        </w:r>
        <w:r w:rsidR="00196C4F">
          <w:rPr>
            <w:noProof/>
            <w:webHidden/>
          </w:rPr>
          <w:instrText xml:space="preserve"> PAGEREF _Toc130543409 \h </w:instrText>
        </w:r>
        <w:r w:rsidR="00196C4F">
          <w:rPr>
            <w:noProof/>
            <w:webHidden/>
          </w:rPr>
        </w:r>
        <w:r w:rsidR="00196C4F">
          <w:rPr>
            <w:noProof/>
            <w:webHidden/>
          </w:rPr>
          <w:fldChar w:fldCharType="separate"/>
        </w:r>
        <w:r w:rsidR="00196C4F">
          <w:rPr>
            <w:noProof/>
            <w:webHidden/>
          </w:rPr>
          <w:t>3</w:t>
        </w:r>
        <w:r w:rsidR="00196C4F">
          <w:rPr>
            <w:noProof/>
            <w:webHidden/>
          </w:rPr>
          <w:fldChar w:fldCharType="end"/>
        </w:r>
      </w:hyperlink>
    </w:p>
    <w:p w14:paraId="003FD73C" w14:textId="1C25BA0D" w:rsidR="00196C4F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30543410" w:history="1">
        <w:r w:rsidR="00196C4F" w:rsidRPr="00DC4850">
          <w:rPr>
            <w:rStyle w:val="Hypertextovodkaz"/>
            <w:noProof/>
          </w:rPr>
          <w:t>Členění stavby na objekty a technická zařízení</w:t>
        </w:r>
        <w:r w:rsidR="00196C4F">
          <w:rPr>
            <w:noProof/>
            <w:webHidden/>
          </w:rPr>
          <w:tab/>
        </w:r>
        <w:r w:rsidR="00196C4F">
          <w:rPr>
            <w:noProof/>
            <w:webHidden/>
          </w:rPr>
          <w:fldChar w:fldCharType="begin"/>
        </w:r>
        <w:r w:rsidR="00196C4F">
          <w:rPr>
            <w:noProof/>
            <w:webHidden/>
          </w:rPr>
          <w:instrText xml:space="preserve"> PAGEREF _Toc130543410 \h </w:instrText>
        </w:r>
        <w:r w:rsidR="00196C4F">
          <w:rPr>
            <w:noProof/>
            <w:webHidden/>
          </w:rPr>
        </w:r>
        <w:r w:rsidR="00196C4F">
          <w:rPr>
            <w:noProof/>
            <w:webHidden/>
          </w:rPr>
          <w:fldChar w:fldCharType="separate"/>
        </w:r>
        <w:r w:rsidR="00196C4F">
          <w:rPr>
            <w:noProof/>
            <w:webHidden/>
          </w:rPr>
          <w:t>4</w:t>
        </w:r>
        <w:r w:rsidR="00196C4F">
          <w:rPr>
            <w:noProof/>
            <w:webHidden/>
          </w:rPr>
          <w:fldChar w:fldCharType="end"/>
        </w:r>
      </w:hyperlink>
    </w:p>
    <w:p w14:paraId="2C30C887" w14:textId="59EFA0AD" w:rsidR="00196C4F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30543411" w:history="1">
        <w:r w:rsidR="00196C4F" w:rsidRPr="00DC4850">
          <w:rPr>
            <w:rStyle w:val="Hypertextovodkaz"/>
            <w:noProof/>
          </w:rPr>
          <w:t>Seznam vstupních podkladů</w:t>
        </w:r>
        <w:r w:rsidR="00196C4F">
          <w:rPr>
            <w:noProof/>
            <w:webHidden/>
          </w:rPr>
          <w:tab/>
        </w:r>
        <w:r w:rsidR="00196C4F">
          <w:rPr>
            <w:noProof/>
            <w:webHidden/>
          </w:rPr>
          <w:fldChar w:fldCharType="begin"/>
        </w:r>
        <w:r w:rsidR="00196C4F">
          <w:rPr>
            <w:noProof/>
            <w:webHidden/>
          </w:rPr>
          <w:instrText xml:space="preserve"> PAGEREF _Toc130543411 \h </w:instrText>
        </w:r>
        <w:r w:rsidR="00196C4F">
          <w:rPr>
            <w:noProof/>
            <w:webHidden/>
          </w:rPr>
        </w:r>
        <w:r w:rsidR="00196C4F">
          <w:rPr>
            <w:noProof/>
            <w:webHidden/>
          </w:rPr>
          <w:fldChar w:fldCharType="separate"/>
        </w:r>
        <w:r w:rsidR="00196C4F">
          <w:rPr>
            <w:noProof/>
            <w:webHidden/>
          </w:rPr>
          <w:t>4</w:t>
        </w:r>
        <w:r w:rsidR="00196C4F">
          <w:rPr>
            <w:noProof/>
            <w:webHidden/>
          </w:rPr>
          <w:fldChar w:fldCharType="end"/>
        </w:r>
      </w:hyperlink>
    </w:p>
    <w:p w14:paraId="59EF4ED1" w14:textId="77777777" w:rsidR="008F0941" w:rsidRPr="008F0941" w:rsidRDefault="008F0941" w:rsidP="008F0941">
      <w:pPr>
        <w:rPr>
          <w:rFonts w:cs="Arial"/>
        </w:rPr>
      </w:pPr>
      <w:r w:rsidRPr="006B62AE">
        <w:rPr>
          <w:rFonts w:cs="Arial"/>
          <w:sz w:val="18"/>
          <w:szCs w:val="18"/>
        </w:rPr>
        <w:fldChar w:fldCharType="end"/>
      </w:r>
    </w:p>
    <w:p w14:paraId="13A226B2" w14:textId="77777777" w:rsidR="004A7D5E" w:rsidRDefault="004A7D5E">
      <w:pPr>
        <w:jc w:val="left"/>
        <w:rPr>
          <w:rFonts w:cs="Arial"/>
          <w:b/>
          <w:spacing w:val="10"/>
          <w:kern w:val="20"/>
          <w:sz w:val="32"/>
          <w:szCs w:val="32"/>
        </w:rPr>
      </w:pPr>
      <w:bookmarkStart w:id="1" w:name="_Toc378335163"/>
      <w:bookmarkStart w:id="2" w:name="_Toc512597815"/>
      <w:r>
        <w:br w:type="page"/>
      </w:r>
    </w:p>
    <w:p w14:paraId="4CAF898F" w14:textId="4F4CF4CC" w:rsidR="008F0941" w:rsidRPr="00160FB9" w:rsidRDefault="003E504F" w:rsidP="00D4618A">
      <w:pPr>
        <w:pStyle w:val="Nadpis1"/>
      </w:pPr>
      <w:bookmarkStart w:id="3" w:name="_Toc130543406"/>
      <w:r>
        <w:lastRenderedPageBreak/>
        <w:t xml:space="preserve">A.1 </w:t>
      </w:r>
      <w:r w:rsidR="008F0941" w:rsidRPr="00160FB9">
        <w:t>Identifikační údaje</w:t>
      </w:r>
      <w:bookmarkEnd w:id="1"/>
      <w:bookmarkEnd w:id="2"/>
      <w:bookmarkEnd w:id="3"/>
    </w:p>
    <w:p w14:paraId="053D006E" w14:textId="77777777" w:rsidR="008F0941" w:rsidRPr="00160FB9" w:rsidRDefault="008F0941" w:rsidP="008F0941">
      <w:pPr>
        <w:rPr>
          <w:rFonts w:cs="Arial"/>
        </w:rPr>
      </w:pPr>
    </w:p>
    <w:p w14:paraId="46376F03" w14:textId="6F4BB551" w:rsidR="00E74E09" w:rsidRPr="00160FB9" w:rsidRDefault="00C93240" w:rsidP="00FC79F7">
      <w:pPr>
        <w:pStyle w:val="Nadpis2"/>
        <w:numPr>
          <w:ilvl w:val="0"/>
          <w:numId w:val="0"/>
        </w:numPr>
        <w:spacing w:before="120"/>
      </w:pPr>
      <w:bookmarkStart w:id="4" w:name="_Toc378335164"/>
      <w:bookmarkStart w:id="5" w:name="_Toc384818267"/>
      <w:bookmarkStart w:id="6" w:name="_Toc512597816"/>
      <w:bookmarkStart w:id="7" w:name="_Toc130543407"/>
      <w:r>
        <w:t xml:space="preserve">A.1.1 </w:t>
      </w:r>
      <w:r w:rsidR="008F0941" w:rsidRPr="00160FB9">
        <w:t>Údaje o stavbě</w:t>
      </w:r>
      <w:bookmarkEnd w:id="4"/>
      <w:bookmarkEnd w:id="5"/>
      <w:bookmarkEnd w:id="6"/>
      <w:bookmarkEnd w:id="7"/>
    </w:p>
    <w:p w14:paraId="63479F40" w14:textId="34DB3D71" w:rsidR="001E11BC" w:rsidRDefault="001E11BC" w:rsidP="00981E62">
      <w:pPr>
        <w:pStyle w:val="Zkladntext"/>
        <w:numPr>
          <w:ilvl w:val="0"/>
          <w:numId w:val="45"/>
        </w:numPr>
      </w:pPr>
      <w:r>
        <w:t>Název stavby:</w:t>
      </w:r>
      <w:r>
        <w:tab/>
      </w:r>
      <w:r w:rsidR="00717F88">
        <w:tab/>
      </w:r>
      <w:r w:rsidR="00FA065D">
        <w:t>F</w:t>
      </w:r>
      <w:r w:rsidR="00596C25">
        <w:t>otovoltaická</w:t>
      </w:r>
      <w:r w:rsidR="00FA065D">
        <w:t xml:space="preserve"> elektrárna </w:t>
      </w:r>
      <w:r w:rsidR="006A3EF9">
        <w:t>MPB</w:t>
      </w:r>
      <w:r w:rsidR="00995589">
        <w:t xml:space="preserve"> </w:t>
      </w:r>
      <w:r w:rsidR="00E07F45">
        <w:t>Nováčkova</w:t>
      </w:r>
    </w:p>
    <w:p w14:paraId="3B1D10A3" w14:textId="1E919E63" w:rsidR="00853AB9" w:rsidRDefault="001E11BC" w:rsidP="00FA065D">
      <w:pPr>
        <w:pStyle w:val="Zkladntext"/>
        <w:numPr>
          <w:ilvl w:val="0"/>
          <w:numId w:val="45"/>
        </w:numPr>
      </w:pPr>
      <w:r>
        <w:t>Místo s</w:t>
      </w:r>
      <w:r w:rsidR="005317D6" w:rsidRPr="00160FB9">
        <w:t>tavb</w:t>
      </w:r>
      <w:r>
        <w:t>y</w:t>
      </w:r>
      <w:r w:rsidR="00E74E09" w:rsidRPr="00160FB9">
        <w:t>:</w:t>
      </w:r>
      <w:r>
        <w:tab/>
      </w:r>
      <w:r w:rsidR="00717F88">
        <w:tab/>
      </w:r>
      <w:r w:rsidR="00440576">
        <w:t>p.č.</w:t>
      </w:r>
      <w:r w:rsidR="00853AB9">
        <w:t xml:space="preserve"> </w:t>
      </w:r>
      <w:r w:rsidR="00594335">
        <w:t>6</w:t>
      </w:r>
      <w:r w:rsidR="006A3EF9">
        <w:t>55</w:t>
      </w:r>
    </w:p>
    <w:p w14:paraId="401B58FD" w14:textId="0BF78972" w:rsidR="00E74E09" w:rsidRDefault="00853AB9" w:rsidP="0070542B">
      <w:pPr>
        <w:pStyle w:val="Zkladntext"/>
        <w:ind w:left="2160"/>
      </w:pPr>
      <w:r>
        <w:t xml:space="preserve">k.ú. </w:t>
      </w:r>
      <w:r w:rsidR="00594335">
        <w:t>Husovice</w:t>
      </w:r>
      <w:r w:rsidR="008812C8">
        <w:t xml:space="preserve"> [</w:t>
      </w:r>
      <w:r w:rsidR="00594335">
        <w:t>411701</w:t>
      </w:r>
      <w:r w:rsidR="008812C8">
        <w:t>]</w:t>
      </w:r>
    </w:p>
    <w:p w14:paraId="38236F30" w14:textId="6C3E785C" w:rsidR="00D43909" w:rsidRDefault="00D43909" w:rsidP="0070542B">
      <w:pPr>
        <w:pStyle w:val="Zkladntext"/>
        <w:ind w:left="2160"/>
      </w:pPr>
      <w:r>
        <w:t xml:space="preserve">okres: </w:t>
      </w:r>
      <w:r w:rsidR="00A76E6D">
        <w:t>Brno-město</w:t>
      </w:r>
    </w:p>
    <w:p w14:paraId="2B49D59E" w14:textId="6523F0B7" w:rsidR="00365BB5" w:rsidRDefault="00365BB5" w:rsidP="0070542B">
      <w:pPr>
        <w:pStyle w:val="Zkladntext"/>
        <w:ind w:left="2160"/>
      </w:pPr>
      <w:r>
        <w:t xml:space="preserve">kraj: </w:t>
      </w:r>
      <w:r w:rsidR="00A76E6D">
        <w:t>Jihomoravský kraj</w:t>
      </w:r>
    </w:p>
    <w:p w14:paraId="370F4792" w14:textId="521E321B" w:rsidR="0006670D" w:rsidRDefault="00C65D18" w:rsidP="00D55548">
      <w:pPr>
        <w:pStyle w:val="Zkladntext"/>
        <w:numPr>
          <w:ilvl w:val="0"/>
          <w:numId w:val="45"/>
        </w:numPr>
      </w:pPr>
      <w:r>
        <w:t>Předmět dokumentace:</w:t>
      </w:r>
      <w:r>
        <w:tab/>
      </w:r>
    </w:p>
    <w:p w14:paraId="2568AD5A" w14:textId="67C9CF2E" w:rsidR="0037209F" w:rsidRDefault="00E52685" w:rsidP="0037209F">
      <w:pPr>
        <w:pStyle w:val="Zkladntext"/>
        <w:ind w:firstLine="0"/>
      </w:pPr>
      <w:r>
        <w:t>Předmětem dokumentace je dodávka a instalace technologie fotovoltaické elektrárny pro stávající</w:t>
      </w:r>
      <w:r w:rsidR="00BE7DD1">
        <w:t xml:space="preserve"> </w:t>
      </w:r>
      <w:r w:rsidR="001A6C4E">
        <w:t xml:space="preserve">budovu </w:t>
      </w:r>
      <w:r w:rsidR="00C70769">
        <w:t>Městské policie Brno</w:t>
      </w:r>
      <w:r w:rsidR="009B3E03">
        <w:t xml:space="preserve"> </w:t>
      </w:r>
      <w:r w:rsidR="0077019F">
        <w:t xml:space="preserve">na ulici </w:t>
      </w:r>
      <w:r w:rsidR="00594335">
        <w:t>Nováčkova</w:t>
      </w:r>
      <w:r w:rsidR="000926F4">
        <w:t xml:space="preserve"> v</w:t>
      </w:r>
      <w:r w:rsidR="008812C8">
        <w:t> </w:t>
      </w:r>
      <w:r w:rsidR="000926F4">
        <w:t>Brně</w:t>
      </w:r>
      <w:r w:rsidR="008812C8">
        <w:t>-</w:t>
      </w:r>
      <w:r w:rsidR="00594335">
        <w:t>Husovicích</w:t>
      </w:r>
      <w:r w:rsidR="00BE7DD1">
        <w:t>.</w:t>
      </w:r>
      <w:r w:rsidR="00C22423">
        <w:t xml:space="preserve"> Nově instalována technologie se bude skládat z</w:t>
      </w:r>
      <w:r w:rsidR="004D310A">
        <w:t>:</w:t>
      </w:r>
    </w:p>
    <w:p w14:paraId="299D87AC" w14:textId="35CFC08A" w:rsidR="004D310A" w:rsidRDefault="00051EC3" w:rsidP="004D310A">
      <w:pPr>
        <w:pStyle w:val="Zkladntext"/>
        <w:numPr>
          <w:ilvl w:val="0"/>
          <w:numId w:val="49"/>
        </w:numPr>
      </w:pPr>
      <w:r>
        <w:t>Monokrystalick</w:t>
      </w:r>
      <w:r w:rsidR="0003076B">
        <w:t>é</w:t>
      </w:r>
      <w:r>
        <w:t xml:space="preserve"> f</w:t>
      </w:r>
      <w:r w:rsidR="004D310A">
        <w:t>otovol</w:t>
      </w:r>
      <w:r w:rsidR="004D5B24">
        <w:t>t</w:t>
      </w:r>
      <w:r w:rsidR="004D310A">
        <w:t>aické panely</w:t>
      </w:r>
      <w:r w:rsidR="00401758">
        <w:t xml:space="preserve"> </w:t>
      </w:r>
      <w:r w:rsidR="004E44AC">
        <w:t xml:space="preserve">o výkonu </w:t>
      </w:r>
      <w:r w:rsidR="00F75183" w:rsidRPr="00F75183">
        <w:t>4</w:t>
      </w:r>
      <w:r w:rsidR="001A6C4E">
        <w:t>15</w:t>
      </w:r>
      <w:r w:rsidR="004E44AC" w:rsidRPr="00F75183">
        <w:t xml:space="preserve"> W</w:t>
      </w:r>
      <w:r w:rsidR="00F75183" w:rsidRPr="00F75183">
        <w:t>p</w:t>
      </w:r>
    </w:p>
    <w:p w14:paraId="54A15472" w14:textId="0A75D6D5" w:rsidR="004C1074" w:rsidRDefault="004C1074" w:rsidP="004D310A">
      <w:pPr>
        <w:pStyle w:val="Zkladntext"/>
        <w:numPr>
          <w:ilvl w:val="0"/>
          <w:numId w:val="49"/>
        </w:numPr>
      </w:pPr>
      <w:r w:rsidRPr="001F1CA7">
        <w:t xml:space="preserve">Třífázový </w:t>
      </w:r>
      <w:r w:rsidR="00C81373">
        <w:t>síťový střídač</w:t>
      </w:r>
      <w:r w:rsidRPr="001F1CA7">
        <w:t xml:space="preserve"> </w:t>
      </w:r>
      <w:r w:rsidR="00B17051" w:rsidRPr="001F1CA7">
        <w:t>o výkonu</w:t>
      </w:r>
      <w:r w:rsidR="00445D21" w:rsidRPr="001F1CA7">
        <w:t xml:space="preserve"> </w:t>
      </w:r>
      <w:r w:rsidR="000D70B0">
        <w:t>1</w:t>
      </w:r>
      <w:r w:rsidR="004263C5">
        <w:t>0</w:t>
      </w:r>
      <w:r w:rsidR="002749D7" w:rsidRPr="00F75183">
        <w:t xml:space="preserve"> kW</w:t>
      </w:r>
    </w:p>
    <w:p w14:paraId="4FB0D2E3" w14:textId="47B86D81" w:rsidR="00C70769" w:rsidRDefault="00C70769" w:rsidP="004D310A">
      <w:pPr>
        <w:pStyle w:val="Zkladntext"/>
        <w:numPr>
          <w:ilvl w:val="0"/>
          <w:numId w:val="49"/>
        </w:numPr>
      </w:pPr>
      <w:r>
        <w:t>Výkonové optimizéry pro optimalizaci výkonu fotovoltaických panelů</w:t>
      </w:r>
    </w:p>
    <w:p w14:paraId="45959165" w14:textId="77777777" w:rsidR="0003076B" w:rsidRDefault="0003076B" w:rsidP="0003076B">
      <w:pPr>
        <w:pStyle w:val="Zkladntext"/>
        <w:numPr>
          <w:ilvl w:val="0"/>
          <w:numId w:val="49"/>
        </w:numPr>
      </w:pPr>
      <w:r>
        <w:t>Rozvaděčové skříně pro vyvedení výkonu výrobny</w:t>
      </w:r>
    </w:p>
    <w:p w14:paraId="2A449EDF" w14:textId="7C8BA811" w:rsidR="00D74F76" w:rsidRDefault="007D73F9" w:rsidP="00FC79F7">
      <w:pPr>
        <w:pStyle w:val="Nadpis2"/>
        <w:numPr>
          <w:ilvl w:val="0"/>
          <w:numId w:val="0"/>
        </w:numPr>
      </w:pPr>
      <w:bookmarkStart w:id="8" w:name="_Toc130543408"/>
      <w:bookmarkStart w:id="9" w:name="_Toc378335165"/>
      <w:r>
        <w:t xml:space="preserve">A.1.2 Údaje </w:t>
      </w:r>
      <w:r w:rsidR="00DB13A3">
        <w:t>o stavebníkovi</w:t>
      </w:r>
      <w:bookmarkEnd w:id="8"/>
    </w:p>
    <w:p w14:paraId="7F92F6FC" w14:textId="583116EB" w:rsidR="00B35DCE" w:rsidRDefault="000F38E0" w:rsidP="00F02304">
      <w:pPr>
        <w:pStyle w:val="Zkladntext"/>
        <w:ind w:firstLine="0"/>
        <w:rPr>
          <w:rFonts w:cs="Arial"/>
        </w:rPr>
      </w:pPr>
      <w:r>
        <w:rPr>
          <w:rFonts w:cs="Arial"/>
        </w:rPr>
        <w:t>Investor: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FA4E1B">
        <w:rPr>
          <w:rFonts w:cs="Arial"/>
        </w:rPr>
        <w:t>SAKO Brno</w:t>
      </w:r>
      <w:r w:rsidR="00C81373">
        <w:rPr>
          <w:rFonts w:cs="Arial"/>
        </w:rPr>
        <w:t xml:space="preserve"> SOLAR</w:t>
      </w:r>
      <w:r w:rsidR="00FA4E1B">
        <w:rPr>
          <w:rFonts w:cs="Arial"/>
        </w:rPr>
        <w:t>, a.s.</w:t>
      </w:r>
    </w:p>
    <w:p w14:paraId="7D1CA950" w14:textId="26034ECB" w:rsidR="00072F57" w:rsidRDefault="00FA4E1B" w:rsidP="00072F57">
      <w:pPr>
        <w:pStyle w:val="Zkladntext"/>
        <w:ind w:left="2880" w:firstLine="0"/>
        <w:rPr>
          <w:rFonts w:cs="Arial"/>
        </w:rPr>
      </w:pPr>
      <w:r>
        <w:rPr>
          <w:rFonts w:cs="Arial"/>
        </w:rPr>
        <w:t>Jedovnická 2</w:t>
      </w:r>
    </w:p>
    <w:p w14:paraId="3C8221E3" w14:textId="10EE4CFC" w:rsidR="00072F57" w:rsidRDefault="00FA4E1B" w:rsidP="00072F57">
      <w:pPr>
        <w:pStyle w:val="Zkladntext"/>
        <w:ind w:left="2880" w:firstLine="0"/>
        <w:rPr>
          <w:rFonts w:cs="Arial"/>
        </w:rPr>
      </w:pPr>
      <w:r>
        <w:rPr>
          <w:rFonts w:cs="Arial"/>
        </w:rPr>
        <w:t>628 00 Brno</w:t>
      </w:r>
    </w:p>
    <w:p w14:paraId="4CA21CF7" w14:textId="2760A803" w:rsidR="00B455ED" w:rsidRDefault="00B455ED" w:rsidP="00B455ED">
      <w:pPr>
        <w:pStyle w:val="Zkladntext"/>
        <w:ind w:firstLine="0"/>
        <w:rPr>
          <w:rFonts w:cs="Arial"/>
        </w:rPr>
      </w:pPr>
      <w:r>
        <w:rPr>
          <w:rFonts w:cs="Arial"/>
        </w:rPr>
        <w:t>IČ: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C81373">
        <w:rPr>
          <w:rFonts w:cs="Arial"/>
        </w:rPr>
        <w:t>14103320</w:t>
      </w:r>
    </w:p>
    <w:p w14:paraId="44FF5E34" w14:textId="77777777" w:rsidR="00607E87" w:rsidRPr="00160FB9" w:rsidRDefault="00607E87" w:rsidP="00B455ED">
      <w:pPr>
        <w:pStyle w:val="Zkladntext"/>
        <w:ind w:firstLine="0"/>
        <w:rPr>
          <w:rFonts w:cs="Arial"/>
        </w:rPr>
      </w:pPr>
    </w:p>
    <w:p w14:paraId="79420B53" w14:textId="005F3D2E" w:rsidR="008F0941" w:rsidRPr="00160FB9" w:rsidRDefault="004D0B03" w:rsidP="00FC79F7">
      <w:pPr>
        <w:pStyle w:val="Nadpis2"/>
        <w:numPr>
          <w:ilvl w:val="0"/>
          <w:numId w:val="0"/>
        </w:numPr>
        <w:spacing w:before="120"/>
      </w:pPr>
      <w:bookmarkStart w:id="10" w:name="_Toc388529923"/>
      <w:bookmarkStart w:id="11" w:name="_Toc512597817"/>
      <w:bookmarkStart w:id="12" w:name="_Toc130543409"/>
      <w:bookmarkEnd w:id="9"/>
      <w:r>
        <w:t xml:space="preserve">A.1.3 </w:t>
      </w:r>
      <w:r w:rsidR="008F0941" w:rsidRPr="00160FB9">
        <w:t>Údaje o zpracovateli dokumentace</w:t>
      </w:r>
      <w:bookmarkEnd w:id="10"/>
      <w:bookmarkEnd w:id="11"/>
      <w:bookmarkEnd w:id="12"/>
    </w:p>
    <w:p w14:paraId="4972AE45" w14:textId="2243ECE9" w:rsidR="009618E9" w:rsidRPr="00160FB9" w:rsidRDefault="009618E9" w:rsidP="00F02304">
      <w:pPr>
        <w:ind w:firstLine="0"/>
        <w:rPr>
          <w:rFonts w:cs="Arial"/>
        </w:rPr>
      </w:pPr>
      <w:r w:rsidRPr="00160FB9">
        <w:rPr>
          <w:rFonts w:cs="Arial"/>
        </w:rPr>
        <w:t>Projektant:</w:t>
      </w:r>
      <w:r w:rsidR="00095414">
        <w:rPr>
          <w:rFonts w:cs="Arial"/>
        </w:rPr>
        <w:tab/>
      </w:r>
      <w:r w:rsidRPr="00160FB9">
        <w:rPr>
          <w:rFonts w:cs="Arial"/>
        </w:rPr>
        <w:tab/>
      </w:r>
      <w:r w:rsidR="00072975">
        <w:rPr>
          <w:rFonts w:cs="Arial"/>
        </w:rPr>
        <w:tab/>
      </w:r>
      <w:r w:rsidRPr="00160FB9">
        <w:rPr>
          <w:rFonts w:cs="Arial"/>
        </w:rPr>
        <w:t xml:space="preserve">MAGUS </w:t>
      </w:r>
      <w:r w:rsidR="001B1015" w:rsidRPr="00160FB9">
        <w:rPr>
          <w:rFonts w:cs="Arial"/>
        </w:rPr>
        <w:t>INTERNATIONAL,</w:t>
      </w:r>
      <w:r w:rsidR="00117D28">
        <w:rPr>
          <w:rFonts w:cs="Arial"/>
        </w:rPr>
        <w:t xml:space="preserve"> </w:t>
      </w:r>
      <w:r w:rsidR="001B1015" w:rsidRPr="00160FB9">
        <w:rPr>
          <w:rFonts w:cs="Arial"/>
        </w:rPr>
        <w:t>a.s.</w:t>
      </w:r>
    </w:p>
    <w:p w14:paraId="1A8F9681" w14:textId="77777777" w:rsidR="009618E9" w:rsidRPr="00160FB9" w:rsidRDefault="009618E9" w:rsidP="009618E9">
      <w:pPr>
        <w:rPr>
          <w:rFonts w:cs="Arial"/>
        </w:rPr>
      </w:pPr>
    </w:p>
    <w:p w14:paraId="4F947BBC" w14:textId="22E47D90" w:rsidR="009618E9" w:rsidRPr="00160FB9" w:rsidRDefault="009618E9" w:rsidP="00F02304">
      <w:pPr>
        <w:ind w:firstLine="0"/>
        <w:rPr>
          <w:rFonts w:cs="Arial"/>
        </w:rPr>
      </w:pPr>
      <w:r w:rsidRPr="00160FB9">
        <w:rPr>
          <w:rFonts w:cs="Arial"/>
        </w:rPr>
        <w:t>IČ:</w:t>
      </w:r>
      <w:r w:rsidR="00095414">
        <w:rPr>
          <w:rFonts w:cs="Arial"/>
        </w:rPr>
        <w:tab/>
      </w:r>
      <w:r w:rsidR="00095414">
        <w:rPr>
          <w:rFonts w:cs="Arial"/>
        </w:rPr>
        <w:tab/>
      </w:r>
      <w:r w:rsidRPr="00160FB9">
        <w:rPr>
          <w:rFonts w:cs="Arial"/>
        </w:rPr>
        <w:tab/>
      </w:r>
      <w:r w:rsidR="00072975">
        <w:rPr>
          <w:rFonts w:cs="Arial"/>
        </w:rPr>
        <w:tab/>
      </w:r>
      <w:r w:rsidR="006A4270" w:rsidRPr="00160FB9">
        <w:rPr>
          <w:rFonts w:cs="Arial"/>
        </w:rPr>
        <w:t>29361672</w:t>
      </w:r>
    </w:p>
    <w:p w14:paraId="7E140184" w14:textId="77777777" w:rsidR="009618E9" w:rsidRPr="00160FB9" w:rsidRDefault="009618E9" w:rsidP="009618E9">
      <w:pPr>
        <w:rPr>
          <w:rFonts w:cs="Arial"/>
        </w:rPr>
      </w:pPr>
    </w:p>
    <w:p w14:paraId="58C96BDD" w14:textId="16DE00D5" w:rsidR="008F0941" w:rsidRPr="00160FB9" w:rsidRDefault="009618E9" w:rsidP="00F02304">
      <w:pPr>
        <w:ind w:firstLine="0"/>
        <w:rPr>
          <w:rFonts w:cs="Arial"/>
        </w:rPr>
      </w:pPr>
      <w:r w:rsidRPr="00160FB9">
        <w:rPr>
          <w:rFonts w:cs="Arial"/>
        </w:rPr>
        <w:t>Adresa:</w:t>
      </w:r>
      <w:r w:rsidR="00095414">
        <w:rPr>
          <w:rFonts w:cs="Arial"/>
        </w:rPr>
        <w:tab/>
      </w:r>
      <w:r w:rsidRPr="00160FB9">
        <w:rPr>
          <w:rFonts w:cs="Arial"/>
        </w:rPr>
        <w:tab/>
      </w:r>
      <w:r w:rsidRPr="00160FB9">
        <w:rPr>
          <w:rFonts w:cs="Arial"/>
        </w:rPr>
        <w:tab/>
      </w:r>
      <w:r w:rsidR="00072975">
        <w:rPr>
          <w:rFonts w:cs="Arial"/>
        </w:rPr>
        <w:tab/>
      </w:r>
      <w:r w:rsidR="000D70B0">
        <w:rPr>
          <w:rFonts w:cs="Arial"/>
        </w:rPr>
        <w:t>Zvonařka</w:t>
      </w:r>
      <w:r w:rsidRPr="00160FB9">
        <w:rPr>
          <w:rFonts w:cs="Arial"/>
        </w:rPr>
        <w:t xml:space="preserve"> </w:t>
      </w:r>
      <w:r w:rsidR="000D70B0">
        <w:rPr>
          <w:rFonts w:cs="Arial"/>
        </w:rPr>
        <w:t>92/5</w:t>
      </w:r>
      <w:r w:rsidRPr="00160FB9">
        <w:rPr>
          <w:rFonts w:cs="Arial"/>
        </w:rPr>
        <w:t>, Brno, PSČ 6</w:t>
      </w:r>
      <w:r w:rsidR="000D70B0">
        <w:rPr>
          <w:rFonts w:cs="Arial"/>
        </w:rPr>
        <w:t>02</w:t>
      </w:r>
      <w:r w:rsidRPr="00160FB9">
        <w:rPr>
          <w:rFonts w:cs="Arial"/>
        </w:rPr>
        <w:t xml:space="preserve"> 00</w:t>
      </w:r>
      <w:r w:rsidR="008F0941" w:rsidRPr="00160FB9">
        <w:rPr>
          <w:rFonts w:cs="Arial"/>
        </w:rPr>
        <w:t xml:space="preserve">   </w:t>
      </w:r>
    </w:p>
    <w:p w14:paraId="527C9F8A" w14:textId="77777777" w:rsidR="009618E9" w:rsidRPr="00160FB9" w:rsidRDefault="009618E9" w:rsidP="008F0941">
      <w:pPr>
        <w:rPr>
          <w:rFonts w:cs="Arial"/>
        </w:rPr>
      </w:pPr>
    </w:p>
    <w:p w14:paraId="4B22F889" w14:textId="0C884931" w:rsidR="001E11BC" w:rsidRDefault="001E11BC" w:rsidP="00F02304">
      <w:pPr>
        <w:ind w:firstLine="0"/>
        <w:rPr>
          <w:rFonts w:cs="Arial"/>
        </w:rPr>
      </w:pPr>
      <w:r>
        <w:rPr>
          <w:rFonts w:cs="Arial"/>
        </w:rPr>
        <w:t>Zodpovědný projektant:</w:t>
      </w:r>
      <w:r>
        <w:rPr>
          <w:rFonts w:cs="Arial"/>
        </w:rPr>
        <w:tab/>
      </w:r>
      <w:r w:rsidR="00072975">
        <w:rPr>
          <w:rFonts w:cs="Arial"/>
        </w:rPr>
        <w:tab/>
      </w:r>
      <w:r w:rsidR="00FE530C">
        <w:rPr>
          <w:rFonts w:cs="Arial"/>
        </w:rPr>
        <w:t>Ing.</w:t>
      </w:r>
      <w:r w:rsidR="00072975">
        <w:rPr>
          <w:rFonts w:cs="Arial"/>
        </w:rPr>
        <w:t xml:space="preserve"> </w:t>
      </w:r>
      <w:r w:rsidR="00D7134B">
        <w:rPr>
          <w:rFonts w:cs="Arial"/>
        </w:rPr>
        <w:t>Peter Petrič</w:t>
      </w:r>
    </w:p>
    <w:p w14:paraId="4009806F" w14:textId="77777777" w:rsidR="001E11BC" w:rsidRDefault="001E11BC" w:rsidP="008F0941">
      <w:pPr>
        <w:rPr>
          <w:rFonts w:cs="Arial"/>
        </w:rPr>
      </w:pPr>
    </w:p>
    <w:p w14:paraId="2A2E6FA8" w14:textId="35FA8FE9" w:rsidR="00FF1FB5" w:rsidRDefault="00613894" w:rsidP="00F02304">
      <w:pPr>
        <w:ind w:firstLine="0"/>
        <w:rPr>
          <w:rFonts w:cs="Arial"/>
        </w:rPr>
      </w:pPr>
      <w:r w:rsidRPr="00160FB9">
        <w:rPr>
          <w:rFonts w:cs="Arial"/>
        </w:rPr>
        <w:t>Vypracoval</w:t>
      </w:r>
      <w:r w:rsidR="008F0941" w:rsidRPr="00160FB9">
        <w:rPr>
          <w:rFonts w:cs="Arial"/>
        </w:rPr>
        <w:t>:</w:t>
      </w:r>
      <w:r w:rsidR="00095414">
        <w:rPr>
          <w:rFonts w:cs="Arial"/>
        </w:rPr>
        <w:tab/>
      </w:r>
      <w:r w:rsidR="00E643F3" w:rsidRPr="00160FB9">
        <w:rPr>
          <w:rFonts w:cs="Arial"/>
          <w:color w:val="FF0000"/>
        </w:rPr>
        <w:tab/>
      </w:r>
      <w:r w:rsidR="00072975">
        <w:rPr>
          <w:rFonts w:cs="Arial"/>
          <w:color w:val="FF0000"/>
        </w:rPr>
        <w:tab/>
      </w:r>
      <w:r w:rsidR="00FE530C" w:rsidRPr="00160FB9">
        <w:rPr>
          <w:rFonts w:cs="Arial"/>
        </w:rPr>
        <w:t>Ing.</w:t>
      </w:r>
      <w:r w:rsidR="00D74F76" w:rsidRPr="00160FB9">
        <w:rPr>
          <w:rFonts w:cs="Arial"/>
        </w:rPr>
        <w:t xml:space="preserve"> </w:t>
      </w:r>
      <w:r w:rsidR="00127031">
        <w:rPr>
          <w:rFonts w:cs="Arial"/>
        </w:rPr>
        <w:t>Peter Petrič</w:t>
      </w:r>
    </w:p>
    <w:p w14:paraId="533DF8FE" w14:textId="3B0988B3" w:rsidR="004309C6" w:rsidRPr="00160FB9" w:rsidRDefault="004309C6" w:rsidP="00FF1FB5">
      <w:pPr>
        <w:ind w:firstLine="0"/>
        <w:jc w:val="left"/>
        <w:rPr>
          <w:rFonts w:cs="Arial"/>
        </w:rPr>
      </w:pPr>
    </w:p>
    <w:p w14:paraId="1DA94A88" w14:textId="69E366DF" w:rsidR="008F0941" w:rsidRPr="00160FB9" w:rsidRDefault="008F0941" w:rsidP="004309C6">
      <w:pPr>
        <w:ind w:left="2160"/>
        <w:rPr>
          <w:rFonts w:cs="Arial"/>
        </w:rPr>
      </w:pPr>
    </w:p>
    <w:p w14:paraId="7BE64B96" w14:textId="582BE9F6" w:rsidR="008F0941" w:rsidRDefault="008F0941" w:rsidP="00D46C91">
      <w:pPr>
        <w:rPr>
          <w:rFonts w:cs="Arial"/>
        </w:rPr>
      </w:pPr>
      <w:r w:rsidRPr="00160FB9">
        <w:rPr>
          <w:rFonts w:cs="Arial"/>
        </w:rPr>
        <w:tab/>
      </w:r>
    </w:p>
    <w:p w14:paraId="7E5FFF1E" w14:textId="77777777" w:rsidR="009640D8" w:rsidRDefault="009640D8">
      <w:pPr>
        <w:ind w:firstLine="0"/>
        <w:jc w:val="left"/>
        <w:rPr>
          <w:rFonts w:cs="Arial"/>
          <w:b/>
          <w:spacing w:val="10"/>
          <w:kern w:val="20"/>
          <w:sz w:val="32"/>
          <w:szCs w:val="32"/>
        </w:rPr>
      </w:pPr>
      <w:r>
        <w:br w:type="page"/>
      </w:r>
    </w:p>
    <w:p w14:paraId="707A276F" w14:textId="624EA6C0" w:rsidR="00BC3CE0" w:rsidRDefault="00BC3CE0" w:rsidP="00766E06">
      <w:pPr>
        <w:pStyle w:val="Nadpis1"/>
      </w:pPr>
      <w:bookmarkStart w:id="13" w:name="_Toc130543410"/>
      <w:r>
        <w:lastRenderedPageBreak/>
        <w:t>Členění stavby na objekty a technická zařízení</w:t>
      </w:r>
      <w:bookmarkEnd w:id="13"/>
    </w:p>
    <w:p w14:paraId="0A80A735" w14:textId="77777777" w:rsidR="00766E06" w:rsidRPr="00766E06" w:rsidRDefault="00766E06" w:rsidP="00766E06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9"/>
      </w:tblGrid>
      <w:tr w:rsidR="00BC3CE0" w:rsidRPr="000B0386" w14:paraId="4EF5C11C" w14:textId="77777777" w:rsidTr="000B0386">
        <w:tc>
          <w:tcPr>
            <w:tcW w:w="3398" w:type="dxa"/>
            <w:shd w:val="clear" w:color="auto" w:fill="8DB3E2" w:themeFill="text2" w:themeFillTint="66"/>
            <w:vAlign w:val="center"/>
          </w:tcPr>
          <w:p w14:paraId="114CF56F" w14:textId="7302E1F8" w:rsidR="00BC3CE0" w:rsidRPr="000B0386" w:rsidRDefault="00BC3CE0" w:rsidP="00BC3CE0">
            <w:pPr>
              <w:pStyle w:val="Zkladntext"/>
              <w:ind w:firstLine="0"/>
              <w:jc w:val="center"/>
              <w:rPr>
                <w:b/>
                <w:bCs/>
              </w:rPr>
            </w:pPr>
            <w:r w:rsidRPr="000B0386">
              <w:rPr>
                <w:b/>
                <w:bCs/>
              </w:rPr>
              <w:t>D.1</w:t>
            </w:r>
          </w:p>
        </w:tc>
        <w:tc>
          <w:tcPr>
            <w:tcW w:w="3398" w:type="dxa"/>
            <w:shd w:val="clear" w:color="auto" w:fill="8DB3E2" w:themeFill="text2" w:themeFillTint="66"/>
            <w:vAlign w:val="center"/>
          </w:tcPr>
          <w:p w14:paraId="507070A6" w14:textId="77777777" w:rsidR="00BC3CE0" w:rsidRPr="000B0386" w:rsidRDefault="00BC3CE0" w:rsidP="00BC3CE0">
            <w:pPr>
              <w:pStyle w:val="Zkladntext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3399" w:type="dxa"/>
            <w:shd w:val="clear" w:color="auto" w:fill="8DB3E2" w:themeFill="text2" w:themeFillTint="66"/>
            <w:vAlign w:val="center"/>
          </w:tcPr>
          <w:p w14:paraId="049E7B88" w14:textId="281448A3" w:rsidR="00BC3CE0" w:rsidRPr="000B0386" w:rsidRDefault="00BC3CE0" w:rsidP="00BC3CE0">
            <w:pPr>
              <w:pStyle w:val="Zkladntext"/>
              <w:ind w:firstLine="0"/>
              <w:jc w:val="center"/>
              <w:rPr>
                <w:b/>
                <w:bCs/>
              </w:rPr>
            </w:pPr>
            <w:r w:rsidRPr="000B0386">
              <w:rPr>
                <w:b/>
                <w:bCs/>
              </w:rPr>
              <w:t>Technologická část</w:t>
            </w:r>
          </w:p>
        </w:tc>
      </w:tr>
      <w:tr w:rsidR="00BC3CE0" w14:paraId="20CA078E" w14:textId="77777777" w:rsidTr="00BC3CE0">
        <w:tc>
          <w:tcPr>
            <w:tcW w:w="3398" w:type="dxa"/>
            <w:vAlign w:val="center"/>
          </w:tcPr>
          <w:p w14:paraId="44FE2B8F" w14:textId="77777777" w:rsidR="00BC3CE0" w:rsidRPr="00BC3CE0" w:rsidRDefault="00BC3CE0" w:rsidP="00BC3CE0">
            <w:pPr>
              <w:pStyle w:val="Zkladntext"/>
              <w:ind w:firstLine="0"/>
              <w:jc w:val="center"/>
            </w:pPr>
          </w:p>
        </w:tc>
        <w:tc>
          <w:tcPr>
            <w:tcW w:w="3398" w:type="dxa"/>
            <w:vAlign w:val="center"/>
          </w:tcPr>
          <w:p w14:paraId="65D9E55D" w14:textId="633171B3" w:rsidR="00BC3CE0" w:rsidRPr="00BC3CE0" w:rsidRDefault="005C1AEA" w:rsidP="00BC3CE0">
            <w:pPr>
              <w:pStyle w:val="Zkladntext"/>
              <w:ind w:firstLine="0"/>
              <w:jc w:val="center"/>
            </w:pPr>
            <w:r>
              <w:t>FVE</w:t>
            </w:r>
          </w:p>
        </w:tc>
        <w:tc>
          <w:tcPr>
            <w:tcW w:w="3399" w:type="dxa"/>
            <w:vAlign w:val="center"/>
          </w:tcPr>
          <w:p w14:paraId="73410782" w14:textId="159F23FD" w:rsidR="00BC3CE0" w:rsidRPr="00BC3CE0" w:rsidRDefault="008B05A0" w:rsidP="00BC3CE0">
            <w:pPr>
              <w:pStyle w:val="Zkladntext"/>
              <w:ind w:firstLine="0"/>
              <w:jc w:val="center"/>
            </w:pPr>
            <w:r>
              <w:t>Fotovoltaická elektrárna</w:t>
            </w:r>
          </w:p>
        </w:tc>
      </w:tr>
    </w:tbl>
    <w:p w14:paraId="3ED3C5A2" w14:textId="77777777" w:rsidR="000B0386" w:rsidRDefault="000B0386" w:rsidP="008833C2">
      <w:pPr>
        <w:pStyle w:val="Nadpis1"/>
      </w:pPr>
      <w:bookmarkStart w:id="14" w:name="_Toc130543411"/>
      <w:r w:rsidRPr="000B0386">
        <w:t>Seznam vstupních podkladů</w:t>
      </w:r>
      <w:bookmarkEnd w:id="14"/>
    </w:p>
    <w:p w14:paraId="2445777B" w14:textId="77777777" w:rsidR="000B0386" w:rsidRDefault="000B0386" w:rsidP="00BC3CE0">
      <w:pPr>
        <w:pStyle w:val="Zkladntext"/>
        <w:ind w:firstLine="0"/>
      </w:pPr>
    </w:p>
    <w:p w14:paraId="0E3BFE40" w14:textId="7FDFC3D8" w:rsidR="000B0386" w:rsidRDefault="000B0386" w:rsidP="00BC3CE0">
      <w:pPr>
        <w:pStyle w:val="Zkladntext"/>
        <w:ind w:firstLine="0"/>
      </w:pPr>
      <w:r>
        <w:t>Pro zpracování dokumentace byly k dispozici následující podklady</w:t>
      </w:r>
      <w:r w:rsidR="003220CF">
        <w:t>:</w:t>
      </w:r>
    </w:p>
    <w:p w14:paraId="4F086570" w14:textId="77777777" w:rsidR="003220CF" w:rsidRDefault="003220CF" w:rsidP="003220CF">
      <w:pPr>
        <w:pStyle w:val="Zkladntext"/>
        <w:numPr>
          <w:ilvl w:val="0"/>
          <w:numId w:val="44"/>
        </w:numPr>
      </w:pPr>
      <w:r>
        <w:t xml:space="preserve">Katastrální mapa </w:t>
      </w:r>
    </w:p>
    <w:p w14:paraId="29D397D1" w14:textId="0D641A60" w:rsidR="003220CF" w:rsidRDefault="003220CF" w:rsidP="003220CF">
      <w:pPr>
        <w:pStyle w:val="Zkladntext"/>
        <w:numPr>
          <w:ilvl w:val="0"/>
          <w:numId w:val="44"/>
        </w:numPr>
      </w:pPr>
      <w:r>
        <w:t xml:space="preserve">Výpis </w:t>
      </w:r>
      <w:r w:rsidR="00DF2DA1">
        <w:t xml:space="preserve">z </w:t>
      </w:r>
      <w:r>
        <w:t>katastru nemovitostí</w:t>
      </w:r>
    </w:p>
    <w:p w14:paraId="77CE200E" w14:textId="4F4A3D62" w:rsidR="003220CF" w:rsidRDefault="00FA65DE" w:rsidP="003220CF">
      <w:pPr>
        <w:pStyle w:val="Zkladntext"/>
        <w:numPr>
          <w:ilvl w:val="0"/>
          <w:numId w:val="44"/>
        </w:numPr>
      </w:pPr>
      <w:r>
        <w:t>Proh</w:t>
      </w:r>
      <w:r w:rsidR="00D220E9">
        <w:t>l</w:t>
      </w:r>
      <w:r>
        <w:t>ídka na místě stavby</w:t>
      </w:r>
    </w:p>
    <w:p w14:paraId="4B52E477" w14:textId="421A3C47" w:rsidR="00C6755B" w:rsidRDefault="00C6755B" w:rsidP="003220CF">
      <w:pPr>
        <w:pStyle w:val="Zkladntext"/>
        <w:numPr>
          <w:ilvl w:val="0"/>
          <w:numId w:val="44"/>
        </w:numPr>
      </w:pPr>
      <w:r>
        <w:t xml:space="preserve">Technická specifikace technologie </w:t>
      </w:r>
      <w:r w:rsidR="009744D9">
        <w:t>investora (minimální požadavky)</w:t>
      </w:r>
    </w:p>
    <w:p w14:paraId="03874AAF" w14:textId="7CA31B22" w:rsidR="00C81373" w:rsidRDefault="00C81373" w:rsidP="003220CF">
      <w:pPr>
        <w:pStyle w:val="Zkladntext"/>
        <w:numPr>
          <w:ilvl w:val="0"/>
          <w:numId w:val="44"/>
        </w:numPr>
      </w:pPr>
      <w:r>
        <w:t>Stavební výkresy objektu</w:t>
      </w:r>
    </w:p>
    <w:p w14:paraId="0CA7977A" w14:textId="0BC013DB" w:rsidR="00F50B56" w:rsidRPr="000B0386" w:rsidRDefault="009B3E03" w:rsidP="00F50B56">
      <w:pPr>
        <w:pStyle w:val="Zkladntext"/>
        <w:numPr>
          <w:ilvl w:val="0"/>
          <w:numId w:val="44"/>
        </w:numPr>
      </w:pPr>
      <w:r>
        <w:t>Smlouva o připojení výrobny k distribuční soustavě</w:t>
      </w:r>
      <w:r w:rsidR="000D0421">
        <w:t xml:space="preserve"> z napěťové hladiny nízkého napětí č.</w:t>
      </w:r>
      <w:r w:rsidR="00C70769" w:rsidRPr="00C70769">
        <w:t>9002101099</w:t>
      </w:r>
    </w:p>
    <w:sectPr w:rsidR="00F50B56" w:rsidRPr="000B0386" w:rsidSect="00DC68F2">
      <w:headerReference w:type="default" r:id="rId11"/>
      <w:footerReference w:type="default" r:id="rId12"/>
      <w:headerReference w:type="first" r:id="rId13"/>
      <w:footerReference w:type="first" r:id="rId14"/>
      <w:footnotePr>
        <w:numFmt w:val="chicago"/>
        <w:numRestart w:val="eachPage"/>
      </w:footnotePr>
      <w:endnotePr>
        <w:numFmt w:val="decimal"/>
      </w:endnotePr>
      <w:pgSz w:w="11907" w:h="16840" w:code="9"/>
      <w:pgMar w:top="1230" w:right="851" w:bottom="1418" w:left="851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4904F" w14:textId="77777777" w:rsidR="00DC68F2" w:rsidRDefault="00DC68F2">
      <w:r>
        <w:separator/>
      </w:r>
    </w:p>
    <w:p w14:paraId="5BD0FC91" w14:textId="77777777" w:rsidR="00DC68F2" w:rsidRDefault="00DC68F2"/>
  </w:endnote>
  <w:endnote w:type="continuationSeparator" w:id="0">
    <w:p w14:paraId="7EB5EF04" w14:textId="77777777" w:rsidR="00DC68F2" w:rsidRDefault="00DC68F2">
      <w:r>
        <w:continuationSeparator/>
      </w:r>
    </w:p>
    <w:p w14:paraId="249F738D" w14:textId="77777777" w:rsidR="00DC68F2" w:rsidRDefault="00DC68F2"/>
  </w:endnote>
  <w:endnote w:type="continuationNotice" w:id="1">
    <w:p w14:paraId="44E1D297" w14:textId="77777777" w:rsidR="00DC68F2" w:rsidRDefault="00DC68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96417686"/>
      <w:docPartObj>
        <w:docPartGallery w:val="Page Numbers (Bottom of Page)"/>
        <w:docPartUnique/>
      </w:docPartObj>
    </w:sdtPr>
    <w:sdtContent>
      <w:p w14:paraId="7DFD372D" w14:textId="52FF6A5A" w:rsidR="005D5A62" w:rsidRDefault="005D5A62" w:rsidP="005D5A62">
        <w:pPr>
          <w:ind w:firstLine="0"/>
          <w:jc w:val="left"/>
          <w:rPr>
            <w:rFonts w:cs="Arial"/>
            <w:sz w:val="13"/>
            <w:szCs w:val="13"/>
          </w:rPr>
        </w:pPr>
        <w:r w:rsidRPr="001A4E51">
          <w:rPr>
            <w:noProof/>
            <w:sz w:val="10"/>
            <w:szCs w:val="10"/>
          </w:rPr>
          <w:drawing>
            <wp:anchor distT="0" distB="0" distL="114300" distR="114300" simplePos="0" relativeHeight="251660800" behindDoc="1" locked="0" layoutInCell="1" allowOverlap="1" wp14:anchorId="541FEFC4" wp14:editId="683E1C73">
              <wp:simplePos x="0" y="0"/>
              <wp:positionH relativeFrom="margin">
                <wp:align>left</wp:align>
              </wp:positionH>
              <wp:positionV relativeFrom="paragraph">
                <wp:posOffset>13335</wp:posOffset>
              </wp:positionV>
              <wp:extent cx="4886325" cy="266700"/>
              <wp:effectExtent l="0" t="0" r="0" b="0"/>
              <wp:wrapTight wrapText="bothSides">
                <wp:wrapPolygon edited="0">
                  <wp:start x="7158" y="0"/>
                  <wp:lineTo x="0" y="0"/>
                  <wp:lineTo x="0" y="20057"/>
                  <wp:lineTo x="20884" y="20057"/>
                  <wp:lineTo x="21474" y="18514"/>
                  <wp:lineTo x="21137" y="0"/>
                  <wp:lineTo x="13979" y="0"/>
                  <wp:lineTo x="7158" y="0"/>
                </wp:wrapPolygon>
              </wp:wrapTight>
              <wp:docPr id="10" name="obrázek 12" descr="fragment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" descr="fragment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15395" t="23618" r="28001" b="7087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886325" cy="2667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  <w:sz w:val="18"/>
          </w:rPr>
          <mc:AlternateContent>
            <mc:Choice Requires="wps">
              <w:drawing>
                <wp:anchor distT="0" distB="0" distL="114300" distR="114300" simplePos="0" relativeHeight="251659776" behindDoc="0" locked="0" layoutInCell="1" allowOverlap="1" wp14:anchorId="31D65759" wp14:editId="06E1B692">
                  <wp:simplePos x="0" y="0"/>
                  <wp:positionH relativeFrom="column">
                    <wp:posOffset>6014720</wp:posOffset>
                  </wp:positionH>
                  <wp:positionV relativeFrom="paragraph">
                    <wp:posOffset>10080625</wp:posOffset>
                  </wp:positionV>
                  <wp:extent cx="1328420" cy="396240"/>
                  <wp:effectExtent l="0" t="0" r="0" b="0"/>
                  <wp:wrapNone/>
                  <wp:docPr id="115" name="Text Box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28420" cy="396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FF9DC9" w14:textId="77777777" w:rsidR="005D5A62" w:rsidRPr="00E77197" w:rsidRDefault="005D5A62" w:rsidP="005D5A62">
                              <w:pPr>
                                <w:rPr>
                                  <w:rFonts w:cs="Arial"/>
                                  <w:sz w:val="4"/>
                                  <w:szCs w:val="4"/>
                                </w:rPr>
                              </w:pPr>
                            </w:p>
                            <w:p w14:paraId="2B5501DC" w14:textId="77777777" w:rsidR="005D5A62" w:rsidRPr="00400F00" w:rsidRDefault="005D5A62" w:rsidP="005D5A62">
                              <w:pPr>
                                <w:rPr>
                                  <w:rFonts w:cs="Arial"/>
                                  <w:sz w:val="13"/>
                                  <w:szCs w:val="13"/>
                                </w:rPr>
                              </w:pPr>
                              <w:r w:rsidRPr="00400F00">
                                <w:rPr>
                                  <w:rFonts w:cs="Arial"/>
                                  <w:sz w:val="13"/>
                                  <w:szCs w:val="13"/>
                                </w:rPr>
                                <w:t xml:space="preserve">MAGUS </w:t>
                              </w:r>
                              <w:r>
                                <w:rPr>
                                  <w:rFonts w:cs="Arial"/>
                                  <w:sz w:val="13"/>
                                  <w:szCs w:val="13"/>
                                </w:rPr>
                                <w:t>ENERGO s.r.o.</w:t>
                              </w:r>
                            </w:p>
                            <w:p w14:paraId="77352697" w14:textId="77777777" w:rsidR="005D5A62" w:rsidRPr="00400F00" w:rsidRDefault="005D5A62" w:rsidP="005D5A62">
                              <w:pPr>
                                <w:rPr>
                                  <w:rFonts w:cs="Arial"/>
                                  <w:sz w:val="12"/>
                                </w:rPr>
                              </w:pPr>
                              <w:r w:rsidRPr="00400F00">
                                <w:rPr>
                                  <w:rFonts w:cs="Arial"/>
                                  <w:sz w:val="12"/>
                                </w:rPr>
                                <w:t>Pohankova 8, 628 00 Brno</w:t>
                              </w:r>
                            </w:p>
                            <w:p w14:paraId="4D166E9C" w14:textId="77777777" w:rsidR="005D5A62" w:rsidRPr="00400F00" w:rsidRDefault="005D5A62" w:rsidP="005D5A62">
                              <w:pPr>
                                <w:rPr>
                                  <w:rFonts w:cs="Arial"/>
                                  <w:sz w:val="12"/>
                                </w:rPr>
                              </w:pPr>
                              <w:r w:rsidRPr="00400F00">
                                <w:rPr>
                                  <w:rFonts w:cs="Arial"/>
                                  <w:sz w:val="12"/>
                                </w:rPr>
                                <w:t>Česká republika</w:t>
                              </w:r>
                            </w:p>
                            <w:p w14:paraId="709E24F8" w14:textId="77777777" w:rsidR="005D5A62" w:rsidRPr="00400F00" w:rsidRDefault="005D5A62" w:rsidP="005D5A62">
                              <w:pPr>
                                <w:rPr>
                                  <w:rFonts w:cs="Arial"/>
                                  <w:sz w:val="12"/>
                                </w:rPr>
                              </w:pPr>
                              <w:r w:rsidRPr="00400F00">
                                <w:rPr>
                                  <w:rFonts w:cs="Arial"/>
                                  <w:sz w:val="12"/>
                                </w:rPr>
                                <w:t>www.magus.cz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31D65759"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6" type="#_x0000_t202" style="position:absolute;margin-left:473.6pt;margin-top:793.75pt;width:104.6pt;height:31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" stroked="f">
                  <v:textbox inset="0,0,0,0">
                    <w:txbxContent>
                      <w:p w14:paraId="2AFF9DC9" w14:textId="77777777" w:rsidR="005D5A62" w:rsidRPr="00E77197" w:rsidRDefault="005D5A62" w:rsidP="005D5A62">
                        <w:pPr>
                          <w:rPr>
                            <w:rFonts w:cs="Arial"/>
                            <w:sz w:val="4"/>
                            <w:szCs w:val="4"/>
                          </w:rPr>
                        </w:pPr>
                      </w:p>
                      <w:p w14:paraId="2B5501DC" w14:textId="77777777" w:rsidR="005D5A62" w:rsidRPr="00400F00" w:rsidRDefault="005D5A62" w:rsidP="005D5A62">
                        <w:pPr>
                          <w:rPr>
                            <w:rFonts w:cs="Arial"/>
                            <w:sz w:val="13"/>
                            <w:szCs w:val="13"/>
                          </w:rPr>
                        </w:pPr>
                        <w:r w:rsidRPr="00400F00">
                          <w:rPr>
                            <w:rFonts w:cs="Arial"/>
                            <w:sz w:val="13"/>
                            <w:szCs w:val="13"/>
                          </w:rPr>
                          <w:t xml:space="preserve">MAGUS </w:t>
                        </w:r>
                        <w:r>
                          <w:rPr>
                            <w:rFonts w:cs="Arial"/>
                            <w:sz w:val="13"/>
                            <w:szCs w:val="13"/>
                          </w:rPr>
                          <w:t>ENERGO s.r.o.</w:t>
                        </w:r>
                      </w:p>
                      <w:p w14:paraId="77352697" w14:textId="77777777" w:rsidR="005D5A62" w:rsidRPr="00400F00" w:rsidRDefault="005D5A62" w:rsidP="005D5A62">
                        <w:pPr>
                          <w:rPr>
                            <w:rFonts w:cs="Arial"/>
                            <w:sz w:val="12"/>
                          </w:rPr>
                        </w:pPr>
                        <w:r w:rsidRPr="00400F00">
                          <w:rPr>
                            <w:rFonts w:cs="Arial"/>
                            <w:sz w:val="12"/>
                          </w:rPr>
                          <w:t>Pohankova 8, 628 00 Brno</w:t>
                        </w:r>
                      </w:p>
                      <w:p w14:paraId="4D166E9C" w14:textId="77777777" w:rsidR="005D5A62" w:rsidRPr="00400F00" w:rsidRDefault="005D5A62" w:rsidP="005D5A62">
                        <w:pPr>
                          <w:rPr>
                            <w:rFonts w:cs="Arial"/>
                            <w:sz w:val="12"/>
                          </w:rPr>
                        </w:pPr>
                        <w:r w:rsidRPr="00400F00">
                          <w:rPr>
                            <w:rFonts w:cs="Arial"/>
                            <w:sz w:val="12"/>
                          </w:rPr>
                          <w:t>Česká republika</w:t>
                        </w:r>
                      </w:p>
                      <w:p w14:paraId="709E24F8" w14:textId="77777777" w:rsidR="005D5A62" w:rsidRPr="00400F00" w:rsidRDefault="005D5A62" w:rsidP="005D5A62">
                        <w:pPr>
                          <w:rPr>
                            <w:rFonts w:cs="Arial"/>
                            <w:sz w:val="12"/>
                          </w:rPr>
                        </w:pPr>
                        <w:r w:rsidRPr="00400F00">
                          <w:rPr>
                            <w:rFonts w:cs="Arial"/>
                            <w:sz w:val="12"/>
                          </w:rPr>
                          <w:t>www.magus.cz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cs="Arial"/>
            <w:sz w:val="13"/>
            <w:szCs w:val="13"/>
          </w:rPr>
          <w:t xml:space="preserve">  MAGUS INTERNATIONAL, a.s. </w:t>
        </w:r>
        <w:r w:rsidR="000D70B0">
          <w:rPr>
            <w:rFonts w:cs="Arial"/>
            <w:sz w:val="13"/>
            <w:szCs w:val="13"/>
          </w:rPr>
          <w:t>Zvonařka 92/5</w:t>
        </w:r>
        <w:r>
          <w:rPr>
            <w:rFonts w:cs="Arial"/>
            <w:sz w:val="13"/>
            <w:szCs w:val="13"/>
          </w:rPr>
          <w:t>, 6</w:t>
        </w:r>
        <w:r w:rsidR="000D70B0">
          <w:rPr>
            <w:rFonts w:cs="Arial"/>
            <w:sz w:val="13"/>
            <w:szCs w:val="13"/>
          </w:rPr>
          <w:t>02</w:t>
        </w:r>
        <w:r>
          <w:rPr>
            <w:rFonts w:cs="Arial"/>
            <w:sz w:val="13"/>
            <w:szCs w:val="13"/>
          </w:rPr>
          <w:t xml:space="preserve"> 00 Brno</w:t>
        </w:r>
        <w:r>
          <w:rPr>
            <w:rFonts w:cs="Arial"/>
            <w:sz w:val="13"/>
            <w:szCs w:val="13"/>
          </w:rPr>
          <w:tab/>
          <w:t xml:space="preserve"> </w:t>
        </w:r>
      </w:p>
      <w:p w14:paraId="763AA790" w14:textId="77777777" w:rsidR="005D5A62" w:rsidRPr="004C6B18" w:rsidRDefault="005D5A62" w:rsidP="005D5A62">
        <w:pPr>
          <w:ind w:firstLine="0"/>
          <w:jc w:val="left"/>
          <w:rPr>
            <w:rFonts w:cs="Arial"/>
            <w:sz w:val="13"/>
            <w:szCs w:val="13"/>
          </w:rPr>
        </w:pPr>
        <w:r>
          <w:rPr>
            <w:rFonts w:cs="Arial"/>
            <w:sz w:val="13"/>
            <w:szCs w:val="13"/>
          </w:rPr>
          <w:t>www.magus.cz</w:t>
        </w:r>
      </w:p>
      <w:p w14:paraId="0845F56C" w14:textId="433B4702" w:rsidR="008E5445" w:rsidRDefault="005D5A62" w:rsidP="005D5A6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k-SK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D4E8A" w14:textId="77777777" w:rsidR="008E5445" w:rsidRPr="0025760E" w:rsidRDefault="008E5445" w:rsidP="001F7964">
    <w:pPr>
      <w:pStyle w:val="Zpat"/>
      <w:pBdr>
        <w:top w:val="single" w:sz="4" w:space="1" w:color="auto"/>
      </w:pBdr>
      <w:tabs>
        <w:tab w:val="clear" w:pos="8640"/>
        <w:tab w:val="left" w:pos="2400"/>
        <w:tab w:val="center" w:pos="10348"/>
        <w:tab w:val="right" w:pos="10915"/>
      </w:tabs>
      <w:spacing w:before="0"/>
      <w:contextualSpacing/>
      <w:rPr>
        <w:rFonts w:cs="Arial"/>
        <w:sz w:val="16"/>
        <w:szCs w:val="16"/>
      </w:rPr>
    </w:pPr>
    <w:r>
      <w:rPr>
        <w:rFonts w:cs="Arial"/>
        <w:sz w:val="16"/>
      </w:rPr>
      <w:t>IF-75-02</w:t>
    </w:r>
    <w:r>
      <w:rPr>
        <w:rFonts w:cs="Arial"/>
        <w:sz w:val="16"/>
      </w:rPr>
      <w:tab/>
    </w:r>
    <w:r>
      <w:rPr>
        <w:rFonts w:cs="Arial"/>
        <w:sz w:val="16"/>
      </w:rPr>
      <w:tab/>
    </w:r>
    <w:r>
      <w:rPr>
        <w:rFonts w:cs="Arial"/>
        <w:sz w:val="16"/>
      </w:rPr>
      <w:tab/>
      <w:t xml:space="preserve"> Zakázka:Z014009 </w:t>
    </w:r>
  </w:p>
  <w:p w14:paraId="0D2D4E8B" w14:textId="77777777" w:rsidR="008E5445" w:rsidRPr="00FB3E1F" w:rsidRDefault="008E5445" w:rsidP="00FB3E1F">
    <w:pPr>
      <w:pStyle w:val="Zpat"/>
      <w:spacing w:before="0"/>
      <w:rPr>
        <w:szCs w:val="16"/>
      </w:rPr>
    </w:pPr>
    <w:r>
      <w:rPr>
        <w:noProof/>
        <w:szCs w:val="16"/>
      </w:rPr>
      <w:drawing>
        <wp:anchor distT="0" distB="0" distL="0" distR="0" simplePos="0" relativeHeight="251657728" behindDoc="0" locked="0" layoutInCell="1" allowOverlap="1" wp14:anchorId="0D2D4E93" wp14:editId="2B91F1E0">
          <wp:simplePos x="0" y="0"/>
          <wp:positionH relativeFrom="column">
            <wp:posOffset>-45720</wp:posOffset>
          </wp:positionH>
          <wp:positionV relativeFrom="paragraph">
            <wp:posOffset>72390</wp:posOffset>
          </wp:positionV>
          <wp:extent cx="7067550" cy="438150"/>
          <wp:effectExtent l="0" t="0" r="0" b="0"/>
          <wp:wrapTopAndBottom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7550" cy="4381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5A9D5" w14:textId="77777777" w:rsidR="00DC68F2" w:rsidRDefault="00DC68F2">
      <w:r>
        <w:separator/>
      </w:r>
    </w:p>
    <w:p w14:paraId="1F412CD8" w14:textId="77777777" w:rsidR="00DC68F2" w:rsidRDefault="00DC68F2"/>
  </w:footnote>
  <w:footnote w:type="continuationSeparator" w:id="0">
    <w:p w14:paraId="27928505" w14:textId="77777777" w:rsidR="00DC68F2" w:rsidRDefault="00DC68F2">
      <w:r>
        <w:continuationSeparator/>
      </w:r>
    </w:p>
    <w:p w14:paraId="3B05C5CB" w14:textId="77777777" w:rsidR="00DC68F2" w:rsidRDefault="00DC68F2"/>
  </w:footnote>
  <w:footnote w:type="continuationNotice" w:id="1">
    <w:p w14:paraId="77BC5092" w14:textId="77777777" w:rsidR="00DC68F2" w:rsidRDefault="00DC68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C1CD1" w14:textId="44BAAB85" w:rsidR="008E5445" w:rsidRDefault="008E5445" w:rsidP="00E93F6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szCs w:val="14"/>
      </w:rPr>
    </w:pPr>
    <w:r>
      <w:rPr>
        <w:rFonts w:cs="Arial"/>
        <w:b/>
        <w:noProof/>
      </w:rPr>
      <w:drawing>
        <wp:anchor distT="0" distB="0" distL="0" distR="0" simplePos="0" relativeHeight="251656704" behindDoc="0" locked="0" layoutInCell="1" allowOverlap="1" wp14:anchorId="61F215B1" wp14:editId="7C37089E">
          <wp:simplePos x="0" y="0"/>
          <wp:positionH relativeFrom="column">
            <wp:posOffset>5588758</wp:posOffset>
          </wp:positionH>
          <wp:positionV relativeFrom="paragraph">
            <wp:posOffset>-41275</wp:posOffset>
          </wp:positionV>
          <wp:extent cx="890270" cy="447675"/>
          <wp:effectExtent l="19050" t="0" r="5080" b="0"/>
          <wp:wrapTopAndBottom/>
          <wp:docPr id="8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4476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rFonts w:cs="Arial"/>
        <w:b/>
        <w:noProof/>
      </w:rPr>
      <w:drawing>
        <wp:anchor distT="0" distB="0" distL="0" distR="0" simplePos="0" relativeHeight="251655680" behindDoc="0" locked="0" layoutInCell="1" allowOverlap="1" wp14:anchorId="105F045C" wp14:editId="66529E37">
          <wp:simplePos x="0" y="0"/>
          <wp:positionH relativeFrom="margin">
            <wp:posOffset>2374711</wp:posOffset>
          </wp:positionH>
          <wp:positionV relativeFrom="paragraph">
            <wp:posOffset>62789</wp:posOffset>
          </wp:positionV>
          <wp:extent cx="1373505" cy="279400"/>
          <wp:effectExtent l="19050" t="0" r="0" b="0"/>
          <wp:wrapTopAndBottom/>
          <wp:docPr id="9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3505" cy="27940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14:paraId="0D2D4E83" w14:textId="25E76583" w:rsidR="008E5445" w:rsidRPr="003A7AE2" w:rsidRDefault="008E5445" w:rsidP="00E93F6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b/>
      </w:rPr>
    </w:pPr>
  </w:p>
  <w:p w14:paraId="0D2D4E84" w14:textId="00DD4C09" w:rsidR="008E5445" w:rsidRPr="00FB3E1F" w:rsidRDefault="008E5445" w:rsidP="00FB3E1F">
    <w:pPr>
      <w:pStyle w:val="Adresaodesilatele"/>
      <w:framePr w:w="0" w:hRule="auto" w:wrap="auto" w:vAnchor="margin" w:hAnchor="text" w:xAlign="left" w:yAlign="inline"/>
      <w:spacing w:line="240" w:lineRule="auto"/>
      <w:contextualSpacing/>
      <w:rPr>
        <w:rFonts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D4E89" w14:textId="77777777" w:rsidR="008E5445" w:rsidRPr="003A7AE2" w:rsidRDefault="008E5445" w:rsidP="003A7AE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8063BA"/>
    <w:multiLevelType w:val="hybridMultilevel"/>
    <w:tmpl w:val="49941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B7543"/>
    <w:multiLevelType w:val="hybridMultilevel"/>
    <w:tmpl w:val="D39ED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C713E"/>
    <w:multiLevelType w:val="hybridMultilevel"/>
    <w:tmpl w:val="4EF2E88E"/>
    <w:lvl w:ilvl="0" w:tplc="6E0A16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F95E32"/>
    <w:multiLevelType w:val="hybridMultilevel"/>
    <w:tmpl w:val="950EB50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201CB4"/>
    <w:multiLevelType w:val="hybridMultilevel"/>
    <w:tmpl w:val="128E45F6"/>
    <w:lvl w:ilvl="0" w:tplc="1348005C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21B46E0"/>
    <w:multiLevelType w:val="hybridMultilevel"/>
    <w:tmpl w:val="E7DA4FC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661FE8">
      <w:start w:val="4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Arial" w:eastAsia="Times New Roman" w:hAnsi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51F6977"/>
    <w:multiLevelType w:val="hybridMultilevel"/>
    <w:tmpl w:val="E272E09E"/>
    <w:lvl w:ilvl="0" w:tplc="B4CEF9EA">
      <w:start w:val="1"/>
      <w:numFmt w:val="decimal"/>
      <w:pStyle w:val="Styl1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5ED5BBC"/>
    <w:multiLevelType w:val="multilevel"/>
    <w:tmpl w:val="B446545E"/>
    <w:lvl w:ilvl="0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lvlText w:val="B.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9" w15:restartNumberingAfterBreak="0">
    <w:nsid w:val="1B6A6343"/>
    <w:multiLevelType w:val="hybridMultilevel"/>
    <w:tmpl w:val="ACC0C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FA11454"/>
    <w:multiLevelType w:val="hybridMultilevel"/>
    <w:tmpl w:val="07441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405C8E"/>
    <w:multiLevelType w:val="hybridMultilevel"/>
    <w:tmpl w:val="DCA08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AF208F"/>
    <w:multiLevelType w:val="hybridMultilevel"/>
    <w:tmpl w:val="651A35FA"/>
    <w:lvl w:ilvl="0" w:tplc="6E0A16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635F9"/>
    <w:multiLevelType w:val="hybridMultilevel"/>
    <w:tmpl w:val="0DCC9C7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3600642E"/>
    <w:multiLevelType w:val="hybridMultilevel"/>
    <w:tmpl w:val="950EB50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F91737"/>
    <w:multiLevelType w:val="hybridMultilevel"/>
    <w:tmpl w:val="899A729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661FE8">
      <w:start w:val="4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Arial" w:eastAsia="Times New Roman" w:hAnsi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9BC21FB"/>
    <w:multiLevelType w:val="hybridMultilevel"/>
    <w:tmpl w:val="85B8844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B9A45E0"/>
    <w:multiLevelType w:val="multilevel"/>
    <w:tmpl w:val="0206F284"/>
    <w:lvl w:ilvl="0">
      <w:start w:val="1"/>
      <w:numFmt w:val="decimal"/>
      <w:lvlText w:val="B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Nadpis2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8" w15:restartNumberingAfterBreak="0">
    <w:nsid w:val="42FF6271"/>
    <w:multiLevelType w:val="hybridMultilevel"/>
    <w:tmpl w:val="A470FB84"/>
    <w:lvl w:ilvl="0" w:tplc="7430D1A6">
      <w:start w:val="1"/>
      <w:numFmt w:val="decimal"/>
      <w:lvlText w:val="D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684E9A"/>
    <w:multiLevelType w:val="hybridMultilevel"/>
    <w:tmpl w:val="7FE86B2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BB74041"/>
    <w:multiLevelType w:val="hybridMultilevel"/>
    <w:tmpl w:val="76F87CBC"/>
    <w:lvl w:ilvl="0" w:tplc="A398A31C">
      <w:start w:val="1"/>
      <w:numFmt w:val="decimal"/>
      <w:lvlText w:val="B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7A5E8C"/>
    <w:multiLevelType w:val="hybridMultilevel"/>
    <w:tmpl w:val="DB6414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1444111"/>
    <w:multiLevelType w:val="hybridMultilevel"/>
    <w:tmpl w:val="C068F7B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1943158"/>
    <w:multiLevelType w:val="hybridMultilevel"/>
    <w:tmpl w:val="750A9A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3630B6C"/>
    <w:multiLevelType w:val="hybridMultilevel"/>
    <w:tmpl w:val="C1685CE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C8918A8"/>
    <w:multiLevelType w:val="singleLevel"/>
    <w:tmpl w:val="88046498"/>
    <w:lvl w:ilvl="0">
      <w:start w:val="1"/>
      <w:numFmt w:val="bullet"/>
      <w:pStyle w:val="-odr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BBE034C"/>
    <w:multiLevelType w:val="hybridMultilevel"/>
    <w:tmpl w:val="2DA21044"/>
    <w:lvl w:ilvl="0" w:tplc="D1E84B1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C18691C"/>
    <w:multiLevelType w:val="hybridMultilevel"/>
    <w:tmpl w:val="3286CCD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C9A03DC"/>
    <w:multiLevelType w:val="hybridMultilevel"/>
    <w:tmpl w:val="6B6A41F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E265DDB"/>
    <w:multiLevelType w:val="hybridMultilevel"/>
    <w:tmpl w:val="E7A42D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8928371">
    <w:abstractNumId w:val="17"/>
  </w:num>
  <w:num w:numId="2" w16cid:durableId="1996450195">
    <w:abstractNumId w:val="3"/>
  </w:num>
  <w:num w:numId="3" w16cid:durableId="476150428">
    <w:abstractNumId w:val="12"/>
  </w:num>
  <w:num w:numId="4" w16cid:durableId="2073195187">
    <w:abstractNumId w:val="10"/>
  </w:num>
  <w:num w:numId="5" w16cid:durableId="1481573983">
    <w:abstractNumId w:val="17"/>
  </w:num>
  <w:num w:numId="6" w16cid:durableId="614218040">
    <w:abstractNumId w:val="2"/>
  </w:num>
  <w:num w:numId="7" w16cid:durableId="1014844279">
    <w:abstractNumId w:val="11"/>
  </w:num>
  <w:num w:numId="8" w16cid:durableId="702949924">
    <w:abstractNumId w:val="29"/>
  </w:num>
  <w:num w:numId="9" w16cid:durableId="1144421817">
    <w:abstractNumId w:val="17"/>
  </w:num>
  <w:num w:numId="10" w16cid:durableId="439035350">
    <w:abstractNumId w:val="17"/>
  </w:num>
  <w:num w:numId="11" w16cid:durableId="167017015">
    <w:abstractNumId w:val="17"/>
  </w:num>
  <w:num w:numId="12" w16cid:durableId="92939405">
    <w:abstractNumId w:val="17"/>
  </w:num>
  <w:num w:numId="13" w16cid:durableId="1901940613">
    <w:abstractNumId w:val="17"/>
  </w:num>
  <w:num w:numId="14" w16cid:durableId="2118408611">
    <w:abstractNumId w:val="17"/>
  </w:num>
  <w:num w:numId="15" w16cid:durableId="127282101">
    <w:abstractNumId w:val="17"/>
  </w:num>
  <w:num w:numId="16" w16cid:durableId="1771118633">
    <w:abstractNumId w:val="17"/>
  </w:num>
  <w:num w:numId="17" w16cid:durableId="977491043">
    <w:abstractNumId w:val="17"/>
  </w:num>
  <w:num w:numId="18" w16cid:durableId="174268314">
    <w:abstractNumId w:val="17"/>
  </w:num>
  <w:num w:numId="19" w16cid:durableId="1525747951">
    <w:abstractNumId w:val="17"/>
  </w:num>
  <w:num w:numId="20" w16cid:durableId="182089747">
    <w:abstractNumId w:val="17"/>
  </w:num>
  <w:num w:numId="21" w16cid:durableId="1513031935">
    <w:abstractNumId w:val="17"/>
  </w:num>
  <w:num w:numId="22" w16cid:durableId="317459226">
    <w:abstractNumId w:val="17"/>
  </w:num>
  <w:num w:numId="23" w16cid:durableId="1847163880">
    <w:abstractNumId w:val="20"/>
  </w:num>
  <w:num w:numId="24" w16cid:durableId="1453785568">
    <w:abstractNumId w:val="8"/>
  </w:num>
  <w:num w:numId="25" w16cid:durableId="1116751835">
    <w:abstractNumId w:val="18"/>
  </w:num>
  <w:num w:numId="26" w16cid:durableId="1751345792">
    <w:abstractNumId w:val="17"/>
  </w:num>
  <w:num w:numId="27" w16cid:durableId="1289360111">
    <w:abstractNumId w:val="17"/>
  </w:num>
  <w:num w:numId="28" w16cid:durableId="1829590689">
    <w:abstractNumId w:val="17"/>
  </w:num>
  <w:num w:numId="29" w16cid:durableId="911432634">
    <w:abstractNumId w:val="17"/>
  </w:num>
  <w:num w:numId="30" w16cid:durableId="1956978308">
    <w:abstractNumId w:val="17"/>
  </w:num>
  <w:num w:numId="31" w16cid:durableId="1896354478">
    <w:abstractNumId w:val="26"/>
  </w:num>
  <w:num w:numId="32" w16cid:durableId="697318555">
    <w:abstractNumId w:val="5"/>
  </w:num>
  <w:num w:numId="33" w16cid:durableId="1348680793">
    <w:abstractNumId w:val="25"/>
  </w:num>
  <w:num w:numId="34" w16cid:durableId="527255533">
    <w:abstractNumId w:val="21"/>
  </w:num>
  <w:num w:numId="35" w16cid:durableId="1319456328">
    <w:abstractNumId w:val="6"/>
  </w:num>
  <w:num w:numId="36" w16cid:durableId="1261838929">
    <w:abstractNumId w:val="15"/>
  </w:num>
  <w:num w:numId="37" w16cid:durableId="1446001949">
    <w:abstractNumId w:val="27"/>
  </w:num>
  <w:num w:numId="38" w16cid:durableId="2033264587">
    <w:abstractNumId w:val="16"/>
  </w:num>
  <w:num w:numId="39" w16cid:durableId="1255941972">
    <w:abstractNumId w:val="24"/>
  </w:num>
  <w:num w:numId="40" w16cid:durableId="1372614609">
    <w:abstractNumId w:val="22"/>
  </w:num>
  <w:num w:numId="41" w16cid:durableId="1715353439">
    <w:abstractNumId w:val="7"/>
  </w:num>
  <w:num w:numId="42" w16cid:durableId="668827080">
    <w:abstractNumId w:val="23"/>
  </w:num>
  <w:num w:numId="43" w16cid:durableId="1210533823">
    <w:abstractNumId w:val="1"/>
  </w:num>
  <w:num w:numId="44" w16cid:durableId="1505120660">
    <w:abstractNumId w:val="19"/>
  </w:num>
  <w:num w:numId="45" w16cid:durableId="221907664">
    <w:abstractNumId w:val="4"/>
  </w:num>
  <w:num w:numId="46" w16cid:durableId="1576090764">
    <w:abstractNumId w:val="13"/>
  </w:num>
  <w:num w:numId="47" w16cid:durableId="1018196619">
    <w:abstractNumId w:val="28"/>
  </w:num>
  <w:num w:numId="48" w16cid:durableId="151651937">
    <w:abstractNumId w:val="14"/>
  </w:num>
  <w:num w:numId="49" w16cid:durableId="1343584555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95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 o:allowincell="f" fillcolor="white">
      <v:fill color="white"/>
    </o:shapedefaults>
  </w:hdrShapeDefaults>
  <w:footnotePr>
    <w:numFmt w:val="chicago"/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20"/>
    <w:rsid w:val="00000C8D"/>
    <w:rsid w:val="000023BD"/>
    <w:rsid w:val="000051D3"/>
    <w:rsid w:val="000051EC"/>
    <w:rsid w:val="0000784D"/>
    <w:rsid w:val="000109E9"/>
    <w:rsid w:val="000119FB"/>
    <w:rsid w:val="00011CCE"/>
    <w:rsid w:val="0001243A"/>
    <w:rsid w:val="00013EF2"/>
    <w:rsid w:val="00014037"/>
    <w:rsid w:val="000154CC"/>
    <w:rsid w:val="00015F3B"/>
    <w:rsid w:val="00017F11"/>
    <w:rsid w:val="00023A6D"/>
    <w:rsid w:val="0002412F"/>
    <w:rsid w:val="000264EE"/>
    <w:rsid w:val="000269AC"/>
    <w:rsid w:val="000274C4"/>
    <w:rsid w:val="00027EBA"/>
    <w:rsid w:val="0003076B"/>
    <w:rsid w:val="00031A75"/>
    <w:rsid w:val="00033730"/>
    <w:rsid w:val="00033E7F"/>
    <w:rsid w:val="00034722"/>
    <w:rsid w:val="00035AD5"/>
    <w:rsid w:val="00040820"/>
    <w:rsid w:val="0004273E"/>
    <w:rsid w:val="00042E70"/>
    <w:rsid w:val="0004373A"/>
    <w:rsid w:val="00045630"/>
    <w:rsid w:val="00045C00"/>
    <w:rsid w:val="00045CE5"/>
    <w:rsid w:val="00045EA1"/>
    <w:rsid w:val="0004644A"/>
    <w:rsid w:val="00046CC6"/>
    <w:rsid w:val="000479E5"/>
    <w:rsid w:val="00050A86"/>
    <w:rsid w:val="00051EC3"/>
    <w:rsid w:val="00055A83"/>
    <w:rsid w:val="00060E99"/>
    <w:rsid w:val="00065165"/>
    <w:rsid w:val="00065B62"/>
    <w:rsid w:val="0006670D"/>
    <w:rsid w:val="00072975"/>
    <w:rsid w:val="00072F57"/>
    <w:rsid w:val="00073778"/>
    <w:rsid w:val="000743EB"/>
    <w:rsid w:val="000773FA"/>
    <w:rsid w:val="00081B08"/>
    <w:rsid w:val="00081E7D"/>
    <w:rsid w:val="00084AE5"/>
    <w:rsid w:val="0008753F"/>
    <w:rsid w:val="00087720"/>
    <w:rsid w:val="0008776E"/>
    <w:rsid w:val="00090062"/>
    <w:rsid w:val="00090E90"/>
    <w:rsid w:val="00091B47"/>
    <w:rsid w:val="000926F4"/>
    <w:rsid w:val="00094E7E"/>
    <w:rsid w:val="00095414"/>
    <w:rsid w:val="00095836"/>
    <w:rsid w:val="000A14DD"/>
    <w:rsid w:val="000A25AF"/>
    <w:rsid w:val="000A2A55"/>
    <w:rsid w:val="000A3ECD"/>
    <w:rsid w:val="000A404E"/>
    <w:rsid w:val="000A4826"/>
    <w:rsid w:val="000A5136"/>
    <w:rsid w:val="000A532C"/>
    <w:rsid w:val="000A7662"/>
    <w:rsid w:val="000B0141"/>
    <w:rsid w:val="000B0386"/>
    <w:rsid w:val="000B1989"/>
    <w:rsid w:val="000B1E56"/>
    <w:rsid w:val="000B208F"/>
    <w:rsid w:val="000B4BFC"/>
    <w:rsid w:val="000B6411"/>
    <w:rsid w:val="000C1980"/>
    <w:rsid w:val="000C256E"/>
    <w:rsid w:val="000C2F30"/>
    <w:rsid w:val="000C34A9"/>
    <w:rsid w:val="000C3DDE"/>
    <w:rsid w:val="000C4179"/>
    <w:rsid w:val="000C6771"/>
    <w:rsid w:val="000C7B19"/>
    <w:rsid w:val="000C7D1F"/>
    <w:rsid w:val="000D01D6"/>
    <w:rsid w:val="000D0421"/>
    <w:rsid w:val="000D10C6"/>
    <w:rsid w:val="000D1DD0"/>
    <w:rsid w:val="000D2F2A"/>
    <w:rsid w:val="000D4246"/>
    <w:rsid w:val="000D4C91"/>
    <w:rsid w:val="000D4CC7"/>
    <w:rsid w:val="000D62F7"/>
    <w:rsid w:val="000D70B0"/>
    <w:rsid w:val="000E102A"/>
    <w:rsid w:val="000E2B94"/>
    <w:rsid w:val="000E54D5"/>
    <w:rsid w:val="000E5C1B"/>
    <w:rsid w:val="000E7640"/>
    <w:rsid w:val="000F0485"/>
    <w:rsid w:val="000F115B"/>
    <w:rsid w:val="000F30CA"/>
    <w:rsid w:val="000F38E0"/>
    <w:rsid w:val="000F3A7F"/>
    <w:rsid w:val="000F4079"/>
    <w:rsid w:val="000F4FE3"/>
    <w:rsid w:val="000F641B"/>
    <w:rsid w:val="000F7DDB"/>
    <w:rsid w:val="0010282E"/>
    <w:rsid w:val="001032F0"/>
    <w:rsid w:val="00103378"/>
    <w:rsid w:val="001054B9"/>
    <w:rsid w:val="001055EF"/>
    <w:rsid w:val="001064E9"/>
    <w:rsid w:val="001105B7"/>
    <w:rsid w:val="00112220"/>
    <w:rsid w:val="001140AC"/>
    <w:rsid w:val="00115EAF"/>
    <w:rsid w:val="001164A1"/>
    <w:rsid w:val="00116AEC"/>
    <w:rsid w:val="001170F8"/>
    <w:rsid w:val="00117D28"/>
    <w:rsid w:val="00117DC0"/>
    <w:rsid w:val="00121A83"/>
    <w:rsid w:val="001226AE"/>
    <w:rsid w:val="001247C1"/>
    <w:rsid w:val="00124F90"/>
    <w:rsid w:val="00125197"/>
    <w:rsid w:val="00125AE6"/>
    <w:rsid w:val="00126605"/>
    <w:rsid w:val="00127031"/>
    <w:rsid w:val="00127494"/>
    <w:rsid w:val="00130339"/>
    <w:rsid w:val="00131531"/>
    <w:rsid w:val="001321BA"/>
    <w:rsid w:val="00132FD4"/>
    <w:rsid w:val="00133BB9"/>
    <w:rsid w:val="0013611E"/>
    <w:rsid w:val="00136569"/>
    <w:rsid w:val="001367AA"/>
    <w:rsid w:val="00140590"/>
    <w:rsid w:val="0014141D"/>
    <w:rsid w:val="00141BA2"/>
    <w:rsid w:val="00142F36"/>
    <w:rsid w:val="00145B31"/>
    <w:rsid w:val="00145F86"/>
    <w:rsid w:val="00146E51"/>
    <w:rsid w:val="001471A2"/>
    <w:rsid w:val="001517DE"/>
    <w:rsid w:val="00153C5E"/>
    <w:rsid w:val="00155709"/>
    <w:rsid w:val="00155A40"/>
    <w:rsid w:val="0015632E"/>
    <w:rsid w:val="00160FB9"/>
    <w:rsid w:val="00162591"/>
    <w:rsid w:val="00162AC2"/>
    <w:rsid w:val="00162CDB"/>
    <w:rsid w:val="0016474A"/>
    <w:rsid w:val="0016494B"/>
    <w:rsid w:val="00164EE3"/>
    <w:rsid w:val="0016580D"/>
    <w:rsid w:val="00165C93"/>
    <w:rsid w:val="0016727C"/>
    <w:rsid w:val="00170737"/>
    <w:rsid w:val="00170D03"/>
    <w:rsid w:val="00171025"/>
    <w:rsid w:val="00171569"/>
    <w:rsid w:val="00173646"/>
    <w:rsid w:val="001736E5"/>
    <w:rsid w:val="00174547"/>
    <w:rsid w:val="001747E5"/>
    <w:rsid w:val="00174974"/>
    <w:rsid w:val="00181E48"/>
    <w:rsid w:val="001832CF"/>
    <w:rsid w:val="00183BDE"/>
    <w:rsid w:val="00183C63"/>
    <w:rsid w:val="00186473"/>
    <w:rsid w:val="0018687F"/>
    <w:rsid w:val="001870E0"/>
    <w:rsid w:val="00187A8B"/>
    <w:rsid w:val="00190AA2"/>
    <w:rsid w:val="00192FE8"/>
    <w:rsid w:val="0019388D"/>
    <w:rsid w:val="00193A30"/>
    <w:rsid w:val="00194594"/>
    <w:rsid w:val="00194836"/>
    <w:rsid w:val="00196256"/>
    <w:rsid w:val="00196C4F"/>
    <w:rsid w:val="001975D7"/>
    <w:rsid w:val="001A0FF5"/>
    <w:rsid w:val="001A1C97"/>
    <w:rsid w:val="001A1D8B"/>
    <w:rsid w:val="001A255C"/>
    <w:rsid w:val="001A5189"/>
    <w:rsid w:val="001A57F8"/>
    <w:rsid w:val="001A6894"/>
    <w:rsid w:val="001A6C4E"/>
    <w:rsid w:val="001B0678"/>
    <w:rsid w:val="001B1015"/>
    <w:rsid w:val="001B1575"/>
    <w:rsid w:val="001B2C37"/>
    <w:rsid w:val="001B3414"/>
    <w:rsid w:val="001B3904"/>
    <w:rsid w:val="001B41D0"/>
    <w:rsid w:val="001B4A11"/>
    <w:rsid w:val="001B58C2"/>
    <w:rsid w:val="001B5F62"/>
    <w:rsid w:val="001B7161"/>
    <w:rsid w:val="001C1E9F"/>
    <w:rsid w:val="001C3249"/>
    <w:rsid w:val="001C327B"/>
    <w:rsid w:val="001C4155"/>
    <w:rsid w:val="001C577C"/>
    <w:rsid w:val="001C5BCF"/>
    <w:rsid w:val="001C75C1"/>
    <w:rsid w:val="001C7605"/>
    <w:rsid w:val="001D01F0"/>
    <w:rsid w:val="001D06D2"/>
    <w:rsid w:val="001D207E"/>
    <w:rsid w:val="001D24C0"/>
    <w:rsid w:val="001D2F47"/>
    <w:rsid w:val="001D3E8F"/>
    <w:rsid w:val="001D46DF"/>
    <w:rsid w:val="001D64E8"/>
    <w:rsid w:val="001D731A"/>
    <w:rsid w:val="001D7998"/>
    <w:rsid w:val="001D7AB8"/>
    <w:rsid w:val="001E055E"/>
    <w:rsid w:val="001E11BC"/>
    <w:rsid w:val="001E1509"/>
    <w:rsid w:val="001E2066"/>
    <w:rsid w:val="001E38E8"/>
    <w:rsid w:val="001E3F24"/>
    <w:rsid w:val="001E5B63"/>
    <w:rsid w:val="001E74A9"/>
    <w:rsid w:val="001F1080"/>
    <w:rsid w:val="001F1274"/>
    <w:rsid w:val="001F1CA7"/>
    <w:rsid w:val="001F45D6"/>
    <w:rsid w:val="001F5179"/>
    <w:rsid w:val="001F524A"/>
    <w:rsid w:val="001F66BD"/>
    <w:rsid w:val="001F751B"/>
    <w:rsid w:val="001F7964"/>
    <w:rsid w:val="0020079E"/>
    <w:rsid w:val="00200968"/>
    <w:rsid w:val="00200A4A"/>
    <w:rsid w:val="00202471"/>
    <w:rsid w:val="0020380E"/>
    <w:rsid w:val="00206D67"/>
    <w:rsid w:val="00207C3E"/>
    <w:rsid w:val="002124C9"/>
    <w:rsid w:val="00212613"/>
    <w:rsid w:val="00213075"/>
    <w:rsid w:val="002144B9"/>
    <w:rsid w:val="00216574"/>
    <w:rsid w:val="002171E8"/>
    <w:rsid w:val="002174A5"/>
    <w:rsid w:val="00217E34"/>
    <w:rsid w:val="00221598"/>
    <w:rsid w:val="00221A92"/>
    <w:rsid w:val="002243C1"/>
    <w:rsid w:val="00224594"/>
    <w:rsid w:val="002245CE"/>
    <w:rsid w:val="002246AB"/>
    <w:rsid w:val="002252D3"/>
    <w:rsid w:val="00225B0F"/>
    <w:rsid w:val="00226EF1"/>
    <w:rsid w:val="002306C6"/>
    <w:rsid w:val="00230899"/>
    <w:rsid w:val="002313E9"/>
    <w:rsid w:val="002320D7"/>
    <w:rsid w:val="00232397"/>
    <w:rsid w:val="002331A0"/>
    <w:rsid w:val="00234322"/>
    <w:rsid w:val="00241989"/>
    <w:rsid w:val="00243338"/>
    <w:rsid w:val="0024339A"/>
    <w:rsid w:val="00250DBA"/>
    <w:rsid w:val="002514DF"/>
    <w:rsid w:val="002521B1"/>
    <w:rsid w:val="00254364"/>
    <w:rsid w:val="00255D2B"/>
    <w:rsid w:val="00256AF7"/>
    <w:rsid w:val="002575B0"/>
    <w:rsid w:val="002628D4"/>
    <w:rsid w:val="00264C1F"/>
    <w:rsid w:val="002652A6"/>
    <w:rsid w:val="0026611C"/>
    <w:rsid w:val="00266925"/>
    <w:rsid w:val="00270370"/>
    <w:rsid w:val="0027082A"/>
    <w:rsid w:val="00271182"/>
    <w:rsid w:val="00271359"/>
    <w:rsid w:val="002749D7"/>
    <w:rsid w:val="00275209"/>
    <w:rsid w:val="00276E16"/>
    <w:rsid w:val="0028036C"/>
    <w:rsid w:val="0028061C"/>
    <w:rsid w:val="00280AA9"/>
    <w:rsid w:val="00280CA6"/>
    <w:rsid w:val="002822FD"/>
    <w:rsid w:val="0028357D"/>
    <w:rsid w:val="002841E9"/>
    <w:rsid w:val="0028455B"/>
    <w:rsid w:val="002855EE"/>
    <w:rsid w:val="002857A1"/>
    <w:rsid w:val="00286A64"/>
    <w:rsid w:val="00290666"/>
    <w:rsid w:val="00290C5E"/>
    <w:rsid w:val="00291245"/>
    <w:rsid w:val="002916F3"/>
    <w:rsid w:val="00292FAF"/>
    <w:rsid w:val="00293001"/>
    <w:rsid w:val="00293510"/>
    <w:rsid w:val="00295CA7"/>
    <w:rsid w:val="00297D7A"/>
    <w:rsid w:val="002A0B07"/>
    <w:rsid w:val="002A4229"/>
    <w:rsid w:val="002A4496"/>
    <w:rsid w:val="002A5544"/>
    <w:rsid w:val="002A6758"/>
    <w:rsid w:val="002A79E3"/>
    <w:rsid w:val="002A7AE2"/>
    <w:rsid w:val="002B149A"/>
    <w:rsid w:val="002B44D6"/>
    <w:rsid w:val="002B51A8"/>
    <w:rsid w:val="002B5DA2"/>
    <w:rsid w:val="002B6E9D"/>
    <w:rsid w:val="002B727C"/>
    <w:rsid w:val="002C0BE9"/>
    <w:rsid w:val="002C1167"/>
    <w:rsid w:val="002C3253"/>
    <w:rsid w:val="002C5CED"/>
    <w:rsid w:val="002C70C3"/>
    <w:rsid w:val="002D1505"/>
    <w:rsid w:val="002D17A1"/>
    <w:rsid w:val="002D2442"/>
    <w:rsid w:val="002D265E"/>
    <w:rsid w:val="002D2B1B"/>
    <w:rsid w:val="002D3012"/>
    <w:rsid w:val="002D301D"/>
    <w:rsid w:val="002D31F1"/>
    <w:rsid w:val="002D57A9"/>
    <w:rsid w:val="002D75A4"/>
    <w:rsid w:val="002E1B56"/>
    <w:rsid w:val="002E5D18"/>
    <w:rsid w:val="002E71C2"/>
    <w:rsid w:val="002F2310"/>
    <w:rsid w:val="002F25A0"/>
    <w:rsid w:val="002F277A"/>
    <w:rsid w:val="002F28EA"/>
    <w:rsid w:val="002F30D3"/>
    <w:rsid w:val="002F3672"/>
    <w:rsid w:val="002F42E1"/>
    <w:rsid w:val="002F4671"/>
    <w:rsid w:val="002F5BB9"/>
    <w:rsid w:val="002F6E13"/>
    <w:rsid w:val="00300760"/>
    <w:rsid w:val="00302198"/>
    <w:rsid w:val="00302FF0"/>
    <w:rsid w:val="003040E8"/>
    <w:rsid w:val="00304727"/>
    <w:rsid w:val="00305AEC"/>
    <w:rsid w:val="003069CA"/>
    <w:rsid w:val="00306F32"/>
    <w:rsid w:val="0030715E"/>
    <w:rsid w:val="00314E59"/>
    <w:rsid w:val="00316548"/>
    <w:rsid w:val="00316919"/>
    <w:rsid w:val="00317F84"/>
    <w:rsid w:val="003220CF"/>
    <w:rsid w:val="00322D27"/>
    <w:rsid w:val="0032412E"/>
    <w:rsid w:val="003242DD"/>
    <w:rsid w:val="003244FB"/>
    <w:rsid w:val="00324F40"/>
    <w:rsid w:val="003253E9"/>
    <w:rsid w:val="00330FD2"/>
    <w:rsid w:val="0033204D"/>
    <w:rsid w:val="00333769"/>
    <w:rsid w:val="00334963"/>
    <w:rsid w:val="003409DC"/>
    <w:rsid w:val="00341027"/>
    <w:rsid w:val="003452EA"/>
    <w:rsid w:val="00346880"/>
    <w:rsid w:val="00350BC9"/>
    <w:rsid w:val="00351074"/>
    <w:rsid w:val="003518E0"/>
    <w:rsid w:val="00351FC4"/>
    <w:rsid w:val="0035309E"/>
    <w:rsid w:val="00354C46"/>
    <w:rsid w:val="0035586C"/>
    <w:rsid w:val="00355C0F"/>
    <w:rsid w:val="00356585"/>
    <w:rsid w:val="0035745B"/>
    <w:rsid w:val="00357561"/>
    <w:rsid w:val="00360181"/>
    <w:rsid w:val="003606C5"/>
    <w:rsid w:val="003607B0"/>
    <w:rsid w:val="00361305"/>
    <w:rsid w:val="00361317"/>
    <w:rsid w:val="0036240F"/>
    <w:rsid w:val="003639BE"/>
    <w:rsid w:val="00363A55"/>
    <w:rsid w:val="00365BB5"/>
    <w:rsid w:val="00366338"/>
    <w:rsid w:val="003665EE"/>
    <w:rsid w:val="00366AB6"/>
    <w:rsid w:val="00367106"/>
    <w:rsid w:val="0036778A"/>
    <w:rsid w:val="00370387"/>
    <w:rsid w:val="00370939"/>
    <w:rsid w:val="00371326"/>
    <w:rsid w:val="0037209F"/>
    <w:rsid w:val="00373223"/>
    <w:rsid w:val="00376BBB"/>
    <w:rsid w:val="00380071"/>
    <w:rsid w:val="00380BD7"/>
    <w:rsid w:val="00381ACF"/>
    <w:rsid w:val="00383B6A"/>
    <w:rsid w:val="0038473D"/>
    <w:rsid w:val="00386552"/>
    <w:rsid w:val="00386979"/>
    <w:rsid w:val="003878A8"/>
    <w:rsid w:val="00390C34"/>
    <w:rsid w:val="00390E83"/>
    <w:rsid w:val="00391EC8"/>
    <w:rsid w:val="0039245D"/>
    <w:rsid w:val="0039281F"/>
    <w:rsid w:val="0039338A"/>
    <w:rsid w:val="00394105"/>
    <w:rsid w:val="003955CB"/>
    <w:rsid w:val="00397880"/>
    <w:rsid w:val="00397EBD"/>
    <w:rsid w:val="003A3853"/>
    <w:rsid w:val="003A4F10"/>
    <w:rsid w:val="003A5A53"/>
    <w:rsid w:val="003A63C3"/>
    <w:rsid w:val="003A7751"/>
    <w:rsid w:val="003A7AE2"/>
    <w:rsid w:val="003B0CE2"/>
    <w:rsid w:val="003B1093"/>
    <w:rsid w:val="003B1166"/>
    <w:rsid w:val="003B2AF8"/>
    <w:rsid w:val="003B3BB4"/>
    <w:rsid w:val="003B47DB"/>
    <w:rsid w:val="003B4C52"/>
    <w:rsid w:val="003B504B"/>
    <w:rsid w:val="003B6D1E"/>
    <w:rsid w:val="003C0324"/>
    <w:rsid w:val="003C0694"/>
    <w:rsid w:val="003C0966"/>
    <w:rsid w:val="003C50D5"/>
    <w:rsid w:val="003C5B71"/>
    <w:rsid w:val="003C70A3"/>
    <w:rsid w:val="003C70E2"/>
    <w:rsid w:val="003C7641"/>
    <w:rsid w:val="003D0003"/>
    <w:rsid w:val="003D002F"/>
    <w:rsid w:val="003D2E15"/>
    <w:rsid w:val="003D2E76"/>
    <w:rsid w:val="003D3414"/>
    <w:rsid w:val="003D35B5"/>
    <w:rsid w:val="003D3ADF"/>
    <w:rsid w:val="003D71EC"/>
    <w:rsid w:val="003D79A0"/>
    <w:rsid w:val="003E0A95"/>
    <w:rsid w:val="003E219D"/>
    <w:rsid w:val="003E4B67"/>
    <w:rsid w:val="003E504F"/>
    <w:rsid w:val="003E6176"/>
    <w:rsid w:val="003E7747"/>
    <w:rsid w:val="003F22C0"/>
    <w:rsid w:val="003F2564"/>
    <w:rsid w:val="003F2EAD"/>
    <w:rsid w:val="003F3CAD"/>
    <w:rsid w:val="003F48AF"/>
    <w:rsid w:val="003F5E49"/>
    <w:rsid w:val="003F68E6"/>
    <w:rsid w:val="00400F00"/>
    <w:rsid w:val="00401758"/>
    <w:rsid w:val="00401FA6"/>
    <w:rsid w:val="004039DC"/>
    <w:rsid w:val="0040450B"/>
    <w:rsid w:val="00405258"/>
    <w:rsid w:val="00406BC0"/>
    <w:rsid w:val="0040709E"/>
    <w:rsid w:val="00407226"/>
    <w:rsid w:val="00410502"/>
    <w:rsid w:val="00410CA0"/>
    <w:rsid w:val="004110B1"/>
    <w:rsid w:val="00412EF8"/>
    <w:rsid w:val="004134F3"/>
    <w:rsid w:val="004148CA"/>
    <w:rsid w:val="00414FF4"/>
    <w:rsid w:val="00415EBC"/>
    <w:rsid w:val="004161F8"/>
    <w:rsid w:val="004166CB"/>
    <w:rsid w:val="004177B7"/>
    <w:rsid w:val="0042067A"/>
    <w:rsid w:val="00420DAE"/>
    <w:rsid w:val="00422B7B"/>
    <w:rsid w:val="00423999"/>
    <w:rsid w:val="00423BB7"/>
    <w:rsid w:val="00425419"/>
    <w:rsid w:val="00425C02"/>
    <w:rsid w:val="004263C5"/>
    <w:rsid w:val="00430454"/>
    <w:rsid w:val="00430789"/>
    <w:rsid w:val="004309C6"/>
    <w:rsid w:val="004349FC"/>
    <w:rsid w:val="00440576"/>
    <w:rsid w:val="004405B0"/>
    <w:rsid w:val="004418D5"/>
    <w:rsid w:val="00442ACC"/>
    <w:rsid w:val="00445450"/>
    <w:rsid w:val="00445D21"/>
    <w:rsid w:val="00446360"/>
    <w:rsid w:val="00447251"/>
    <w:rsid w:val="00447442"/>
    <w:rsid w:val="00450371"/>
    <w:rsid w:val="00450E89"/>
    <w:rsid w:val="00451534"/>
    <w:rsid w:val="0045204E"/>
    <w:rsid w:val="00452296"/>
    <w:rsid w:val="00454F9C"/>
    <w:rsid w:val="00457DBA"/>
    <w:rsid w:val="0046006D"/>
    <w:rsid w:val="00460478"/>
    <w:rsid w:val="00462C89"/>
    <w:rsid w:val="00463C03"/>
    <w:rsid w:val="00464C5E"/>
    <w:rsid w:val="00466038"/>
    <w:rsid w:val="00466CF7"/>
    <w:rsid w:val="0047197D"/>
    <w:rsid w:val="00471BC3"/>
    <w:rsid w:val="0047460E"/>
    <w:rsid w:val="0047561C"/>
    <w:rsid w:val="00475A91"/>
    <w:rsid w:val="0047734C"/>
    <w:rsid w:val="00477EF0"/>
    <w:rsid w:val="00481A47"/>
    <w:rsid w:val="00483BAB"/>
    <w:rsid w:val="004847B3"/>
    <w:rsid w:val="00484FE4"/>
    <w:rsid w:val="00485411"/>
    <w:rsid w:val="0048584D"/>
    <w:rsid w:val="004866A7"/>
    <w:rsid w:val="00486F8E"/>
    <w:rsid w:val="00490C66"/>
    <w:rsid w:val="00490ED7"/>
    <w:rsid w:val="004912E6"/>
    <w:rsid w:val="00491721"/>
    <w:rsid w:val="00491EBE"/>
    <w:rsid w:val="00493188"/>
    <w:rsid w:val="00494D83"/>
    <w:rsid w:val="00495766"/>
    <w:rsid w:val="004A0954"/>
    <w:rsid w:val="004A14F9"/>
    <w:rsid w:val="004A19F6"/>
    <w:rsid w:val="004A2B5E"/>
    <w:rsid w:val="004A33BB"/>
    <w:rsid w:val="004A3865"/>
    <w:rsid w:val="004A4657"/>
    <w:rsid w:val="004A5407"/>
    <w:rsid w:val="004A62E3"/>
    <w:rsid w:val="004A6DCA"/>
    <w:rsid w:val="004A7D5E"/>
    <w:rsid w:val="004B2B25"/>
    <w:rsid w:val="004B4838"/>
    <w:rsid w:val="004B5515"/>
    <w:rsid w:val="004B7318"/>
    <w:rsid w:val="004B73F7"/>
    <w:rsid w:val="004B7654"/>
    <w:rsid w:val="004C1074"/>
    <w:rsid w:val="004C18CE"/>
    <w:rsid w:val="004C3CC9"/>
    <w:rsid w:val="004C49A7"/>
    <w:rsid w:val="004C5EAF"/>
    <w:rsid w:val="004C6B18"/>
    <w:rsid w:val="004C792C"/>
    <w:rsid w:val="004C7B0B"/>
    <w:rsid w:val="004D0068"/>
    <w:rsid w:val="004D0B03"/>
    <w:rsid w:val="004D0CA1"/>
    <w:rsid w:val="004D15DD"/>
    <w:rsid w:val="004D1BBF"/>
    <w:rsid w:val="004D310A"/>
    <w:rsid w:val="004D3283"/>
    <w:rsid w:val="004D4241"/>
    <w:rsid w:val="004D46D3"/>
    <w:rsid w:val="004D5B24"/>
    <w:rsid w:val="004D65B1"/>
    <w:rsid w:val="004D78F5"/>
    <w:rsid w:val="004D7C63"/>
    <w:rsid w:val="004E041F"/>
    <w:rsid w:val="004E1543"/>
    <w:rsid w:val="004E25DF"/>
    <w:rsid w:val="004E3953"/>
    <w:rsid w:val="004E3DD8"/>
    <w:rsid w:val="004E44AC"/>
    <w:rsid w:val="004E4841"/>
    <w:rsid w:val="004E4DB1"/>
    <w:rsid w:val="004E5645"/>
    <w:rsid w:val="004E6881"/>
    <w:rsid w:val="004E71CE"/>
    <w:rsid w:val="004F06FE"/>
    <w:rsid w:val="004F10A0"/>
    <w:rsid w:val="004F1BB4"/>
    <w:rsid w:val="004F2EA0"/>
    <w:rsid w:val="004F3860"/>
    <w:rsid w:val="004F3AF1"/>
    <w:rsid w:val="004F4B88"/>
    <w:rsid w:val="004F56C3"/>
    <w:rsid w:val="004F5B4E"/>
    <w:rsid w:val="004F6E6E"/>
    <w:rsid w:val="005000A6"/>
    <w:rsid w:val="005008A1"/>
    <w:rsid w:val="00500C0A"/>
    <w:rsid w:val="005028E2"/>
    <w:rsid w:val="00503CF7"/>
    <w:rsid w:val="00506BDB"/>
    <w:rsid w:val="0051235A"/>
    <w:rsid w:val="0051244F"/>
    <w:rsid w:val="00513F3D"/>
    <w:rsid w:val="005149FB"/>
    <w:rsid w:val="00516A51"/>
    <w:rsid w:val="00516CC1"/>
    <w:rsid w:val="00520296"/>
    <w:rsid w:val="005211EE"/>
    <w:rsid w:val="00521748"/>
    <w:rsid w:val="005226A8"/>
    <w:rsid w:val="00524732"/>
    <w:rsid w:val="005250B3"/>
    <w:rsid w:val="00525AC8"/>
    <w:rsid w:val="005264E6"/>
    <w:rsid w:val="00527984"/>
    <w:rsid w:val="00527A42"/>
    <w:rsid w:val="00530206"/>
    <w:rsid w:val="005317D6"/>
    <w:rsid w:val="0053257D"/>
    <w:rsid w:val="005326FE"/>
    <w:rsid w:val="005330C4"/>
    <w:rsid w:val="0053463D"/>
    <w:rsid w:val="00534894"/>
    <w:rsid w:val="00537783"/>
    <w:rsid w:val="00537D97"/>
    <w:rsid w:val="00541E4C"/>
    <w:rsid w:val="00543786"/>
    <w:rsid w:val="00544DC7"/>
    <w:rsid w:val="0054515A"/>
    <w:rsid w:val="0054519A"/>
    <w:rsid w:val="00547072"/>
    <w:rsid w:val="005471DB"/>
    <w:rsid w:val="00547A68"/>
    <w:rsid w:val="00547A97"/>
    <w:rsid w:val="0055075D"/>
    <w:rsid w:val="0055195A"/>
    <w:rsid w:val="005546D1"/>
    <w:rsid w:val="00555A83"/>
    <w:rsid w:val="0056032E"/>
    <w:rsid w:val="00562275"/>
    <w:rsid w:val="00563238"/>
    <w:rsid w:val="0056571E"/>
    <w:rsid w:val="00565EFC"/>
    <w:rsid w:val="00567727"/>
    <w:rsid w:val="00572F60"/>
    <w:rsid w:val="00573D81"/>
    <w:rsid w:val="005741BE"/>
    <w:rsid w:val="00574B11"/>
    <w:rsid w:val="00575A9C"/>
    <w:rsid w:val="00576267"/>
    <w:rsid w:val="00577031"/>
    <w:rsid w:val="00577B09"/>
    <w:rsid w:val="005811C8"/>
    <w:rsid w:val="0058233D"/>
    <w:rsid w:val="00582785"/>
    <w:rsid w:val="005827B3"/>
    <w:rsid w:val="0058301A"/>
    <w:rsid w:val="00583309"/>
    <w:rsid w:val="005840D8"/>
    <w:rsid w:val="00587107"/>
    <w:rsid w:val="0059034D"/>
    <w:rsid w:val="00591358"/>
    <w:rsid w:val="005934E2"/>
    <w:rsid w:val="00594335"/>
    <w:rsid w:val="00594DC2"/>
    <w:rsid w:val="00596712"/>
    <w:rsid w:val="00596AF5"/>
    <w:rsid w:val="00596C25"/>
    <w:rsid w:val="005A197F"/>
    <w:rsid w:val="005A212F"/>
    <w:rsid w:val="005A23BC"/>
    <w:rsid w:val="005A24B3"/>
    <w:rsid w:val="005A2793"/>
    <w:rsid w:val="005A4651"/>
    <w:rsid w:val="005A6CC5"/>
    <w:rsid w:val="005A7CE6"/>
    <w:rsid w:val="005B10F3"/>
    <w:rsid w:val="005B15FB"/>
    <w:rsid w:val="005B181E"/>
    <w:rsid w:val="005B3602"/>
    <w:rsid w:val="005B4B84"/>
    <w:rsid w:val="005B7805"/>
    <w:rsid w:val="005C1AEA"/>
    <w:rsid w:val="005C22BB"/>
    <w:rsid w:val="005C2952"/>
    <w:rsid w:val="005C2CFB"/>
    <w:rsid w:val="005C2E83"/>
    <w:rsid w:val="005C479F"/>
    <w:rsid w:val="005C497E"/>
    <w:rsid w:val="005C5969"/>
    <w:rsid w:val="005C7EE1"/>
    <w:rsid w:val="005D17E1"/>
    <w:rsid w:val="005D183E"/>
    <w:rsid w:val="005D3735"/>
    <w:rsid w:val="005D3747"/>
    <w:rsid w:val="005D37FE"/>
    <w:rsid w:val="005D452D"/>
    <w:rsid w:val="005D5A62"/>
    <w:rsid w:val="005D6627"/>
    <w:rsid w:val="005D68B8"/>
    <w:rsid w:val="005E2671"/>
    <w:rsid w:val="005E419B"/>
    <w:rsid w:val="005E4D67"/>
    <w:rsid w:val="005E7F9E"/>
    <w:rsid w:val="005F0168"/>
    <w:rsid w:val="005F17A5"/>
    <w:rsid w:val="005F22F1"/>
    <w:rsid w:val="005F33C0"/>
    <w:rsid w:val="005F3D3E"/>
    <w:rsid w:val="005F4B97"/>
    <w:rsid w:val="005F4EA9"/>
    <w:rsid w:val="005F60EC"/>
    <w:rsid w:val="0060097B"/>
    <w:rsid w:val="00600E41"/>
    <w:rsid w:val="006020FB"/>
    <w:rsid w:val="00603ABA"/>
    <w:rsid w:val="00603E8B"/>
    <w:rsid w:val="00604B38"/>
    <w:rsid w:val="006059C0"/>
    <w:rsid w:val="00607E87"/>
    <w:rsid w:val="00612C70"/>
    <w:rsid w:val="00613894"/>
    <w:rsid w:val="00614ADE"/>
    <w:rsid w:val="00615782"/>
    <w:rsid w:val="006167D2"/>
    <w:rsid w:val="00616D22"/>
    <w:rsid w:val="006170EF"/>
    <w:rsid w:val="006174BF"/>
    <w:rsid w:val="006175A5"/>
    <w:rsid w:val="006208B6"/>
    <w:rsid w:val="00623949"/>
    <w:rsid w:val="00623C86"/>
    <w:rsid w:val="006242E7"/>
    <w:rsid w:val="0062562C"/>
    <w:rsid w:val="006261D0"/>
    <w:rsid w:val="006262CF"/>
    <w:rsid w:val="0063094B"/>
    <w:rsid w:val="00631D4D"/>
    <w:rsid w:val="00632F42"/>
    <w:rsid w:val="006342BE"/>
    <w:rsid w:val="00634377"/>
    <w:rsid w:val="00634B74"/>
    <w:rsid w:val="00641508"/>
    <w:rsid w:val="00641D0D"/>
    <w:rsid w:val="0064245D"/>
    <w:rsid w:val="00644C16"/>
    <w:rsid w:val="006457DB"/>
    <w:rsid w:val="00645995"/>
    <w:rsid w:val="0064712F"/>
    <w:rsid w:val="006477FA"/>
    <w:rsid w:val="006504E0"/>
    <w:rsid w:val="006522AC"/>
    <w:rsid w:val="00656652"/>
    <w:rsid w:val="006568C7"/>
    <w:rsid w:val="0065737C"/>
    <w:rsid w:val="00660C19"/>
    <w:rsid w:val="00660FEF"/>
    <w:rsid w:val="006610F2"/>
    <w:rsid w:val="00661F27"/>
    <w:rsid w:val="0066204B"/>
    <w:rsid w:val="00662320"/>
    <w:rsid w:val="00663499"/>
    <w:rsid w:val="0066657C"/>
    <w:rsid w:val="00673882"/>
    <w:rsid w:val="00674F7B"/>
    <w:rsid w:val="00676510"/>
    <w:rsid w:val="00681B17"/>
    <w:rsid w:val="006823A1"/>
    <w:rsid w:val="00682E98"/>
    <w:rsid w:val="00683633"/>
    <w:rsid w:val="0068363F"/>
    <w:rsid w:val="00684B11"/>
    <w:rsid w:val="00686F34"/>
    <w:rsid w:val="00687415"/>
    <w:rsid w:val="006918D0"/>
    <w:rsid w:val="00694F39"/>
    <w:rsid w:val="00695282"/>
    <w:rsid w:val="00695FA1"/>
    <w:rsid w:val="0069658D"/>
    <w:rsid w:val="00696FCA"/>
    <w:rsid w:val="00697B9D"/>
    <w:rsid w:val="006A0C87"/>
    <w:rsid w:val="006A0EE9"/>
    <w:rsid w:val="006A1421"/>
    <w:rsid w:val="006A14FF"/>
    <w:rsid w:val="006A231F"/>
    <w:rsid w:val="006A237D"/>
    <w:rsid w:val="006A3EF9"/>
    <w:rsid w:val="006A4270"/>
    <w:rsid w:val="006A4404"/>
    <w:rsid w:val="006A55D0"/>
    <w:rsid w:val="006A5A92"/>
    <w:rsid w:val="006A5EEC"/>
    <w:rsid w:val="006A67CE"/>
    <w:rsid w:val="006A71A7"/>
    <w:rsid w:val="006A73CB"/>
    <w:rsid w:val="006A7C36"/>
    <w:rsid w:val="006B03CC"/>
    <w:rsid w:val="006B16E0"/>
    <w:rsid w:val="006B25AD"/>
    <w:rsid w:val="006B3EFA"/>
    <w:rsid w:val="006B53D1"/>
    <w:rsid w:val="006B62AE"/>
    <w:rsid w:val="006B777E"/>
    <w:rsid w:val="006C0CDE"/>
    <w:rsid w:val="006C1965"/>
    <w:rsid w:val="006C2CC2"/>
    <w:rsid w:val="006C3E5F"/>
    <w:rsid w:val="006C4D0F"/>
    <w:rsid w:val="006C4F0D"/>
    <w:rsid w:val="006C4F53"/>
    <w:rsid w:val="006C6DEE"/>
    <w:rsid w:val="006D0BE2"/>
    <w:rsid w:val="006D0FDC"/>
    <w:rsid w:val="006D35C7"/>
    <w:rsid w:val="006D381A"/>
    <w:rsid w:val="006D424C"/>
    <w:rsid w:val="006D64B7"/>
    <w:rsid w:val="006D7E40"/>
    <w:rsid w:val="006E0303"/>
    <w:rsid w:val="006E1D35"/>
    <w:rsid w:val="006E2363"/>
    <w:rsid w:val="006E3195"/>
    <w:rsid w:val="006E4B6E"/>
    <w:rsid w:val="006F014B"/>
    <w:rsid w:val="006F04C5"/>
    <w:rsid w:val="006F0CA6"/>
    <w:rsid w:val="006F2538"/>
    <w:rsid w:val="006F2EF2"/>
    <w:rsid w:val="006F5FA5"/>
    <w:rsid w:val="006F6E00"/>
    <w:rsid w:val="007009AD"/>
    <w:rsid w:val="00703070"/>
    <w:rsid w:val="00703114"/>
    <w:rsid w:val="0070542B"/>
    <w:rsid w:val="00705964"/>
    <w:rsid w:val="007118F6"/>
    <w:rsid w:val="00712194"/>
    <w:rsid w:val="007159CC"/>
    <w:rsid w:val="00715B29"/>
    <w:rsid w:val="00716903"/>
    <w:rsid w:val="00716CC4"/>
    <w:rsid w:val="00717F88"/>
    <w:rsid w:val="00721A68"/>
    <w:rsid w:val="00721DB2"/>
    <w:rsid w:val="007240DF"/>
    <w:rsid w:val="00726790"/>
    <w:rsid w:val="00726D63"/>
    <w:rsid w:val="007276FD"/>
    <w:rsid w:val="00730B4A"/>
    <w:rsid w:val="007317F4"/>
    <w:rsid w:val="00731E85"/>
    <w:rsid w:val="0073303F"/>
    <w:rsid w:val="007336A6"/>
    <w:rsid w:val="00733D31"/>
    <w:rsid w:val="0073418D"/>
    <w:rsid w:val="0073689E"/>
    <w:rsid w:val="00740302"/>
    <w:rsid w:val="00740CE9"/>
    <w:rsid w:val="007418C7"/>
    <w:rsid w:val="00741966"/>
    <w:rsid w:val="007419A3"/>
    <w:rsid w:val="00743348"/>
    <w:rsid w:val="00743EDA"/>
    <w:rsid w:val="007440F5"/>
    <w:rsid w:val="007442CA"/>
    <w:rsid w:val="00745096"/>
    <w:rsid w:val="0074653C"/>
    <w:rsid w:val="00746724"/>
    <w:rsid w:val="0074783F"/>
    <w:rsid w:val="00750A17"/>
    <w:rsid w:val="00751B63"/>
    <w:rsid w:val="007521C0"/>
    <w:rsid w:val="00753B43"/>
    <w:rsid w:val="007547F2"/>
    <w:rsid w:val="0075523D"/>
    <w:rsid w:val="00760AC2"/>
    <w:rsid w:val="00761C99"/>
    <w:rsid w:val="00764100"/>
    <w:rsid w:val="00764DA0"/>
    <w:rsid w:val="00765E08"/>
    <w:rsid w:val="00765FA6"/>
    <w:rsid w:val="0076626B"/>
    <w:rsid w:val="00766E06"/>
    <w:rsid w:val="0076773D"/>
    <w:rsid w:val="00767799"/>
    <w:rsid w:val="00767DD3"/>
    <w:rsid w:val="0077019F"/>
    <w:rsid w:val="00770969"/>
    <w:rsid w:val="00773176"/>
    <w:rsid w:val="0077375E"/>
    <w:rsid w:val="00774DB2"/>
    <w:rsid w:val="0077545D"/>
    <w:rsid w:val="00775BAB"/>
    <w:rsid w:val="00780263"/>
    <w:rsid w:val="00780DD3"/>
    <w:rsid w:val="00781220"/>
    <w:rsid w:val="007827EF"/>
    <w:rsid w:val="00783B27"/>
    <w:rsid w:val="00783DFC"/>
    <w:rsid w:val="007877CC"/>
    <w:rsid w:val="00790148"/>
    <w:rsid w:val="00791D3B"/>
    <w:rsid w:val="00794B15"/>
    <w:rsid w:val="007955CD"/>
    <w:rsid w:val="00795613"/>
    <w:rsid w:val="0079770E"/>
    <w:rsid w:val="007A0A37"/>
    <w:rsid w:val="007A336A"/>
    <w:rsid w:val="007B0698"/>
    <w:rsid w:val="007B1CBC"/>
    <w:rsid w:val="007B1DB3"/>
    <w:rsid w:val="007B34A1"/>
    <w:rsid w:val="007B4B96"/>
    <w:rsid w:val="007B547C"/>
    <w:rsid w:val="007B5F1A"/>
    <w:rsid w:val="007B6348"/>
    <w:rsid w:val="007C14D3"/>
    <w:rsid w:val="007C17D3"/>
    <w:rsid w:val="007C1B7E"/>
    <w:rsid w:val="007C4B72"/>
    <w:rsid w:val="007C6430"/>
    <w:rsid w:val="007C7823"/>
    <w:rsid w:val="007D0486"/>
    <w:rsid w:val="007D261D"/>
    <w:rsid w:val="007D4AB5"/>
    <w:rsid w:val="007D4D4F"/>
    <w:rsid w:val="007D558D"/>
    <w:rsid w:val="007D5633"/>
    <w:rsid w:val="007D66E7"/>
    <w:rsid w:val="007D6CBC"/>
    <w:rsid w:val="007D73F9"/>
    <w:rsid w:val="007D773D"/>
    <w:rsid w:val="007D7E82"/>
    <w:rsid w:val="007E058B"/>
    <w:rsid w:val="007E0CD7"/>
    <w:rsid w:val="007E1319"/>
    <w:rsid w:val="007E17EE"/>
    <w:rsid w:val="007E2CA6"/>
    <w:rsid w:val="007E33C5"/>
    <w:rsid w:val="007E4300"/>
    <w:rsid w:val="007E5241"/>
    <w:rsid w:val="007E7459"/>
    <w:rsid w:val="007F03D7"/>
    <w:rsid w:val="007F1B5F"/>
    <w:rsid w:val="007F2274"/>
    <w:rsid w:val="007F2DC4"/>
    <w:rsid w:val="007F409A"/>
    <w:rsid w:val="0080126C"/>
    <w:rsid w:val="008031F2"/>
    <w:rsid w:val="00803F7E"/>
    <w:rsid w:val="00804954"/>
    <w:rsid w:val="00804BB3"/>
    <w:rsid w:val="00805ADA"/>
    <w:rsid w:val="00807324"/>
    <w:rsid w:val="0080739F"/>
    <w:rsid w:val="008074D1"/>
    <w:rsid w:val="008078E5"/>
    <w:rsid w:val="00811FC2"/>
    <w:rsid w:val="008123D0"/>
    <w:rsid w:val="00814228"/>
    <w:rsid w:val="008157A8"/>
    <w:rsid w:val="0081625D"/>
    <w:rsid w:val="0082222D"/>
    <w:rsid w:val="00823326"/>
    <w:rsid w:val="00823BEC"/>
    <w:rsid w:val="008250D3"/>
    <w:rsid w:val="00825E4C"/>
    <w:rsid w:val="00825F63"/>
    <w:rsid w:val="008262EA"/>
    <w:rsid w:val="008269B8"/>
    <w:rsid w:val="00826A63"/>
    <w:rsid w:val="00826DB9"/>
    <w:rsid w:val="00827E55"/>
    <w:rsid w:val="00827F94"/>
    <w:rsid w:val="0083042A"/>
    <w:rsid w:val="00830DA0"/>
    <w:rsid w:val="00831E53"/>
    <w:rsid w:val="00832824"/>
    <w:rsid w:val="00832A73"/>
    <w:rsid w:val="00832CF5"/>
    <w:rsid w:val="00832F77"/>
    <w:rsid w:val="00833498"/>
    <w:rsid w:val="008352D0"/>
    <w:rsid w:val="00835A4F"/>
    <w:rsid w:val="0083681B"/>
    <w:rsid w:val="008407FB"/>
    <w:rsid w:val="0084089B"/>
    <w:rsid w:val="00853AB9"/>
    <w:rsid w:val="00853DD5"/>
    <w:rsid w:val="00857001"/>
    <w:rsid w:val="00857056"/>
    <w:rsid w:val="00860729"/>
    <w:rsid w:val="00860BAE"/>
    <w:rsid w:val="008614B3"/>
    <w:rsid w:val="008634AD"/>
    <w:rsid w:val="0086553A"/>
    <w:rsid w:val="00866F78"/>
    <w:rsid w:val="00867460"/>
    <w:rsid w:val="00873524"/>
    <w:rsid w:val="008746FB"/>
    <w:rsid w:val="00874843"/>
    <w:rsid w:val="008755CB"/>
    <w:rsid w:val="008756CE"/>
    <w:rsid w:val="00877380"/>
    <w:rsid w:val="008774C2"/>
    <w:rsid w:val="008812C8"/>
    <w:rsid w:val="008828A8"/>
    <w:rsid w:val="008833C2"/>
    <w:rsid w:val="00885A5C"/>
    <w:rsid w:val="0089638B"/>
    <w:rsid w:val="00896A0A"/>
    <w:rsid w:val="00897529"/>
    <w:rsid w:val="008A0780"/>
    <w:rsid w:val="008A08D1"/>
    <w:rsid w:val="008A3129"/>
    <w:rsid w:val="008A3A6F"/>
    <w:rsid w:val="008A454D"/>
    <w:rsid w:val="008A5E57"/>
    <w:rsid w:val="008A5F2D"/>
    <w:rsid w:val="008A6201"/>
    <w:rsid w:val="008A7169"/>
    <w:rsid w:val="008B05A0"/>
    <w:rsid w:val="008B103F"/>
    <w:rsid w:val="008B534B"/>
    <w:rsid w:val="008B544D"/>
    <w:rsid w:val="008B6C55"/>
    <w:rsid w:val="008B7C41"/>
    <w:rsid w:val="008C0006"/>
    <w:rsid w:val="008C0C01"/>
    <w:rsid w:val="008C10BB"/>
    <w:rsid w:val="008C1210"/>
    <w:rsid w:val="008C3B94"/>
    <w:rsid w:val="008C3E30"/>
    <w:rsid w:val="008C78C3"/>
    <w:rsid w:val="008D00B4"/>
    <w:rsid w:val="008D0BBA"/>
    <w:rsid w:val="008D36DB"/>
    <w:rsid w:val="008D3F83"/>
    <w:rsid w:val="008D6488"/>
    <w:rsid w:val="008D6F2B"/>
    <w:rsid w:val="008D7346"/>
    <w:rsid w:val="008E29C6"/>
    <w:rsid w:val="008E43CD"/>
    <w:rsid w:val="008E503C"/>
    <w:rsid w:val="008E5445"/>
    <w:rsid w:val="008E5B58"/>
    <w:rsid w:val="008E5F1E"/>
    <w:rsid w:val="008E63A8"/>
    <w:rsid w:val="008F0941"/>
    <w:rsid w:val="008F1D57"/>
    <w:rsid w:val="008F3FFF"/>
    <w:rsid w:val="008F4E89"/>
    <w:rsid w:val="008F5077"/>
    <w:rsid w:val="008F60D8"/>
    <w:rsid w:val="008F656B"/>
    <w:rsid w:val="008F7208"/>
    <w:rsid w:val="008F7821"/>
    <w:rsid w:val="00900031"/>
    <w:rsid w:val="00900770"/>
    <w:rsid w:val="009019A1"/>
    <w:rsid w:val="0090233C"/>
    <w:rsid w:val="00902FAB"/>
    <w:rsid w:val="00903C4C"/>
    <w:rsid w:val="00903EED"/>
    <w:rsid w:val="00904D8E"/>
    <w:rsid w:val="00905680"/>
    <w:rsid w:val="009066BD"/>
    <w:rsid w:val="0091151E"/>
    <w:rsid w:val="00911676"/>
    <w:rsid w:val="00911944"/>
    <w:rsid w:val="00911C61"/>
    <w:rsid w:val="0091383B"/>
    <w:rsid w:val="00916EBC"/>
    <w:rsid w:val="0091742A"/>
    <w:rsid w:val="00921B59"/>
    <w:rsid w:val="009234F1"/>
    <w:rsid w:val="0092353C"/>
    <w:rsid w:val="009258BE"/>
    <w:rsid w:val="009307C4"/>
    <w:rsid w:val="00932F23"/>
    <w:rsid w:val="0093574D"/>
    <w:rsid w:val="00936D28"/>
    <w:rsid w:val="00937518"/>
    <w:rsid w:val="00937B7D"/>
    <w:rsid w:val="009400FF"/>
    <w:rsid w:val="00940700"/>
    <w:rsid w:val="00941049"/>
    <w:rsid w:val="009422C6"/>
    <w:rsid w:val="00942A39"/>
    <w:rsid w:val="009438A6"/>
    <w:rsid w:val="0094471A"/>
    <w:rsid w:val="0094576D"/>
    <w:rsid w:val="00946E0D"/>
    <w:rsid w:val="009548F2"/>
    <w:rsid w:val="00955296"/>
    <w:rsid w:val="00955800"/>
    <w:rsid w:val="00955AC5"/>
    <w:rsid w:val="00955CF7"/>
    <w:rsid w:val="00956C9C"/>
    <w:rsid w:val="00956D18"/>
    <w:rsid w:val="00957858"/>
    <w:rsid w:val="00960793"/>
    <w:rsid w:val="00960ECC"/>
    <w:rsid w:val="009618E9"/>
    <w:rsid w:val="009619FA"/>
    <w:rsid w:val="00961C28"/>
    <w:rsid w:val="00962552"/>
    <w:rsid w:val="00962CE8"/>
    <w:rsid w:val="009640D8"/>
    <w:rsid w:val="00965148"/>
    <w:rsid w:val="00966BFA"/>
    <w:rsid w:val="00966C11"/>
    <w:rsid w:val="009678CE"/>
    <w:rsid w:val="0097007B"/>
    <w:rsid w:val="0097215D"/>
    <w:rsid w:val="00972B58"/>
    <w:rsid w:val="00972F2C"/>
    <w:rsid w:val="009744D9"/>
    <w:rsid w:val="00974CEE"/>
    <w:rsid w:val="00977EE6"/>
    <w:rsid w:val="0098055E"/>
    <w:rsid w:val="00980F99"/>
    <w:rsid w:val="009814B9"/>
    <w:rsid w:val="00981E62"/>
    <w:rsid w:val="00982060"/>
    <w:rsid w:val="00982558"/>
    <w:rsid w:val="00982D2F"/>
    <w:rsid w:val="009832DA"/>
    <w:rsid w:val="00987AE6"/>
    <w:rsid w:val="0099069F"/>
    <w:rsid w:val="009907AB"/>
    <w:rsid w:val="00990A27"/>
    <w:rsid w:val="00990CD6"/>
    <w:rsid w:val="00990D50"/>
    <w:rsid w:val="00991E8D"/>
    <w:rsid w:val="00995589"/>
    <w:rsid w:val="0099597C"/>
    <w:rsid w:val="00996A27"/>
    <w:rsid w:val="009A21A0"/>
    <w:rsid w:val="009A24CE"/>
    <w:rsid w:val="009A258C"/>
    <w:rsid w:val="009A28D5"/>
    <w:rsid w:val="009A2CB5"/>
    <w:rsid w:val="009A4E81"/>
    <w:rsid w:val="009A590A"/>
    <w:rsid w:val="009A5C08"/>
    <w:rsid w:val="009A7F51"/>
    <w:rsid w:val="009B0004"/>
    <w:rsid w:val="009B0F8C"/>
    <w:rsid w:val="009B295E"/>
    <w:rsid w:val="009B3C24"/>
    <w:rsid w:val="009B3E03"/>
    <w:rsid w:val="009B4091"/>
    <w:rsid w:val="009B59AB"/>
    <w:rsid w:val="009B6758"/>
    <w:rsid w:val="009C0AC9"/>
    <w:rsid w:val="009C352B"/>
    <w:rsid w:val="009C3578"/>
    <w:rsid w:val="009C496B"/>
    <w:rsid w:val="009C65C7"/>
    <w:rsid w:val="009C70D4"/>
    <w:rsid w:val="009D0B52"/>
    <w:rsid w:val="009D0B7F"/>
    <w:rsid w:val="009D1B01"/>
    <w:rsid w:val="009D4306"/>
    <w:rsid w:val="009D63DE"/>
    <w:rsid w:val="009D760E"/>
    <w:rsid w:val="009E00B1"/>
    <w:rsid w:val="009E0B6F"/>
    <w:rsid w:val="009E1AC1"/>
    <w:rsid w:val="009E1D46"/>
    <w:rsid w:val="009E1F60"/>
    <w:rsid w:val="009E29E7"/>
    <w:rsid w:val="009E393C"/>
    <w:rsid w:val="009E41B0"/>
    <w:rsid w:val="009E4825"/>
    <w:rsid w:val="009E4F4C"/>
    <w:rsid w:val="009E5396"/>
    <w:rsid w:val="009E5867"/>
    <w:rsid w:val="009E63D9"/>
    <w:rsid w:val="009E6A37"/>
    <w:rsid w:val="009E7A04"/>
    <w:rsid w:val="009E7A0E"/>
    <w:rsid w:val="009F092D"/>
    <w:rsid w:val="009F1724"/>
    <w:rsid w:val="009F1D2D"/>
    <w:rsid w:val="009F2487"/>
    <w:rsid w:val="009F2687"/>
    <w:rsid w:val="009F38D7"/>
    <w:rsid w:val="009F3D7E"/>
    <w:rsid w:val="009F667C"/>
    <w:rsid w:val="009F6878"/>
    <w:rsid w:val="009F779D"/>
    <w:rsid w:val="00A00786"/>
    <w:rsid w:val="00A01213"/>
    <w:rsid w:val="00A019ED"/>
    <w:rsid w:val="00A029A4"/>
    <w:rsid w:val="00A0348F"/>
    <w:rsid w:val="00A03872"/>
    <w:rsid w:val="00A03FFD"/>
    <w:rsid w:val="00A05FF4"/>
    <w:rsid w:val="00A06BEA"/>
    <w:rsid w:val="00A06FC5"/>
    <w:rsid w:val="00A1152D"/>
    <w:rsid w:val="00A12883"/>
    <w:rsid w:val="00A13C17"/>
    <w:rsid w:val="00A13DB4"/>
    <w:rsid w:val="00A13F2C"/>
    <w:rsid w:val="00A140CD"/>
    <w:rsid w:val="00A14C57"/>
    <w:rsid w:val="00A159C1"/>
    <w:rsid w:val="00A163CA"/>
    <w:rsid w:val="00A16C68"/>
    <w:rsid w:val="00A16CFA"/>
    <w:rsid w:val="00A2063C"/>
    <w:rsid w:val="00A20999"/>
    <w:rsid w:val="00A20CCF"/>
    <w:rsid w:val="00A21D28"/>
    <w:rsid w:val="00A24726"/>
    <w:rsid w:val="00A27765"/>
    <w:rsid w:val="00A30ACF"/>
    <w:rsid w:val="00A30F59"/>
    <w:rsid w:val="00A317AF"/>
    <w:rsid w:val="00A320A6"/>
    <w:rsid w:val="00A33337"/>
    <w:rsid w:val="00A334C4"/>
    <w:rsid w:val="00A33E71"/>
    <w:rsid w:val="00A35982"/>
    <w:rsid w:val="00A3743B"/>
    <w:rsid w:val="00A3764F"/>
    <w:rsid w:val="00A3765F"/>
    <w:rsid w:val="00A37FF7"/>
    <w:rsid w:val="00A41129"/>
    <w:rsid w:val="00A41795"/>
    <w:rsid w:val="00A41D1F"/>
    <w:rsid w:val="00A42579"/>
    <w:rsid w:val="00A436FA"/>
    <w:rsid w:val="00A445CE"/>
    <w:rsid w:val="00A45956"/>
    <w:rsid w:val="00A464FE"/>
    <w:rsid w:val="00A47BA9"/>
    <w:rsid w:val="00A50F8B"/>
    <w:rsid w:val="00A53E7C"/>
    <w:rsid w:val="00A5589B"/>
    <w:rsid w:val="00A56953"/>
    <w:rsid w:val="00A57D97"/>
    <w:rsid w:val="00A60B53"/>
    <w:rsid w:val="00A62935"/>
    <w:rsid w:val="00A62E93"/>
    <w:rsid w:val="00A634C3"/>
    <w:rsid w:val="00A64A64"/>
    <w:rsid w:val="00A6504F"/>
    <w:rsid w:val="00A65807"/>
    <w:rsid w:val="00A65B1E"/>
    <w:rsid w:val="00A6664E"/>
    <w:rsid w:val="00A67300"/>
    <w:rsid w:val="00A70D12"/>
    <w:rsid w:val="00A72529"/>
    <w:rsid w:val="00A72FFA"/>
    <w:rsid w:val="00A739D2"/>
    <w:rsid w:val="00A73B07"/>
    <w:rsid w:val="00A74877"/>
    <w:rsid w:val="00A75D83"/>
    <w:rsid w:val="00A76C74"/>
    <w:rsid w:val="00A76D30"/>
    <w:rsid w:val="00A76E6D"/>
    <w:rsid w:val="00A81490"/>
    <w:rsid w:val="00A838B2"/>
    <w:rsid w:val="00A85594"/>
    <w:rsid w:val="00A86760"/>
    <w:rsid w:val="00A87280"/>
    <w:rsid w:val="00A971F3"/>
    <w:rsid w:val="00AA0815"/>
    <w:rsid w:val="00AA093E"/>
    <w:rsid w:val="00AA1032"/>
    <w:rsid w:val="00AA23E0"/>
    <w:rsid w:val="00AA2749"/>
    <w:rsid w:val="00AA7DE1"/>
    <w:rsid w:val="00AA7EC2"/>
    <w:rsid w:val="00AB0841"/>
    <w:rsid w:val="00AB1A9C"/>
    <w:rsid w:val="00AB2B7E"/>
    <w:rsid w:val="00AB4D1F"/>
    <w:rsid w:val="00AB57DD"/>
    <w:rsid w:val="00AB63E5"/>
    <w:rsid w:val="00AB6E44"/>
    <w:rsid w:val="00AC3781"/>
    <w:rsid w:val="00AC38B2"/>
    <w:rsid w:val="00AC3A20"/>
    <w:rsid w:val="00AC7746"/>
    <w:rsid w:val="00AC7E65"/>
    <w:rsid w:val="00AD022F"/>
    <w:rsid w:val="00AD1FF1"/>
    <w:rsid w:val="00AD2004"/>
    <w:rsid w:val="00AD2799"/>
    <w:rsid w:val="00AD2D2A"/>
    <w:rsid w:val="00AD2E41"/>
    <w:rsid w:val="00AD397A"/>
    <w:rsid w:val="00AD4271"/>
    <w:rsid w:val="00AD6B87"/>
    <w:rsid w:val="00AE1D10"/>
    <w:rsid w:val="00AE2318"/>
    <w:rsid w:val="00AE2DFE"/>
    <w:rsid w:val="00AE2F13"/>
    <w:rsid w:val="00AE3C5D"/>
    <w:rsid w:val="00AE5731"/>
    <w:rsid w:val="00AE780C"/>
    <w:rsid w:val="00AF1604"/>
    <w:rsid w:val="00AF1A07"/>
    <w:rsid w:val="00AF43A2"/>
    <w:rsid w:val="00AF5A63"/>
    <w:rsid w:val="00AF5ED9"/>
    <w:rsid w:val="00AF6C0D"/>
    <w:rsid w:val="00AF7293"/>
    <w:rsid w:val="00AF75ED"/>
    <w:rsid w:val="00B01FF3"/>
    <w:rsid w:val="00B04FCA"/>
    <w:rsid w:val="00B06FC8"/>
    <w:rsid w:val="00B11FD3"/>
    <w:rsid w:val="00B12A99"/>
    <w:rsid w:val="00B13802"/>
    <w:rsid w:val="00B1672B"/>
    <w:rsid w:val="00B16EFD"/>
    <w:rsid w:val="00B17051"/>
    <w:rsid w:val="00B20C1C"/>
    <w:rsid w:val="00B220E3"/>
    <w:rsid w:val="00B318B0"/>
    <w:rsid w:val="00B31C13"/>
    <w:rsid w:val="00B324CD"/>
    <w:rsid w:val="00B32518"/>
    <w:rsid w:val="00B33305"/>
    <w:rsid w:val="00B3447A"/>
    <w:rsid w:val="00B35DCE"/>
    <w:rsid w:val="00B36540"/>
    <w:rsid w:val="00B365E8"/>
    <w:rsid w:val="00B40DC2"/>
    <w:rsid w:val="00B42090"/>
    <w:rsid w:val="00B420D5"/>
    <w:rsid w:val="00B424E4"/>
    <w:rsid w:val="00B44BD6"/>
    <w:rsid w:val="00B455ED"/>
    <w:rsid w:val="00B457D2"/>
    <w:rsid w:val="00B458FD"/>
    <w:rsid w:val="00B470ED"/>
    <w:rsid w:val="00B5165B"/>
    <w:rsid w:val="00B53C9E"/>
    <w:rsid w:val="00B56523"/>
    <w:rsid w:val="00B5686A"/>
    <w:rsid w:val="00B56E1F"/>
    <w:rsid w:val="00B579D0"/>
    <w:rsid w:val="00B57A17"/>
    <w:rsid w:val="00B60617"/>
    <w:rsid w:val="00B606C8"/>
    <w:rsid w:val="00B61EA2"/>
    <w:rsid w:val="00B63808"/>
    <w:rsid w:val="00B6409D"/>
    <w:rsid w:val="00B64524"/>
    <w:rsid w:val="00B658DF"/>
    <w:rsid w:val="00B67307"/>
    <w:rsid w:val="00B67876"/>
    <w:rsid w:val="00B71BE5"/>
    <w:rsid w:val="00B7244E"/>
    <w:rsid w:val="00B80E7B"/>
    <w:rsid w:val="00B818F2"/>
    <w:rsid w:val="00B81E49"/>
    <w:rsid w:val="00B828CE"/>
    <w:rsid w:val="00B83ACF"/>
    <w:rsid w:val="00B84473"/>
    <w:rsid w:val="00B8678F"/>
    <w:rsid w:val="00B87B06"/>
    <w:rsid w:val="00B87D52"/>
    <w:rsid w:val="00B919DF"/>
    <w:rsid w:val="00B94E5B"/>
    <w:rsid w:val="00B95BB1"/>
    <w:rsid w:val="00B97102"/>
    <w:rsid w:val="00B97654"/>
    <w:rsid w:val="00B97EDE"/>
    <w:rsid w:val="00BA452D"/>
    <w:rsid w:val="00BA609B"/>
    <w:rsid w:val="00BA6C2B"/>
    <w:rsid w:val="00BB0ACC"/>
    <w:rsid w:val="00BB0E1B"/>
    <w:rsid w:val="00BB0F96"/>
    <w:rsid w:val="00BB1C84"/>
    <w:rsid w:val="00BB222E"/>
    <w:rsid w:val="00BB2269"/>
    <w:rsid w:val="00BB2CEC"/>
    <w:rsid w:val="00BB3115"/>
    <w:rsid w:val="00BB3D54"/>
    <w:rsid w:val="00BB3FE4"/>
    <w:rsid w:val="00BB59DB"/>
    <w:rsid w:val="00BB6EE5"/>
    <w:rsid w:val="00BB78AF"/>
    <w:rsid w:val="00BB7D33"/>
    <w:rsid w:val="00BC1546"/>
    <w:rsid w:val="00BC28B7"/>
    <w:rsid w:val="00BC373D"/>
    <w:rsid w:val="00BC3A34"/>
    <w:rsid w:val="00BC3CE0"/>
    <w:rsid w:val="00BC546E"/>
    <w:rsid w:val="00BC6BC2"/>
    <w:rsid w:val="00BC768C"/>
    <w:rsid w:val="00BD072D"/>
    <w:rsid w:val="00BD7073"/>
    <w:rsid w:val="00BE042F"/>
    <w:rsid w:val="00BE08D4"/>
    <w:rsid w:val="00BE1E91"/>
    <w:rsid w:val="00BE52B3"/>
    <w:rsid w:val="00BE54D9"/>
    <w:rsid w:val="00BE6CD7"/>
    <w:rsid w:val="00BE7DD1"/>
    <w:rsid w:val="00BF1E91"/>
    <w:rsid w:val="00BF64AC"/>
    <w:rsid w:val="00BF6D20"/>
    <w:rsid w:val="00C01372"/>
    <w:rsid w:val="00C04FAA"/>
    <w:rsid w:val="00C050C9"/>
    <w:rsid w:val="00C06409"/>
    <w:rsid w:val="00C11878"/>
    <w:rsid w:val="00C12ACA"/>
    <w:rsid w:val="00C136E5"/>
    <w:rsid w:val="00C1754E"/>
    <w:rsid w:val="00C17B40"/>
    <w:rsid w:val="00C202BE"/>
    <w:rsid w:val="00C20D8C"/>
    <w:rsid w:val="00C221D5"/>
    <w:rsid w:val="00C22423"/>
    <w:rsid w:val="00C23A73"/>
    <w:rsid w:val="00C251C2"/>
    <w:rsid w:val="00C25AA8"/>
    <w:rsid w:val="00C26A3F"/>
    <w:rsid w:val="00C26BA4"/>
    <w:rsid w:val="00C273EC"/>
    <w:rsid w:val="00C27A63"/>
    <w:rsid w:val="00C30725"/>
    <w:rsid w:val="00C31046"/>
    <w:rsid w:val="00C32560"/>
    <w:rsid w:val="00C326EB"/>
    <w:rsid w:val="00C33179"/>
    <w:rsid w:val="00C34722"/>
    <w:rsid w:val="00C348F9"/>
    <w:rsid w:val="00C35D47"/>
    <w:rsid w:val="00C36041"/>
    <w:rsid w:val="00C36B9F"/>
    <w:rsid w:val="00C374D6"/>
    <w:rsid w:val="00C40CB1"/>
    <w:rsid w:val="00C41065"/>
    <w:rsid w:val="00C410A6"/>
    <w:rsid w:val="00C42154"/>
    <w:rsid w:val="00C424EF"/>
    <w:rsid w:val="00C42F9B"/>
    <w:rsid w:val="00C45786"/>
    <w:rsid w:val="00C47116"/>
    <w:rsid w:val="00C473D3"/>
    <w:rsid w:val="00C502F0"/>
    <w:rsid w:val="00C504E4"/>
    <w:rsid w:val="00C50A86"/>
    <w:rsid w:val="00C52520"/>
    <w:rsid w:val="00C5297C"/>
    <w:rsid w:val="00C52B60"/>
    <w:rsid w:val="00C54EF2"/>
    <w:rsid w:val="00C551AD"/>
    <w:rsid w:val="00C610D9"/>
    <w:rsid w:val="00C613F3"/>
    <w:rsid w:val="00C6175D"/>
    <w:rsid w:val="00C6394A"/>
    <w:rsid w:val="00C63A83"/>
    <w:rsid w:val="00C65580"/>
    <w:rsid w:val="00C65A3D"/>
    <w:rsid w:val="00C65D18"/>
    <w:rsid w:val="00C66C09"/>
    <w:rsid w:val="00C6755B"/>
    <w:rsid w:val="00C67CDF"/>
    <w:rsid w:val="00C70769"/>
    <w:rsid w:val="00C7135E"/>
    <w:rsid w:val="00C71D70"/>
    <w:rsid w:val="00C721F7"/>
    <w:rsid w:val="00C736FB"/>
    <w:rsid w:val="00C73BB6"/>
    <w:rsid w:val="00C7493E"/>
    <w:rsid w:val="00C76D1D"/>
    <w:rsid w:val="00C76E35"/>
    <w:rsid w:val="00C76F72"/>
    <w:rsid w:val="00C77484"/>
    <w:rsid w:val="00C81373"/>
    <w:rsid w:val="00C81660"/>
    <w:rsid w:val="00C81A44"/>
    <w:rsid w:val="00C81D00"/>
    <w:rsid w:val="00C8283D"/>
    <w:rsid w:val="00C82C29"/>
    <w:rsid w:val="00C82D84"/>
    <w:rsid w:val="00C84767"/>
    <w:rsid w:val="00C8500C"/>
    <w:rsid w:val="00C85191"/>
    <w:rsid w:val="00C86AF9"/>
    <w:rsid w:val="00C87287"/>
    <w:rsid w:val="00C879A3"/>
    <w:rsid w:val="00C879D9"/>
    <w:rsid w:val="00C910AD"/>
    <w:rsid w:val="00C91BD7"/>
    <w:rsid w:val="00C93240"/>
    <w:rsid w:val="00C93346"/>
    <w:rsid w:val="00C94873"/>
    <w:rsid w:val="00C972DD"/>
    <w:rsid w:val="00C97744"/>
    <w:rsid w:val="00CA12C9"/>
    <w:rsid w:val="00CA260A"/>
    <w:rsid w:val="00CA3EFA"/>
    <w:rsid w:val="00CA478D"/>
    <w:rsid w:val="00CA4B73"/>
    <w:rsid w:val="00CA4CA6"/>
    <w:rsid w:val="00CA6B86"/>
    <w:rsid w:val="00CB0122"/>
    <w:rsid w:val="00CB0334"/>
    <w:rsid w:val="00CB09E4"/>
    <w:rsid w:val="00CB10D3"/>
    <w:rsid w:val="00CB16B3"/>
    <w:rsid w:val="00CB394D"/>
    <w:rsid w:val="00CB4F21"/>
    <w:rsid w:val="00CB5DF7"/>
    <w:rsid w:val="00CC19C4"/>
    <w:rsid w:val="00CC20F8"/>
    <w:rsid w:val="00CC3BF3"/>
    <w:rsid w:val="00CC4801"/>
    <w:rsid w:val="00CC4A29"/>
    <w:rsid w:val="00CC535A"/>
    <w:rsid w:val="00CC68AD"/>
    <w:rsid w:val="00CC72F6"/>
    <w:rsid w:val="00CD1AB6"/>
    <w:rsid w:val="00CD2A5B"/>
    <w:rsid w:val="00CD2FEA"/>
    <w:rsid w:val="00CD54F9"/>
    <w:rsid w:val="00CD637C"/>
    <w:rsid w:val="00CD6EC1"/>
    <w:rsid w:val="00CE1211"/>
    <w:rsid w:val="00CE1D06"/>
    <w:rsid w:val="00CE349C"/>
    <w:rsid w:val="00CE47ED"/>
    <w:rsid w:val="00CE6405"/>
    <w:rsid w:val="00CE6557"/>
    <w:rsid w:val="00CE6C21"/>
    <w:rsid w:val="00CF0649"/>
    <w:rsid w:val="00CF06BC"/>
    <w:rsid w:val="00CF182C"/>
    <w:rsid w:val="00CF1FA6"/>
    <w:rsid w:val="00CF28E0"/>
    <w:rsid w:val="00CF4735"/>
    <w:rsid w:val="00CF5199"/>
    <w:rsid w:val="00CF5A02"/>
    <w:rsid w:val="00CF6546"/>
    <w:rsid w:val="00CF6ECF"/>
    <w:rsid w:val="00CF780F"/>
    <w:rsid w:val="00CF7C71"/>
    <w:rsid w:val="00D02437"/>
    <w:rsid w:val="00D04D9D"/>
    <w:rsid w:val="00D0542E"/>
    <w:rsid w:val="00D10785"/>
    <w:rsid w:val="00D13C85"/>
    <w:rsid w:val="00D16453"/>
    <w:rsid w:val="00D16B33"/>
    <w:rsid w:val="00D17636"/>
    <w:rsid w:val="00D21DA4"/>
    <w:rsid w:val="00D220E9"/>
    <w:rsid w:val="00D22C61"/>
    <w:rsid w:val="00D23520"/>
    <w:rsid w:val="00D2357E"/>
    <w:rsid w:val="00D25107"/>
    <w:rsid w:val="00D25DFE"/>
    <w:rsid w:val="00D26349"/>
    <w:rsid w:val="00D27040"/>
    <w:rsid w:val="00D27B4A"/>
    <w:rsid w:val="00D32E8B"/>
    <w:rsid w:val="00D33A56"/>
    <w:rsid w:val="00D3420B"/>
    <w:rsid w:val="00D35406"/>
    <w:rsid w:val="00D3606F"/>
    <w:rsid w:val="00D368B0"/>
    <w:rsid w:val="00D40265"/>
    <w:rsid w:val="00D4038A"/>
    <w:rsid w:val="00D404E2"/>
    <w:rsid w:val="00D40FB9"/>
    <w:rsid w:val="00D415F0"/>
    <w:rsid w:val="00D41AC9"/>
    <w:rsid w:val="00D42390"/>
    <w:rsid w:val="00D42836"/>
    <w:rsid w:val="00D43852"/>
    <w:rsid w:val="00D43909"/>
    <w:rsid w:val="00D44429"/>
    <w:rsid w:val="00D4540E"/>
    <w:rsid w:val="00D45A67"/>
    <w:rsid w:val="00D4618A"/>
    <w:rsid w:val="00D46C91"/>
    <w:rsid w:val="00D46E4F"/>
    <w:rsid w:val="00D47756"/>
    <w:rsid w:val="00D50A40"/>
    <w:rsid w:val="00D5281D"/>
    <w:rsid w:val="00D54639"/>
    <w:rsid w:val="00D55548"/>
    <w:rsid w:val="00D5568E"/>
    <w:rsid w:val="00D557D0"/>
    <w:rsid w:val="00D55D68"/>
    <w:rsid w:val="00D56000"/>
    <w:rsid w:val="00D571DB"/>
    <w:rsid w:val="00D63F27"/>
    <w:rsid w:val="00D64B56"/>
    <w:rsid w:val="00D64B72"/>
    <w:rsid w:val="00D6511F"/>
    <w:rsid w:val="00D670C5"/>
    <w:rsid w:val="00D70654"/>
    <w:rsid w:val="00D70B6B"/>
    <w:rsid w:val="00D7134B"/>
    <w:rsid w:val="00D73427"/>
    <w:rsid w:val="00D7459A"/>
    <w:rsid w:val="00D74F76"/>
    <w:rsid w:val="00D75202"/>
    <w:rsid w:val="00D76005"/>
    <w:rsid w:val="00D76127"/>
    <w:rsid w:val="00D77790"/>
    <w:rsid w:val="00D8032D"/>
    <w:rsid w:val="00D807DD"/>
    <w:rsid w:val="00D81971"/>
    <w:rsid w:val="00D83422"/>
    <w:rsid w:val="00D836DF"/>
    <w:rsid w:val="00D85BAE"/>
    <w:rsid w:val="00D9053F"/>
    <w:rsid w:val="00D905AE"/>
    <w:rsid w:val="00D91347"/>
    <w:rsid w:val="00D9175D"/>
    <w:rsid w:val="00D92E9E"/>
    <w:rsid w:val="00D93757"/>
    <w:rsid w:val="00D93805"/>
    <w:rsid w:val="00D94045"/>
    <w:rsid w:val="00D9417F"/>
    <w:rsid w:val="00D946E7"/>
    <w:rsid w:val="00D95458"/>
    <w:rsid w:val="00D96826"/>
    <w:rsid w:val="00D96EEC"/>
    <w:rsid w:val="00DA07DD"/>
    <w:rsid w:val="00DA1E21"/>
    <w:rsid w:val="00DA315B"/>
    <w:rsid w:val="00DA35CC"/>
    <w:rsid w:val="00DA3E9C"/>
    <w:rsid w:val="00DA6128"/>
    <w:rsid w:val="00DB0C6C"/>
    <w:rsid w:val="00DB13A3"/>
    <w:rsid w:val="00DB261C"/>
    <w:rsid w:val="00DB2CB4"/>
    <w:rsid w:val="00DB3188"/>
    <w:rsid w:val="00DB66CC"/>
    <w:rsid w:val="00DB74AE"/>
    <w:rsid w:val="00DC1A09"/>
    <w:rsid w:val="00DC1A62"/>
    <w:rsid w:val="00DC1D1C"/>
    <w:rsid w:val="00DC256A"/>
    <w:rsid w:val="00DC3595"/>
    <w:rsid w:val="00DC4655"/>
    <w:rsid w:val="00DC614D"/>
    <w:rsid w:val="00DC68F2"/>
    <w:rsid w:val="00DC68FE"/>
    <w:rsid w:val="00DD5ACA"/>
    <w:rsid w:val="00DD6396"/>
    <w:rsid w:val="00DD65E3"/>
    <w:rsid w:val="00DD6825"/>
    <w:rsid w:val="00DE191B"/>
    <w:rsid w:val="00DE1F0C"/>
    <w:rsid w:val="00DE282A"/>
    <w:rsid w:val="00DE4297"/>
    <w:rsid w:val="00DE5231"/>
    <w:rsid w:val="00DE5B3F"/>
    <w:rsid w:val="00DE628D"/>
    <w:rsid w:val="00DE7887"/>
    <w:rsid w:val="00DE7A67"/>
    <w:rsid w:val="00DF0468"/>
    <w:rsid w:val="00DF103E"/>
    <w:rsid w:val="00DF175A"/>
    <w:rsid w:val="00DF1A1A"/>
    <w:rsid w:val="00DF1E3F"/>
    <w:rsid w:val="00DF2230"/>
    <w:rsid w:val="00DF2DA1"/>
    <w:rsid w:val="00DF3600"/>
    <w:rsid w:val="00DF3F2C"/>
    <w:rsid w:val="00DF57A1"/>
    <w:rsid w:val="00DF74A1"/>
    <w:rsid w:val="00E01649"/>
    <w:rsid w:val="00E0234E"/>
    <w:rsid w:val="00E029B0"/>
    <w:rsid w:val="00E02F59"/>
    <w:rsid w:val="00E04951"/>
    <w:rsid w:val="00E061E1"/>
    <w:rsid w:val="00E0676E"/>
    <w:rsid w:val="00E068AF"/>
    <w:rsid w:val="00E07F45"/>
    <w:rsid w:val="00E10680"/>
    <w:rsid w:val="00E11E3F"/>
    <w:rsid w:val="00E1267A"/>
    <w:rsid w:val="00E12C3C"/>
    <w:rsid w:val="00E132FE"/>
    <w:rsid w:val="00E134C5"/>
    <w:rsid w:val="00E13A60"/>
    <w:rsid w:val="00E13D1F"/>
    <w:rsid w:val="00E1494B"/>
    <w:rsid w:val="00E1653C"/>
    <w:rsid w:val="00E16CAC"/>
    <w:rsid w:val="00E16F6F"/>
    <w:rsid w:val="00E22890"/>
    <w:rsid w:val="00E22F7A"/>
    <w:rsid w:val="00E2473D"/>
    <w:rsid w:val="00E24CC5"/>
    <w:rsid w:val="00E2610D"/>
    <w:rsid w:val="00E26DCE"/>
    <w:rsid w:val="00E313F4"/>
    <w:rsid w:val="00E33323"/>
    <w:rsid w:val="00E33888"/>
    <w:rsid w:val="00E353EF"/>
    <w:rsid w:val="00E3621D"/>
    <w:rsid w:val="00E37D0D"/>
    <w:rsid w:val="00E37F96"/>
    <w:rsid w:val="00E40270"/>
    <w:rsid w:val="00E41592"/>
    <w:rsid w:val="00E41D99"/>
    <w:rsid w:val="00E42730"/>
    <w:rsid w:val="00E42F28"/>
    <w:rsid w:val="00E45B76"/>
    <w:rsid w:val="00E45C8D"/>
    <w:rsid w:val="00E503B9"/>
    <w:rsid w:val="00E50D1A"/>
    <w:rsid w:val="00E5204F"/>
    <w:rsid w:val="00E52685"/>
    <w:rsid w:val="00E53324"/>
    <w:rsid w:val="00E53C93"/>
    <w:rsid w:val="00E5632D"/>
    <w:rsid w:val="00E565E4"/>
    <w:rsid w:val="00E56790"/>
    <w:rsid w:val="00E57388"/>
    <w:rsid w:val="00E57CD0"/>
    <w:rsid w:val="00E60FF4"/>
    <w:rsid w:val="00E61006"/>
    <w:rsid w:val="00E61053"/>
    <w:rsid w:val="00E6159C"/>
    <w:rsid w:val="00E61865"/>
    <w:rsid w:val="00E624AC"/>
    <w:rsid w:val="00E62E53"/>
    <w:rsid w:val="00E63550"/>
    <w:rsid w:val="00E643F3"/>
    <w:rsid w:val="00E66017"/>
    <w:rsid w:val="00E7013D"/>
    <w:rsid w:val="00E71065"/>
    <w:rsid w:val="00E71073"/>
    <w:rsid w:val="00E720A0"/>
    <w:rsid w:val="00E72662"/>
    <w:rsid w:val="00E73FA3"/>
    <w:rsid w:val="00E74E09"/>
    <w:rsid w:val="00E74F76"/>
    <w:rsid w:val="00E75131"/>
    <w:rsid w:val="00E75BE7"/>
    <w:rsid w:val="00E7654A"/>
    <w:rsid w:val="00E77197"/>
    <w:rsid w:val="00E77BB1"/>
    <w:rsid w:val="00E80B73"/>
    <w:rsid w:val="00E81239"/>
    <w:rsid w:val="00E82CB8"/>
    <w:rsid w:val="00E8311F"/>
    <w:rsid w:val="00E854B7"/>
    <w:rsid w:val="00E8655F"/>
    <w:rsid w:val="00E875E7"/>
    <w:rsid w:val="00E90818"/>
    <w:rsid w:val="00E910F5"/>
    <w:rsid w:val="00E9190A"/>
    <w:rsid w:val="00E93F62"/>
    <w:rsid w:val="00E942CF"/>
    <w:rsid w:val="00E96025"/>
    <w:rsid w:val="00E961F7"/>
    <w:rsid w:val="00E9623E"/>
    <w:rsid w:val="00E96563"/>
    <w:rsid w:val="00E97A33"/>
    <w:rsid w:val="00EA0020"/>
    <w:rsid w:val="00EA0CC2"/>
    <w:rsid w:val="00EA2366"/>
    <w:rsid w:val="00EA2ECC"/>
    <w:rsid w:val="00EA3C59"/>
    <w:rsid w:val="00EA5185"/>
    <w:rsid w:val="00EA5E14"/>
    <w:rsid w:val="00EA5FAD"/>
    <w:rsid w:val="00EA6881"/>
    <w:rsid w:val="00EA72CA"/>
    <w:rsid w:val="00EB1575"/>
    <w:rsid w:val="00EB15C8"/>
    <w:rsid w:val="00EB1C50"/>
    <w:rsid w:val="00EB1CAC"/>
    <w:rsid w:val="00EB20C6"/>
    <w:rsid w:val="00EB24E7"/>
    <w:rsid w:val="00EB39D0"/>
    <w:rsid w:val="00EB492E"/>
    <w:rsid w:val="00EB4D39"/>
    <w:rsid w:val="00EB4FEA"/>
    <w:rsid w:val="00EB5F28"/>
    <w:rsid w:val="00EB77FF"/>
    <w:rsid w:val="00EC2C51"/>
    <w:rsid w:val="00EC5FB0"/>
    <w:rsid w:val="00EC6400"/>
    <w:rsid w:val="00ED16DB"/>
    <w:rsid w:val="00ED2320"/>
    <w:rsid w:val="00ED5312"/>
    <w:rsid w:val="00ED77AD"/>
    <w:rsid w:val="00EE0EF0"/>
    <w:rsid w:val="00EE1DB4"/>
    <w:rsid w:val="00EE7195"/>
    <w:rsid w:val="00EF0182"/>
    <w:rsid w:val="00EF0FA0"/>
    <w:rsid w:val="00EF1A26"/>
    <w:rsid w:val="00EF1D1D"/>
    <w:rsid w:val="00EF26B4"/>
    <w:rsid w:val="00EF2C5C"/>
    <w:rsid w:val="00EF2FD7"/>
    <w:rsid w:val="00EF3EA4"/>
    <w:rsid w:val="00EF3F16"/>
    <w:rsid w:val="00EF419F"/>
    <w:rsid w:val="00EF6A44"/>
    <w:rsid w:val="00EF6FA0"/>
    <w:rsid w:val="00EF755E"/>
    <w:rsid w:val="00EF76DF"/>
    <w:rsid w:val="00EF77DA"/>
    <w:rsid w:val="00EF7F13"/>
    <w:rsid w:val="00F00ECC"/>
    <w:rsid w:val="00F0153F"/>
    <w:rsid w:val="00F02304"/>
    <w:rsid w:val="00F034B5"/>
    <w:rsid w:val="00F0793B"/>
    <w:rsid w:val="00F079B1"/>
    <w:rsid w:val="00F1139A"/>
    <w:rsid w:val="00F127C8"/>
    <w:rsid w:val="00F1479A"/>
    <w:rsid w:val="00F21488"/>
    <w:rsid w:val="00F21A7B"/>
    <w:rsid w:val="00F22BD0"/>
    <w:rsid w:val="00F23152"/>
    <w:rsid w:val="00F23E35"/>
    <w:rsid w:val="00F247CE"/>
    <w:rsid w:val="00F24DE8"/>
    <w:rsid w:val="00F25270"/>
    <w:rsid w:val="00F2689F"/>
    <w:rsid w:val="00F30054"/>
    <w:rsid w:val="00F30E35"/>
    <w:rsid w:val="00F33E93"/>
    <w:rsid w:val="00F3475E"/>
    <w:rsid w:val="00F3746C"/>
    <w:rsid w:val="00F405C0"/>
    <w:rsid w:val="00F40C8D"/>
    <w:rsid w:val="00F411C7"/>
    <w:rsid w:val="00F42CCD"/>
    <w:rsid w:val="00F42E16"/>
    <w:rsid w:val="00F43E67"/>
    <w:rsid w:val="00F45832"/>
    <w:rsid w:val="00F45F3D"/>
    <w:rsid w:val="00F46A8E"/>
    <w:rsid w:val="00F46B6E"/>
    <w:rsid w:val="00F50B56"/>
    <w:rsid w:val="00F5426C"/>
    <w:rsid w:val="00F55BFA"/>
    <w:rsid w:val="00F55DE8"/>
    <w:rsid w:val="00F565EE"/>
    <w:rsid w:val="00F56B08"/>
    <w:rsid w:val="00F57EBB"/>
    <w:rsid w:val="00F60143"/>
    <w:rsid w:val="00F6019D"/>
    <w:rsid w:val="00F618CA"/>
    <w:rsid w:val="00F618DD"/>
    <w:rsid w:val="00F62046"/>
    <w:rsid w:val="00F620AF"/>
    <w:rsid w:val="00F64EC3"/>
    <w:rsid w:val="00F65E06"/>
    <w:rsid w:val="00F6729B"/>
    <w:rsid w:val="00F7282A"/>
    <w:rsid w:val="00F72CCF"/>
    <w:rsid w:val="00F75183"/>
    <w:rsid w:val="00F81693"/>
    <w:rsid w:val="00F83C15"/>
    <w:rsid w:val="00F83C8E"/>
    <w:rsid w:val="00F8534A"/>
    <w:rsid w:val="00F87938"/>
    <w:rsid w:val="00F90804"/>
    <w:rsid w:val="00F9150F"/>
    <w:rsid w:val="00F91DD9"/>
    <w:rsid w:val="00F92E7E"/>
    <w:rsid w:val="00F935C6"/>
    <w:rsid w:val="00F93DA0"/>
    <w:rsid w:val="00F93F4C"/>
    <w:rsid w:val="00F94FF3"/>
    <w:rsid w:val="00F95077"/>
    <w:rsid w:val="00FA065D"/>
    <w:rsid w:val="00FA1CA3"/>
    <w:rsid w:val="00FA1EA4"/>
    <w:rsid w:val="00FA2053"/>
    <w:rsid w:val="00FA2923"/>
    <w:rsid w:val="00FA2CF5"/>
    <w:rsid w:val="00FA473C"/>
    <w:rsid w:val="00FA4E1B"/>
    <w:rsid w:val="00FA5219"/>
    <w:rsid w:val="00FA5EF7"/>
    <w:rsid w:val="00FA65DE"/>
    <w:rsid w:val="00FA6F63"/>
    <w:rsid w:val="00FA796E"/>
    <w:rsid w:val="00FA79E3"/>
    <w:rsid w:val="00FA7B12"/>
    <w:rsid w:val="00FB08A4"/>
    <w:rsid w:val="00FB326C"/>
    <w:rsid w:val="00FB3E1F"/>
    <w:rsid w:val="00FB645D"/>
    <w:rsid w:val="00FC080C"/>
    <w:rsid w:val="00FC2BD8"/>
    <w:rsid w:val="00FC5644"/>
    <w:rsid w:val="00FC79F7"/>
    <w:rsid w:val="00FD0A5C"/>
    <w:rsid w:val="00FD1A4C"/>
    <w:rsid w:val="00FD201E"/>
    <w:rsid w:val="00FD34B3"/>
    <w:rsid w:val="00FD3C4F"/>
    <w:rsid w:val="00FD3EAF"/>
    <w:rsid w:val="00FD54B6"/>
    <w:rsid w:val="00FD7DDA"/>
    <w:rsid w:val="00FE0906"/>
    <w:rsid w:val="00FE1F1D"/>
    <w:rsid w:val="00FE27E8"/>
    <w:rsid w:val="00FE4B41"/>
    <w:rsid w:val="00FE52B7"/>
    <w:rsid w:val="00FE530C"/>
    <w:rsid w:val="00FE5D3C"/>
    <w:rsid w:val="00FE6B08"/>
    <w:rsid w:val="00FF0850"/>
    <w:rsid w:val="00FF1FB5"/>
    <w:rsid w:val="00FF2D34"/>
    <w:rsid w:val="00FF2D55"/>
    <w:rsid w:val="00FF512E"/>
    <w:rsid w:val="00FF704C"/>
    <w:rsid w:val="00FF73B9"/>
    <w:rsid w:val="00FF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o:allowincell="f" fillcolor="white">
      <v:fill color="white"/>
    </o:shapedefaults>
    <o:shapelayout v:ext="edit">
      <o:idmap v:ext="edit" data="2"/>
    </o:shapelayout>
  </w:shapeDefaults>
  <w:decimalSymbol w:val=","/>
  <w:listSeparator w:val=";"/>
  <w14:docId w14:val="0D2D4E3E"/>
  <w15:docId w15:val="{4B6AEF3C-F177-4BF4-B80C-F1D1823BA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5C1B"/>
    <w:pPr>
      <w:ind w:firstLine="720"/>
      <w:jc w:val="both"/>
    </w:pPr>
    <w:rPr>
      <w:rFonts w:ascii="Arial" w:hAnsi="Arial"/>
    </w:rPr>
  </w:style>
  <w:style w:type="paragraph" w:styleId="Nadpis1">
    <w:name w:val="heading 1"/>
    <w:next w:val="Normln"/>
    <w:qFormat/>
    <w:rsid w:val="00D905AE"/>
    <w:pPr>
      <w:keepNext/>
      <w:suppressAutoHyphens/>
      <w:outlineLvl w:val="0"/>
    </w:pPr>
    <w:rPr>
      <w:rFonts w:ascii="Arial" w:hAnsi="Arial" w:cs="Arial"/>
      <w:b/>
      <w:spacing w:val="10"/>
      <w:kern w:val="20"/>
      <w:sz w:val="32"/>
      <w:szCs w:val="32"/>
    </w:rPr>
  </w:style>
  <w:style w:type="paragraph" w:styleId="Nadpis2">
    <w:name w:val="heading 2"/>
    <w:next w:val="Normln"/>
    <w:link w:val="Nadpis2Char"/>
    <w:qFormat/>
    <w:rsid w:val="00E0676E"/>
    <w:pPr>
      <w:keepNext/>
      <w:numPr>
        <w:ilvl w:val="1"/>
        <w:numId w:val="1"/>
      </w:numPr>
      <w:suppressAutoHyphens/>
      <w:spacing w:before="60" w:after="60"/>
      <w:outlineLvl w:val="1"/>
    </w:pPr>
    <w:rPr>
      <w:rFonts w:ascii="Arial" w:hAnsi="Arial" w:cs="Arial"/>
      <w:b/>
      <w:spacing w:val="10"/>
      <w:kern w:val="20"/>
      <w:sz w:val="24"/>
      <w:szCs w:val="24"/>
    </w:rPr>
  </w:style>
  <w:style w:type="paragraph" w:styleId="Nadpis3">
    <w:name w:val="heading 3"/>
    <w:basedOn w:val="Nadpiszkladn"/>
    <w:next w:val="Normln"/>
    <w:qFormat/>
    <w:rsid w:val="008A6201"/>
    <w:pPr>
      <w:spacing w:before="120" w:after="120" w:line="240" w:lineRule="auto"/>
      <w:jc w:val="left"/>
      <w:outlineLvl w:val="2"/>
    </w:pPr>
  </w:style>
  <w:style w:type="paragraph" w:styleId="Nadpis4">
    <w:name w:val="heading 4"/>
    <w:basedOn w:val="Nadpiszkladn"/>
    <w:next w:val="Zkladntext"/>
    <w:qFormat/>
    <w:rsid w:val="00447251"/>
    <w:pPr>
      <w:ind w:left="360"/>
      <w:outlineLvl w:val="3"/>
    </w:pPr>
    <w:rPr>
      <w:spacing w:val="-5"/>
      <w:sz w:val="18"/>
    </w:rPr>
  </w:style>
  <w:style w:type="paragraph" w:styleId="Nadpis5">
    <w:name w:val="heading 5"/>
    <w:basedOn w:val="Nadpiszkladn"/>
    <w:next w:val="Zkladntext"/>
    <w:qFormat/>
    <w:rsid w:val="00447251"/>
    <w:pPr>
      <w:ind w:left="720"/>
      <w:outlineLvl w:val="4"/>
    </w:pPr>
    <w:rPr>
      <w:spacing w:val="-5"/>
      <w:sz w:val="18"/>
    </w:rPr>
  </w:style>
  <w:style w:type="paragraph" w:styleId="Nadpis6">
    <w:name w:val="heading 6"/>
    <w:basedOn w:val="Nadpiszkladn"/>
    <w:next w:val="Zkladntext"/>
    <w:qFormat/>
    <w:rsid w:val="00447251"/>
    <w:pPr>
      <w:ind w:left="1080"/>
      <w:outlineLvl w:val="5"/>
    </w:pPr>
    <w:rPr>
      <w:spacing w:val="-5"/>
      <w:sz w:val="18"/>
    </w:rPr>
  </w:style>
  <w:style w:type="paragraph" w:styleId="Nadpis7">
    <w:name w:val="heading 7"/>
    <w:basedOn w:val="Nadpiszkladn"/>
    <w:next w:val="Zkladntext"/>
    <w:qFormat/>
    <w:rsid w:val="00447251"/>
    <w:pPr>
      <w:ind w:left="1440"/>
      <w:outlineLvl w:val="6"/>
    </w:pPr>
    <w:rPr>
      <w:spacing w:val="-5"/>
      <w:sz w:val="18"/>
    </w:rPr>
  </w:style>
  <w:style w:type="paragraph" w:styleId="Nadpis8">
    <w:name w:val="heading 8"/>
    <w:basedOn w:val="Nadpiszkladn"/>
    <w:next w:val="Zkladntext"/>
    <w:qFormat/>
    <w:rsid w:val="00447251"/>
    <w:pPr>
      <w:ind w:left="1800"/>
      <w:outlineLvl w:val="7"/>
    </w:pPr>
    <w:rPr>
      <w:spacing w:val="-5"/>
      <w:sz w:val="18"/>
    </w:rPr>
  </w:style>
  <w:style w:type="paragraph" w:styleId="Nadpis9">
    <w:name w:val="heading 9"/>
    <w:basedOn w:val="Nadpiszkladn"/>
    <w:next w:val="Zkladntext"/>
    <w:qFormat/>
    <w:rsid w:val="00447251"/>
    <w:pPr>
      <w:ind w:left="2160"/>
      <w:outlineLvl w:val="8"/>
    </w:pPr>
    <w:rPr>
      <w:spacing w:val="-5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zkladn">
    <w:name w:val="Nadpis základní"/>
    <w:basedOn w:val="Zkladntext"/>
    <w:next w:val="Zkladntext"/>
    <w:rsid w:val="00447251"/>
    <w:pPr>
      <w:keepNext/>
      <w:keepLines/>
      <w:spacing w:after="0"/>
    </w:pPr>
    <w:rPr>
      <w:b/>
      <w:spacing w:val="10"/>
      <w:kern w:val="20"/>
      <w:sz w:val="22"/>
    </w:rPr>
  </w:style>
  <w:style w:type="paragraph" w:styleId="Zkladntext">
    <w:name w:val="Body Text"/>
    <w:basedOn w:val="Normln"/>
    <w:link w:val="ZkladntextChar"/>
    <w:rsid w:val="00447251"/>
    <w:pPr>
      <w:spacing w:after="220" w:line="220" w:lineRule="atLeast"/>
    </w:pPr>
  </w:style>
  <w:style w:type="paragraph" w:customStyle="1" w:styleId="Adresa1">
    <w:name w:val="Adresa1"/>
    <w:basedOn w:val="Zkladntext"/>
    <w:rsid w:val="00447251"/>
    <w:pPr>
      <w:keepLines/>
      <w:spacing w:after="0"/>
      <w:ind w:right="4320"/>
    </w:pPr>
  </w:style>
  <w:style w:type="character" w:styleId="Odkaznakoment">
    <w:name w:val="annotation reference"/>
    <w:basedOn w:val="Standardnpsmoodstavce"/>
    <w:semiHidden/>
    <w:rsid w:val="00447251"/>
    <w:rPr>
      <w:sz w:val="16"/>
    </w:rPr>
  </w:style>
  <w:style w:type="paragraph" w:styleId="Textkomente">
    <w:name w:val="annotation text"/>
    <w:basedOn w:val="Zkladpoznmkypodearou"/>
    <w:link w:val="TextkomenteChar"/>
    <w:semiHidden/>
    <w:rsid w:val="00447251"/>
  </w:style>
  <w:style w:type="paragraph" w:customStyle="1" w:styleId="Zkladpoznmkypodearou">
    <w:name w:val="Základ poznámky pod earou"/>
    <w:basedOn w:val="Zkladntext"/>
    <w:link w:val="ZkladpoznmkypodearouChar"/>
    <w:rsid w:val="00447251"/>
    <w:pPr>
      <w:keepLines/>
    </w:pPr>
    <w:rPr>
      <w:sz w:val="16"/>
    </w:rPr>
  </w:style>
  <w:style w:type="paragraph" w:customStyle="1" w:styleId="Upozornin">
    <w:name w:val="Upozorniní"/>
    <w:basedOn w:val="Zkladntext"/>
    <w:next w:val="Osloven1"/>
    <w:rsid w:val="00447251"/>
    <w:pPr>
      <w:spacing w:before="220" w:after="0"/>
    </w:pPr>
  </w:style>
  <w:style w:type="paragraph" w:customStyle="1" w:styleId="Osloven1">
    <w:name w:val="Oslovení1"/>
    <w:basedOn w:val="Zkladntext"/>
    <w:next w:val="Poedmit"/>
    <w:rsid w:val="00447251"/>
    <w:pPr>
      <w:spacing w:before="220"/>
    </w:pPr>
  </w:style>
  <w:style w:type="paragraph" w:customStyle="1" w:styleId="Poedmit">
    <w:name w:val="Poedmit"/>
    <w:basedOn w:val="Zkladntext"/>
    <w:next w:val="Zkladntext"/>
    <w:rsid w:val="00447251"/>
    <w:rPr>
      <w:b/>
      <w:spacing w:val="10"/>
      <w:sz w:val="22"/>
    </w:rPr>
  </w:style>
  <w:style w:type="paragraph" w:styleId="Citt">
    <w:name w:val="Quote"/>
    <w:basedOn w:val="Zkladntext"/>
    <w:qFormat/>
    <w:rsid w:val="00447251"/>
    <w:pPr>
      <w:keepLines/>
      <w:ind w:left="720" w:right="720"/>
    </w:pPr>
  </w:style>
  <w:style w:type="paragraph" w:customStyle="1" w:styleId="Prvnblokcitace">
    <w:name w:val="První blok citace"/>
    <w:basedOn w:val="Citt"/>
    <w:next w:val="Citt"/>
    <w:rsid w:val="00447251"/>
    <w:pPr>
      <w:spacing w:before="120"/>
    </w:pPr>
  </w:style>
  <w:style w:type="paragraph" w:customStyle="1" w:styleId="Poslednblokcitace">
    <w:name w:val="Poslední blok citace"/>
    <w:basedOn w:val="Citt"/>
    <w:next w:val="Zkladntext"/>
    <w:rsid w:val="00447251"/>
    <w:pPr>
      <w:spacing w:after="240"/>
    </w:pPr>
  </w:style>
  <w:style w:type="paragraph" w:customStyle="1" w:styleId="Zkladntext21">
    <w:name w:val="Základní text 21"/>
    <w:basedOn w:val="Zkladntext"/>
    <w:rsid w:val="00447251"/>
    <w:pPr>
      <w:ind w:left="360"/>
    </w:pPr>
  </w:style>
  <w:style w:type="paragraph" w:customStyle="1" w:styleId="Poslednzkladntext">
    <w:name w:val="Poslední základní text"/>
    <w:basedOn w:val="Zkladntext"/>
    <w:rsid w:val="00447251"/>
    <w:pPr>
      <w:keepNext/>
    </w:pPr>
  </w:style>
  <w:style w:type="paragraph" w:styleId="Titulek">
    <w:name w:val="caption"/>
    <w:basedOn w:val="Obrzek"/>
    <w:next w:val="Zkladntext"/>
    <w:qFormat/>
    <w:rsid w:val="00447251"/>
    <w:rPr>
      <w:sz w:val="16"/>
    </w:rPr>
  </w:style>
  <w:style w:type="paragraph" w:customStyle="1" w:styleId="Obrzek">
    <w:name w:val="Obrázek"/>
    <w:basedOn w:val="Normln"/>
    <w:next w:val="Titulek"/>
    <w:rsid w:val="00447251"/>
    <w:pPr>
      <w:keepNext/>
    </w:pPr>
  </w:style>
  <w:style w:type="paragraph" w:customStyle="1" w:styleId="Kopie">
    <w:name w:val="Kopie"/>
    <w:basedOn w:val="Zkladntext"/>
    <w:rsid w:val="00447251"/>
    <w:pPr>
      <w:keepLines/>
      <w:ind w:left="360" w:hanging="360"/>
    </w:pPr>
  </w:style>
  <w:style w:type="paragraph" w:styleId="Zvr">
    <w:name w:val="Closing"/>
    <w:basedOn w:val="Zkladntext"/>
    <w:next w:val="PodpisNzevspoleenosti"/>
    <w:rsid w:val="00447251"/>
    <w:pPr>
      <w:keepNext/>
      <w:spacing w:after="60"/>
    </w:pPr>
  </w:style>
  <w:style w:type="paragraph" w:customStyle="1" w:styleId="PodpisNzevspoleenosti">
    <w:name w:val="Podpis Název spoleenosti"/>
    <w:basedOn w:val="Podpis"/>
    <w:next w:val="Podpis-jmno"/>
    <w:rsid w:val="00447251"/>
    <w:pPr>
      <w:keepNext/>
      <w:spacing w:line="220" w:lineRule="atLeast"/>
      <w:ind w:left="0"/>
    </w:pPr>
  </w:style>
  <w:style w:type="paragraph" w:styleId="Podpis">
    <w:name w:val="Signature"/>
    <w:basedOn w:val="Zkladntext"/>
    <w:rsid w:val="00447251"/>
    <w:pPr>
      <w:spacing w:after="0" w:line="240" w:lineRule="auto"/>
      <w:ind w:left="4252"/>
    </w:pPr>
  </w:style>
  <w:style w:type="paragraph" w:customStyle="1" w:styleId="Podpis-jmno">
    <w:name w:val="Podpis - jméno"/>
    <w:basedOn w:val="Podpis"/>
    <w:next w:val="Podpis-funkce"/>
    <w:rsid w:val="00447251"/>
    <w:pPr>
      <w:keepNext/>
      <w:spacing w:before="880" w:line="220" w:lineRule="atLeast"/>
      <w:ind w:left="0"/>
    </w:pPr>
  </w:style>
  <w:style w:type="paragraph" w:customStyle="1" w:styleId="Podpis-funkce">
    <w:name w:val="Podpis - funkce"/>
    <w:basedOn w:val="Podpis"/>
    <w:next w:val="Poeteenpsmenaodkazu"/>
    <w:rsid w:val="00447251"/>
    <w:pPr>
      <w:keepNext/>
      <w:spacing w:line="220" w:lineRule="atLeast"/>
      <w:ind w:left="0"/>
    </w:pPr>
  </w:style>
  <w:style w:type="paragraph" w:customStyle="1" w:styleId="Poeteenpsmenaodkazu">
    <w:name w:val="Poeáteení písmena odkazu"/>
    <w:basedOn w:val="Zkladntext"/>
    <w:next w:val="Poloha"/>
    <w:rsid w:val="00447251"/>
    <w:pPr>
      <w:keepNext/>
      <w:keepLines/>
      <w:spacing w:before="220" w:after="0"/>
    </w:pPr>
  </w:style>
  <w:style w:type="paragraph" w:customStyle="1" w:styleId="Poloha">
    <w:name w:val="Poíloha"/>
    <w:basedOn w:val="Zkladntext"/>
    <w:next w:val="KOPIE0"/>
    <w:rsid w:val="00447251"/>
    <w:pPr>
      <w:keepNext/>
      <w:keepLines/>
    </w:pPr>
  </w:style>
  <w:style w:type="paragraph" w:customStyle="1" w:styleId="KOPIE0">
    <w:name w:val="KOPIE"/>
    <w:basedOn w:val="Zkladntext"/>
    <w:rsid w:val="00447251"/>
    <w:pPr>
      <w:keepLines/>
      <w:ind w:left="360" w:hanging="360"/>
    </w:pPr>
  </w:style>
  <w:style w:type="paragraph" w:customStyle="1" w:styleId="Nzevspoleenosti">
    <w:name w:val="Název spoleenosti"/>
    <w:basedOn w:val="Normln"/>
    <w:rsid w:val="00447251"/>
    <w:pPr>
      <w:framePr w:w="3840" w:h="1752" w:wrap="notBeside" w:vAnchor="page" w:hAnchor="margin" w:y="889" w:anchorLock="1"/>
      <w:spacing w:line="280" w:lineRule="atLeast"/>
    </w:pPr>
    <w:rPr>
      <w:b/>
      <w:spacing w:val="24"/>
      <w:sz w:val="32"/>
    </w:rPr>
  </w:style>
  <w:style w:type="paragraph" w:customStyle="1" w:styleId="Datum1">
    <w:name w:val="Datum1"/>
    <w:basedOn w:val="Zkladntext"/>
    <w:next w:val="Vnitonadresa"/>
    <w:rsid w:val="00447251"/>
    <w:pPr>
      <w:spacing w:after="440"/>
      <w:ind w:left="4320"/>
    </w:pPr>
  </w:style>
  <w:style w:type="paragraph" w:customStyle="1" w:styleId="Vnitonadresa">
    <w:name w:val="Vnitoní adresa"/>
    <w:basedOn w:val="Zkladntext"/>
    <w:rsid w:val="00447251"/>
    <w:pPr>
      <w:spacing w:after="0"/>
    </w:pPr>
  </w:style>
  <w:style w:type="character" w:customStyle="1" w:styleId="Zvraznn1">
    <w:name w:val="Zvýraznění1"/>
    <w:rsid w:val="00447251"/>
    <w:rPr>
      <w:rFonts w:ascii="Arial" w:hAnsi="Arial"/>
      <w:b/>
      <w:sz w:val="18"/>
    </w:rPr>
  </w:style>
  <w:style w:type="character" w:styleId="Odkaznavysvtlivky">
    <w:name w:val="endnote reference"/>
    <w:basedOn w:val="Standardnpsmoodstavce"/>
    <w:semiHidden/>
    <w:rsid w:val="00447251"/>
    <w:rPr>
      <w:rFonts w:ascii="Arial" w:hAnsi="Arial"/>
      <w:sz w:val="20"/>
      <w:vertAlign w:val="superscript"/>
    </w:rPr>
  </w:style>
  <w:style w:type="paragraph" w:styleId="Textvysvtlivek">
    <w:name w:val="endnote text"/>
    <w:basedOn w:val="Zkladpoznmkypodearou"/>
    <w:semiHidden/>
    <w:rsid w:val="00447251"/>
  </w:style>
  <w:style w:type="paragraph" w:styleId="Adresanaoblku">
    <w:name w:val="envelope address"/>
    <w:basedOn w:val="Zkladntext"/>
    <w:rsid w:val="00447251"/>
    <w:pPr>
      <w:framePr w:w="7920" w:h="1987" w:hRule="exact" w:hSpace="144" w:vSpace="144" w:wrap="auto" w:hAnchor="page" w:xAlign="center" w:yAlign="bottom"/>
      <w:spacing w:after="0"/>
      <w:ind w:left="2880"/>
    </w:pPr>
  </w:style>
  <w:style w:type="paragraph" w:styleId="Zptenadresanaoblku">
    <w:name w:val="envelope return"/>
    <w:basedOn w:val="Zkladntext"/>
    <w:rsid w:val="00447251"/>
    <w:pPr>
      <w:spacing w:after="0"/>
    </w:pPr>
    <w:rPr>
      <w:sz w:val="18"/>
    </w:rPr>
  </w:style>
  <w:style w:type="paragraph" w:styleId="Zpat">
    <w:name w:val="footer"/>
    <w:basedOn w:val="Zhlavzkladn"/>
    <w:link w:val="ZpatChar"/>
    <w:uiPriority w:val="99"/>
    <w:rsid w:val="00447251"/>
    <w:pPr>
      <w:spacing w:before="600"/>
    </w:pPr>
    <w:rPr>
      <w:sz w:val="18"/>
    </w:rPr>
  </w:style>
  <w:style w:type="paragraph" w:customStyle="1" w:styleId="Zhlavzkladn">
    <w:name w:val="Záhlaví základní"/>
    <w:basedOn w:val="Zkladntext"/>
    <w:rsid w:val="00447251"/>
    <w:pPr>
      <w:keepLines/>
      <w:tabs>
        <w:tab w:val="center" w:pos="4320"/>
        <w:tab w:val="right" w:pos="8640"/>
      </w:tabs>
      <w:spacing w:after="0"/>
    </w:pPr>
  </w:style>
  <w:style w:type="paragraph" w:customStyle="1" w:styleId="Patasudstrnky">
    <w:name w:val="Pata sudé stránky"/>
    <w:basedOn w:val="Zpat"/>
    <w:rsid w:val="00447251"/>
  </w:style>
  <w:style w:type="paragraph" w:customStyle="1" w:styleId="Pataprvnstrnky">
    <w:name w:val="Pata první stránky"/>
    <w:basedOn w:val="Zpat"/>
    <w:rsid w:val="00447251"/>
    <w:pPr>
      <w:tabs>
        <w:tab w:val="clear" w:pos="8640"/>
      </w:tabs>
      <w:jc w:val="center"/>
    </w:pPr>
  </w:style>
  <w:style w:type="paragraph" w:customStyle="1" w:styleId="Patalichstrnky">
    <w:name w:val="Pata liché stránky"/>
    <w:basedOn w:val="Zpat"/>
    <w:rsid w:val="00447251"/>
    <w:pPr>
      <w:tabs>
        <w:tab w:val="right" w:pos="0"/>
      </w:tabs>
      <w:jc w:val="right"/>
    </w:pPr>
  </w:style>
  <w:style w:type="character" w:styleId="Znakapoznpodarou">
    <w:name w:val="footnote reference"/>
    <w:basedOn w:val="Standardnpsmoodstavce"/>
    <w:semiHidden/>
    <w:rsid w:val="00447251"/>
    <w:rPr>
      <w:sz w:val="20"/>
      <w:vertAlign w:val="superscript"/>
    </w:rPr>
  </w:style>
  <w:style w:type="paragraph" w:styleId="Textpoznpodarou">
    <w:name w:val="footnote text"/>
    <w:basedOn w:val="Zkladpoznmkypodearou"/>
    <w:semiHidden/>
    <w:rsid w:val="00447251"/>
    <w:pPr>
      <w:spacing w:after="0"/>
    </w:pPr>
  </w:style>
  <w:style w:type="paragraph" w:styleId="Zhlav">
    <w:name w:val="header"/>
    <w:basedOn w:val="Zhlavzkladn"/>
    <w:rsid w:val="00447251"/>
    <w:pPr>
      <w:spacing w:after="600"/>
    </w:pPr>
  </w:style>
  <w:style w:type="paragraph" w:customStyle="1" w:styleId="Zkladzhlav">
    <w:name w:val="Základ záhlaví"/>
    <w:basedOn w:val="Normln"/>
    <w:rsid w:val="00447251"/>
    <w:pPr>
      <w:keepLines/>
      <w:tabs>
        <w:tab w:val="center" w:pos="4320"/>
        <w:tab w:val="right" w:pos="8640"/>
      </w:tabs>
    </w:pPr>
  </w:style>
  <w:style w:type="paragraph" w:customStyle="1" w:styleId="Zhlavsudstrnky">
    <w:name w:val="Záhlaví sudé stránky"/>
    <w:basedOn w:val="Zhlav"/>
    <w:rsid w:val="00447251"/>
  </w:style>
  <w:style w:type="paragraph" w:customStyle="1" w:styleId="Zhlavprvnstrnky">
    <w:name w:val="Záhlaví první stránky"/>
    <w:basedOn w:val="Zhlav"/>
    <w:rsid w:val="00447251"/>
    <w:pPr>
      <w:tabs>
        <w:tab w:val="clear" w:pos="8640"/>
      </w:tabs>
      <w:jc w:val="center"/>
    </w:pPr>
  </w:style>
  <w:style w:type="paragraph" w:customStyle="1" w:styleId="Zhlavlichstrnky">
    <w:name w:val="Záhlaví liché stránky"/>
    <w:basedOn w:val="Zhlav"/>
    <w:rsid w:val="00447251"/>
    <w:pPr>
      <w:tabs>
        <w:tab w:val="right" w:pos="0"/>
      </w:tabs>
      <w:jc w:val="right"/>
    </w:pPr>
  </w:style>
  <w:style w:type="paragraph" w:customStyle="1" w:styleId="Zkladnadpisu">
    <w:name w:val="Základ nadpisu"/>
    <w:basedOn w:val="Normln"/>
    <w:next w:val="Zkladntext"/>
    <w:rsid w:val="00447251"/>
    <w:pPr>
      <w:keepNext/>
      <w:spacing w:before="240" w:after="120"/>
    </w:pPr>
    <w:rPr>
      <w:b/>
      <w:kern w:val="28"/>
      <w:sz w:val="36"/>
    </w:rPr>
  </w:style>
  <w:style w:type="character" w:customStyle="1" w:styleId="Zvraznintuen">
    <w:name w:val="Zvýrazniní tuené"/>
    <w:rsid w:val="00447251"/>
    <w:rPr>
      <w:rFonts w:ascii="Arial" w:hAnsi="Arial"/>
      <w:b/>
      <w:sz w:val="18"/>
    </w:rPr>
  </w:style>
  <w:style w:type="character" w:styleId="slodku">
    <w:name w:val="line number"/>
    <w:basedOn w:val="Standardnpsmoodstavce"/>
    <w:rsid w:val="00447251"/>
    <w:rPr>
      <w:rFonts w:ascii="Arial" w:hAnsi="Arial"/>
      <w:sz w:val="18"/>
    </w:rPr>
  </w:style>
  <w:style w:type="paragraph" w:styleId="Seznam">
    <w:name w:val="List"/>
    <w:basedOn w:val="Zkladntext"/>
    <w:rsid w:val="00447251"/>
    <w:pPr>
      <w:ind w:left="720" w:hanging="360"/>
    </w:pPr>
  </w:style>
  <w:style w:type="paragraph" w:styleId="Seznam2">
    <w:name w:val="List 2"/>
    <w:basedOn w:val="Seznam"/>
    <w:rsid w:val="00447251"/>
    <w:pPr>
      <w:ind w:left="1080"/>
    </w:pPr>
  </w:style>
  <w:style w:type="paragraph" w:styleId="Seznam3">
    <w:name w:val="List 3"/>
    <w:basedOn w:val="Seznam"/>
    <w:rsid w:val="00447251"/>
    <w:pPr>
      <w:ind w:left="1440"/>
    </w:pPr>
  </w:style>
  <w:style w:type="paragraph" w:styleId="Seznam4">
    <w:name w:val="List 4"/>
    <w:basedOn w:val="Seznam"/>
    <w:rsid w:val="00447251"/>
    <w:pPr>
      <w:ind w:left="1800"/>
    </w:pPr>
  </w:style>
  <w:style w:type="paragraph" w:styleId="Seznam5">
    <w:name w:val="List 5"/>
    <w:basedOn w:val="Seznam"/>
    <w:rsid w:val="00447251"/>
    <w:pPr>
      <w:ind w:left="2160"/>
    </w:pPr>
  </w:style>
  <w:style w:type="paragraph" w:styleId="Seznamsodrkami">
    <w:name w:val="List Bullet"/>
    <w:basedOn w:val="Seznam"/>
    <w:rsid w:val="00447251"/>
    <w:pPr>
      <w:ind w:right="720"/>
    </w:pPr>
  </w:style>
  <w:style w:type="paragraph" w:styleId="Seznamsodrkami2">
    <w:name w:val="List Bullet 2"/>
    <w:basedOn w:val="Seznamsodrkami"/>
    <w:rsid w:val="00447251"/>
    <w:pPr>
      <w:ind w:left="1080"/>
    </w:pPr>
  </w:style>
  <w:style w:type="paragraph" w:styleId="Seznamsodrkami3">
    <w:name w:val="List Bullet 3"/>
    <w:basedOn w:val="Seznamsodrkami"/>
    <w:rsid w:val="00447251"/>
    <w:pPr>
      <w:ind w:left="1440"/>
    </w:pPr>
  </w:style>
  <w:style w:type="paragraph" w:styleId="Seznamsodrkami4">
    <w:name w:val="List Bullet 4"/>
    <w:basedOn w:val="Seznamsodrkami"/>
    <w:rsid w:val="00447251"/>
    <w:pPr>
      <w:ind w:left="1800"/>
    </w:pPr>
  </w:style>
  <w:style w:type="paragraph" w:styleId="Seznamsodrkami5">
    <w:name w:val="List Bullet 5"/>
    <w:basedOn w:val="Seznamsodrkami"/>
    <w:rsid w:val="00447251"/>
    <w:pPr>
      <w:ind w:left="2160"/>
    </w:pPr>
  </w:style>
  <w:style w:type="paragraph" w:customStyle="1" w:styleId="Prvnodrkaseznamu">
    <w:name w:val="První odrážka seznamu"/>
    <w:basedOn w:val="Seznamsodrkami"/>
    <w:next w:val="Seznamsodrkami"/>
    <w:rsid w:val="00447251"/>
    <w:pPr>
      <w:spacing w:before="80"/>
    </w:pPr>
  </w:style>
  <w:style w:type="paragraph" w:customStyle="1" w:styleId="Poslednodrkaseznamu">
    <w:name w:val="Poslední odrážka seznamu"/>
    <w:basedOn w:val="Seznamsodrkami"/>
    <w:next w:val="Zkladntext"/>
    <w:rsid w:val="00447251"/>
    <w:pPr>
      <w:spacing w:after="240"/>
    </w:pPr>
  </w:style>
  <w:style w:type="paragraph" w:styleId="Pokraovnseznamu">
    <w:name w:val="List Continue"/>
    <w:basedOn w:val="Seznam"/>
    <w:rsid w:val="00447251"/>
    <w:pPr>
      <w:ind w:right="720" w:firstLine="0"/>
    </w:pPr>
  </w:style>
  <w:style w:type="paragraph" w:styleId="Pokraovnseznamu2">
    <w:name w:val="List Continue 2"/>
    <w:basedOn w:val="Pokraovnseznamu"/>
    <w:rsid w:val="00447251"/>
    <w:pPr>
      <w:ind w:left="1080"/>
    </w:pPr>
  </w:style>
  <w:style w:type="paragraph" w:styleId="Pokraovnseznamu3">
    <w:name w:val="List Continue 3"/>
    <w:basedOn w:val="Pokraovnseznamu"/>
    <w:rsid w:val="00447251"/>
    <w:pPr>
      <w:ind w:left="1440"/>
    </w:pPr>
  </w:style>
  <w:style w:type="paragraph" w:styleId="Pokraovnseznamu4">
    <w:name w:val="List Continue 4"/>
    <w:basedOn w:val="Pokraovnseznamu"/>
    <w:rsid w:val="00447251"/>
    <w:pPr>
      <w:ind w:left="1800"/>
    </w:pPr>
  </w:style>
  <w:style w:type="paragraph" w:styleId="Pokraovnseznamu5">
    <w:name w:val="List Continue 5"/>
    <w:basedOn w:val="Pokraovnseznamu"/>
    <w:rsid w:val="00447251"/>
    <w:pPr>
      <w:ind w:left="2160"/>
    </w:pPr>
  </w:style>
  <w:style w:type="paragraph" w:customStyle="1" w:styleId="Prvnseznam">
    <w:name w:val="První seznam"/>
    <w:basedOn w:val="Seznam"/>
    <w:next w:val="Seznam"/>
    <w:rsid w:val="00447251"/>
    <w:pPr>
      <w:spacing w:before="80"/>
    </w:pPr>
  </w:style>
  <w:style w:type="paragraph" w:customStyle="1" w:styleId="Poslednseznam">
    <w:name w:val="Poslední seznam"/>
    <w:basedOn w:val="Seznam"/>
    <w:next w:val="Zkladntext"/>
    <w:rsid w:val="00447251"/>
    <w:pPr>
      <w:spacing w:after="240"/>
    </w:pPr>
  </w:style>
  <w:style w:type="paragraph" w:styleId="slovanseznam">
    <w:name w:val="List Number"/>
    <w:basedOn w:val="Seznam"/>
    <w:rsid w:val="00447251"/>
    <w:pPr>
      <w:ind w:right="720"/>
    </w:pPr>
  </w:style>
  <w:style w:type="paragraph" w:styleId="slovanseznam2">
    <w:name w:val="List Number 2"/>
    <w:basedOn w:val="slovanseznam"/>
    <w:rsid w:val="00447251"/>
    <w:pPr>
      <w:ind w:left="1080"/>
    </w:pPr>
  </w:style>
  <w:style w:type="paragraph" w:styleId="slovanseznam3">
    <w:name w:val="List Number 3"/>
    <w:basedOn w:val="slovanseznam"/>
    <w:rsid w:val="00447251"/>
    <w:pPr>
      <w:ind w:left="1440"/>
    </w:pPr>
  </w:style>
  <w:style w:type="paragraph" w:styleId="slovanseznam4">
    <w:name w:val="List Number 4"/>
    <w:basedOn w:val="slovanseznam"/>
    <w:rsid w:val="00447251"/>
    <w:pPr>
      <w:ind w:left="1800"/>
    </w:pPr>
  </w:style>
  <w:style w:type="paragraph" w:styleId="slovanseznam5">
    <w:name w:val="List Number 5"/>
    <w:basedOn w:val="slovanseznam"/>
    <w:rsid w:val="00447251"/>
    <w:pPr>
      <w:ind w:left="2160"/>
    </w:pPr>
  </w:style>
  <w:style w:type="paragraph" w:customStyle="1" w:styleId="Prvnesloseznamu">
    <w:name w:val="První eíslo seznamu"/>
    <w:basedOn w:val="slovanseznam"/>
    <w:next w:val="slovanseznam"/>
    <w:rsid w:val="00447251"/>
    <w:pPr>
      <w:spacing w:before="80"/>
    </w:pPr>
  </w:style>
  <w:style w:type="paragraph" w:customStyle="1" w:styleId="Poslednesloseznamu">
    <w:name w:val="Poslední eíslo seznamu"/>
    <w:basedOn w:val="slovanseznam"/>
    <w:next w:val="Zkladntext"/>
    <w:rsid w:val="00447251"/>
    <w:pPr>
      <w:spacing w:after="240"/>
    </w:pPr>
  </w:style>
  <w:style w:type="paragraph" w:styleId="Textmakra">
    <w:name w:val="macro"/>
    <w:basedOn w:val="Zkladntext"/>
    <w:semiHidden/>
    <w:rsid w:val="00447251"/>
    <w:pPr>
      <w:spacing w:line="240" w:lineRule="auto"/>
    </w:pPr>
    <w:rPr>
      <w:rFonts w:ascii="Courier New" w:hAnsi="Courier New"/>
    </w:rPr>
  </w:style>
  <w:style w:type="paragraph" w:styleId="Zhlavzprvy">
    <w:name w:val="Message Header"/>
    <w:basedOn w:val="Normln"/>
    <w:rsid w:val="0044725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</w:rPr>
  </w:style>
  <w:style w:type="character" w:styleId="slostrnky">
    <w:name w:val="page number"/>
    <w:basedOn w:val="Standardnpsmoodstavce"/>
    <w:rsid w:val="00447251"/>
    <w:rPr>
      <w:rFonts w:ascii="Arial" w:hAnsi="Arial"/>
      <w:sz w:val="18"/>
      <w:vertAlign w:val="baseline"/>
    </w:rPr>
  </w:style>
  <w:style w:type="paragraph" w:customStyle="1" w:styleId="Adresaodesilatele">
    <w:name w:val="Adresa odesilatele"/>
    <w:basedOn w:val="Normln"/>
    <w:rsid w:val="00447251"/>
    <w:pPr>
      <w:keepLines/>
      <w:framePr w:w="5160" w:h="960" w:wrap="notBeside" w:vAnchor="page" w:hAnchor="margin" w:x="4321" w:y="961" w:anchorLock="1"/>
      <w:tabs>
        <w:tab w:val="left" w:pos="2160"/>
      </w:tabs>
      <w:spacing w:line="160" w:lineRule="atLeast"/>
    </w:pPr>
    <w:rPr>
      <w:sz w:val="14"/>
    </w:rPr>
  </w:style>
  <w:style w:type="paragraph" w:customStyle="1" w:styleId="Podpis-nzevspoleenosti">
    <w:name w:val="Podpis-název spoleenosti"/>
    <w:basedOn w:val="Normln"/>
    <w:next w:val="Normln"/>
    <w:rsid w:val="00447251"/>
    <w:pPr>
      <w:keepNext/>
      <w:keepLines/>
      <w:spacing w:before="660" w:after="160" w:line="220" w:lineRule="atLeast"/>
    </w:pPr>
    <w:rPr>
      <w:b/>
    </w:rPr>
  </w:style>
  <w:style w:type="paragraph" w:customStyle="1" w:styleId="Podpis-funkce0">
    <w:name w:val="Podpis-funkce"/>
    <w:basedOn w:val="Normln"/>
    <w:next w:val="Poeteenpsmenaodkazu"/>
    <w:rsid w:val="00447251"/>
    <w:pPr>
      <w:keepNext/>
      <w:spacing w:before="660" w:after="160" w:line="220" w:lineRule="atLeast"/>
    </w:pPr>
  </w:style>
  <w:style w:type="character" w:customStyle="1" w:styleId="Hornindex">
    <w:name w:val="Horní index"/>
    <w:rsid w:val="00447251"/>
    <w:rPr>
      <w:vertAlign w:val="superscript"/>
    </w:rPr>
  </w:style>
  <w:style w:type="paragraph" w:customStyle="1" w:styleId="Adresa">
    <w:name w:val="Adresa"/>
    <w:basedOn w:val="Normln"/>
    <w:rsid w:val="00447251"/>
    <w:pPr>
      <w:keepLines/>
      <w:ind w:left="360" w:right="4320" w:hanging="360"/>
    </w:pPr>
  </w:style>
  <w:style w:type="paragraph" w:styleId="Podnadpis">
    <w:name w:val="Subtitle"/>
    <w:basedOn w:val="Normln"/>
    <w:qFormat/>
    <w:rsid w:val="00447251"/>
    <w:pPr>
      <w:spacing w:after="60"/>
      <w:jc w:val="center"/>
    </w:pPr>
    <w:rPr>
      <w:sz w:val="24"/>
    </w:rPr>
  </w:style>
  <w:style w:type="paragraph" w:styleId="Nzev">
    <w:name w:val="Title"/>
    <w:basedOn w:val="Normln"/>
    <w:link w:val="NzevChar"/>
    <w:qFormat/>
    <w:rsid w:val="00447251"/>
    <w:pPr>
      <w:spacing w:before="240" w:after="60"/>
      <w:jc w:val="center"/>
    </w:pPr>
    <w:rPr>
      <w:b/>
      <w:kern w:val="28"/>
      <w:sz w:val="32"/>
    </w:rPr>
  </w:style>
  <w:style w:type="paragraph" w:styleId="Obsah9">
    <w:name w:val="toc 9"/>
    <w:basedOn w:val="Normln"/>
    <w:next w:val="Normln"/>
    <w:semiHidden/>
    <w:rsid w:val="00447251"/>
    <w:pPr>
      <w:tabs>
        <w:tab w:val="right" w:leader="dot" w:pos="8306"/>
      </w:tabs>
      <w:ind w:left="1600"/>
    </w:pPr>
  </w:style>
  <w:style w:type="paragraph" w:styleId="Hlavikaobsahu">
    <w:name w:val="toa heading"/>
    <w:basedOn w:val="Normln"/>
    <w:next w:val="Normln"/>
    <w:semiHidden/>
    <w:rsid w:val="00447251"/>
    <w:pPr>
      <w:spacing w:before="120"/>
    </w:pPr>
    <w:rPr>
      <w:b/>
      <w:sz w:val="24"/>
    </w:rPr>
  </w:style>
  <w:style w:type="paragraph" w:styleId="Normlnodsazen">
    <w:name w:val="Normal Indent"/>
    <w:basedOn w:val="Normln"/>
    <w:rsid w:val="00447251"/>
    <w:pPr>
      <w:ind w:left="360"/>
    </w:pPr>
  </w:style>
  <w:style w:type="paragraph" w:styleId="Rejstk1">
    <w:name w:val="index 1"/>
    <w:basedOn w:val="Normln"/>
    <w:next w:val="Normln"/>
    <w:semiHidden/>
    <w:rsid w:val="00447251"/>
    <w:pPr>
      <w:tabs>
        <w:tab w:val="right" w:leader="dot" w:pos="8306"/>
      </w:tabs>
      <w:ind w:left="200" w:hanging="200"/>
    </w:pPr>
  </w:style>
  <w:style w:type="paragraph" w:styleId="Hlavikarejstku">
    <w:name w:val="index heading"/>
    <w:basedOn w:val="Normln"/>
    <w:next w:val="Rejstk1"/>
    <w:semiHidden/>
    <w:rsid w:val="00447251"/>
    <w:rPr>
      <w:b/>
    </w:rPr>
  </w:style>
  <w:style w:type="character" w:styleId="Hypertextovodkaz">
    <w:name w:val="Hyperlink"/>
    <w:basedOn w:val="Standardnpsmoodstavce"/>
    <w:uiPriority w:val="99"/>
    <w:rsid w:val="00447251"/>
    <w:rPr>
      <w:color w:val="0000FF"/>
      <w:u w:val="single"/>
    </w:rPr>
  </w:style>
  <w:style w:type="paragraph" w:customStyle="1" w:styleId="font5">
    <w:name w:val="font5"/>
    <w:basedOn w:val="Normln"/>
    <w:rsid w:val="00447251"/>
    <w:pPr>
      <w:spacing w:before="100" w:beforeAutospacing="1" w:after="100" w:afterAutospacing="1"/>
    </w:pPr>
    <w:rPr>
      <w:rFonts w:ascii="Tahoma" w:hAnsi="Tahoma" w:cs="Tahoma"/>
      <w:color w:val="300058"/>
      <w:sz w:val="16"/>
      <w:szCs w:val="16"/>
    </w:rPr>
  </w:style>
  <w:style w:type="paragraph" w:customStyle="1" w:styleId="font6">
    <w:name w:val="font6"/>
    <w:basedOn w:val="Normln"/>
    <w:rsid w:val="00447251"/>
    <w:pPr>
      <w:spacing w:before="100" w:beforeAutospacing="1" w:after="100" w:afterAutospacing="1"/>
    </w:pPr>
    <w:rPr>
      <w:rFonts w:ascii="Tahoma" w:hAnsi="Tahoma" w:cs="Tahoma"/>
      <w:b/>
      <w:bCs/>
      <w:color w:val="300058"/>
      <w:sz w:val="16"/>
      <w:szCs w:val="16"/>
    </w:rPr>
  </w:style>
  <w:style w:type="paragraph" w:customStyle="1" w:styleId="xl24">
    <w:name w:val="xl24"/>
    <w:basedOn w:val="Normln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">
    <w:name w:val="xl26"/>
    <w:basedOn w:val="Normln"/>
    <w:rsid w:val="00447251"/>
    <w:pP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Normln"/>
    <w:rsid w:val="004472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Normln"/>
    <w:rsid w:val="0044725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2">
    <w:name w:val="xl32"/>
    <w:basedOn w:val="Normln"/>
    <w:rsid w:val="00447251"/>
    <w:pPr>
      <w:spacing w:before="100" w:beforeAutospacing="1" w:after="100" w:afterAutospacing="1"/>
      <w:textAlignment w:val="center"/>
    </w:pPr>
    <w:rPr>
      <w:rFonts w:cs="Arial"/>
      <w:sz w:val="24"/>
      <w:szCs w:val="24"/>
    </w:rPr>
  </w:style>
  <w:style w:type="paragraph" w:customStyle="1" w:styleId="xl33">
    <w:name w:val="xl33"/>
    <w:basedOn w:val="Normln"/>
    <w:rsid w:val="00447251"/>
    <w:pPr>
      <w:spacing w:before="100" w:beforeAutospacing="1" w:after="100" w:afterAutospacing="1"/>
      <w:textAlignment w:val="center"/>
    </w:pPr>
    <w:rPr>
      <w:rFonts w:cs="Arial"/>
      <w:sz w:val="24"/>
      <w:szCs w:val="24"/>
    </w:rPr>
  </w:style>
  <w:style w:type="paragraph" w:customStyle="1" w:styleId="xl34">
    <w:name w:val="xl34"/>
    <w:basedOn w:val="Normln"/>
    <w:rsid w:val="004472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5">
    <w:name w:val="xl35"/>
    <w:basedOn w:val="Normln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Normln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7">
    <w:name w:val="xl37"/>
    <w:basedOn w:val="Normln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8">
    <w:name w:val="xl38"/>
    <w:basedOn w:val="Normln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9">
    <w:name w:val="xl39"/>
    <w:basedOn w:val="Normln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0">
    <w:name w:val="xl40"/>
    <w:basedOn w:val="Normln"/>
    <w:rsid w:val="00447251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41">
    <w:name w:val="xl41"/>
    <w:basedOn w:val="Normln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2">
    <w:name w:val="xl42"/>
    <w:basedOn w:val="Normln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7">
    <w:name w:val="xl27"/>
    <w:basedOn w:val="Normln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Normln"/>
    <w:rsid w:val="004472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Normln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character" w:styleId="Sledovanodkaz">
    <w:name w:val="FollowedHyperlink"/>
    <w:basedOn w:val="Standardnpsmoodstavce"/>
    <w:rsid w:val="00730B4A"/>
    <w:rPr>
      <w:color w:val="800080"/>
      <w:u w:val="single"/>
    </w:rPr>
  </w:style>
  <w:style w:type="character" w:styleId="Siln">
    <w:name w:val="Strong"/>
    <w:basedOn w:val="Standardnpsmoodstavce"/>
    <w:uiPriority w:val="22"/>
    <w:qFormat/>
    <w:rsid w:val="00C34722"/>
    <w:rPr>
      <w:b/>
      <w:bCs/>
    </w:rPr>
  </w:style>
  <w:style w:type="paragraph" w:styleId="Rozloendokumentu">
    <w:name w:val="Document Map"/>
    <w:basedOn w:val="Normln"/>
    <w:semiHidden/>
    <w:rsid w:val="00537D97"/>
    <w:pPr>
      <w:shd w:val="clear" w:color="auto" w:fill="000080"/>
    </w:pPr>
    <w:rPr>
      <w:rFonts w:ascii="Tahoma" w:hAnsi="Tahoma" w:cs="Tahoma"/>
    </w:rPr>
  </w:style>
  <w:style w:type="paragraph" w:styleId="Obsah1">
    <w:name w:val="toc 1"/>
    <w:basedOn w:val="Normln"/>
    <w:next w:val="Normln"/>
    <w:autoRedefine/>
    <w:uiPriority w:val="39"/>
    <w:rsid w:val="000E5C1B"/>
    <w:pPr>
      <w:tabs>
        <w:tab w:val="left" w:pos="720"/>
        <w:tab w:val="right" w:leader="dot" w:pos="10348"/>
      </w:tabs>
      <w:spacing w:line="360" w:lineRule="auto"/>
      <w:ind w:firstLine="0"/>
    </w:pPr>
    <w:rPr>
      <w:rFonts w:cs="Arial"/>
      <w:b/>
      <w:sz w:val="32"/>
      <w:szCs w:val="32"/>
    </w:rPr>
  </w:style>
  <w:style w:type="paragraph" w:styleId="Obsah2">
    <w:name w:val="toc 2"/>
    <w:basedOn w:val="Normln"/>
    <w:next w:val="Normln"/>
    <w:autoRedefine/>
    <w:uiPriority w:val="39"/>
    <w:rsid w:val="000E5C1B"/>
    <w:pPr>
      <w:tabs>
        <w:tab w:val="left" w:pos="709"/>
        <w:tab w:val="left" w:pos="1540"/>
        <w:tab w:val="right" w:leader="dot" w:pos="10348"/>
      </w:tabs>
      <w:spacing w:line="360" w:lineRule="auto"/>
      <w:ind w:left="709" w:hanging="425"/>
    </w:pPr>
  </w:style>
  <w:style w:type="paragraph" w:styleId="Obsah3">
    <w:name w:val="toc 3"/>
    <w:basedOn w:val="Normln"/>
    <w:next w:val="Normln"/>
    <w:autoRedefine/>
    <w:uiPriority w:val="39"/>
    <w:rsid w:val="003B2AF8"/>
    <w:pPr>
      <w:tabs>
        <w:tab w:val="left" w:pos="960"/>
        <w:tab w:val="right" w:leader="dot" w:pos="10348"/>
      </w:tabs>
      <w:spacing w:line="360" w:lineRule="auto"/>
      <w:ind w:left="400"/>
    </w:pPr>
  </w:style>
  <w:style w:type="paragraph" w:styleId="Textbubliny">
    <w:name w:val="Balloon Text"/>
    <w:basedOn w:val="Normln"/>
    <w:link w:val="TextbublinyChar"/>
    <w:rsid w:val="00803F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03F7E"/>
    <w:rPr>
      <w:rFonts w:ascii="Tahoma" w:hAnsi="Tahoma" w:cs="Tahoma"/>
      <w:spacing w:val="-5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FB3E1F"/>
    <w:rPr>
      <w:rFonts w:ascii="Arial" w:hAnsi="Arial"/>
      <w:spacing w:val="-5"/>
      <w:sz w:val="18"/>
    </w:rPr>
  </w:style>
  <w:style w:type="paragraph" w:styleId="Odstavecseseznamem">
    <w:name w:val="List Paragraph"/>
    <w:basedOn w:val="Normln"/>
    <w:qFormat/>
    <w:rsid w:val="007C14D3"/>
    <w:pPr>
      <w:spacing w:before="60" w:after="60"/>
    </w:pPr>
  </w:style>
  <w:style w:type="paragraph" w:styleId="Normlnweb">
    <w:name w:val="Normal (Web)"/>
    <w:basedOn w:val="Normln"/>
    <w:unhideWhenUsed/>
    <w:rsid w:val="00171025"/>
    <w:pPr>
      <w:spacing w:before="100" w:beforeAutospacing="1" w:after="100" w:afterAutospacing="1"/>
    </w:pPr>
    <w:rPr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D10785"/>
    <w:rPr>
      <w:rFonts w:ascii="Consolas" w:eastAsia="Calibri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D10785"/>
    <w:rPr>
      <w:rFonts w:ascii="Consolas" w:eastAsia="Calibri" w:hAnsi="Consolas"/>
      <w:sz w:val="21"/>
      <w:szCs w:val="21"/>
    </w:rPr>
  </w:style>
  <w:style w:type="paragraph" w:styleId="Zkladntext2">
    <w:name w:val="Body Text 2"/>
    <w:basedOn w:val="Normln"/>
    <w:link w:val="Zkladntext2Char"/>
    <w:uiPriority w:val="99"/>
    <w:unhideWhenUsed/>
    <w:rsid w:val="0035586C"/>
    <w:pPr>
      <w:suppressAutoHyphens/>
      <w:spacing w:after="120" w:line="480" w:lineRule="auto"/>
    </w:pPr>
    <w:rPr>
      <w:kern w:val="1"/>
      <w:sz w:val="24"/>
      <w:szCs w:val="24"/>
      <w:lang w:eastAsia="ar-SA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5586C"/>
    <w:rPr>
      <w:kern w:val="1"/>
      <w:sz w:val="24"/>
      <w:szCs w:val="24"/>
      <w:lang w:eastAsia="ar-SA"/>
    </w:rPr>
  </w:style>
  <w:style w:type="character" w:customStyle="1" w:styleId="NzevChar">
    <w:name w:val="Název Char"/>
    <w:basedOn w:val="Standardnpsmoodstavce"/>
    <w:link w:val="Nzev"/>
    <w:rsid w:val="0035586C"/>
    <w:rPr>
      <w:b/>
      <w:kern w:val="28"/>
      <w:sz w:val="32"/>
    </w:rPr>
  </w:style>
  <w:style w:type="paragraph" w:customStyle="1" w:styleId="podtrzeni">
    <w:name w:val="podtrzeni"/>
    <w:basedOn w:val="Normln"/>
    <w:rsid w:val="0035586C"/>
    <w:pPr>
      <w:pBdr>
        <w:bottom w:val="single" w:sz="4" w:space="1" w:color="auto"/>
      </w:pBdr>
    </w:pPr>
    <w:rPr>
      <w:rFonts w:ascii="Verdana" w:hAnsi="Verdana"/>
      <w:sz w:val="24"/>
      <w:szCs w:val="24"/>
    </w:rPr>
  </w:style>
  <w:style w:type="paragraph" w:customStyle="1" w:styleId="StylNadpis1TimesNewRomanVechnavelk">
    <w:name w:val="Styl Nadpis 1 + Times New Roman Všechna velká"/>
    <w:basedOn w:val="Nadpis1"/>
    <w:rsid w:val="0035586C"/>
    <w:rPr>
      <w:rFonts w:ascii="Verdana" w:hAnsi="Verdana" w:cs="Tahoma"/>
      <w:bCs/>
      <w:caps/>
      <w:spacing w:val="0"/>
      <w:kern w:val="0"/>
      <w:sz w:val="24"/>
      <w:szCs w:val="15"/>
    </w:rPr>
  </w:style>
  <w:style w:type="table" w:styleId="Elegantntabulka">
    <w:name w:val="Table Elegant"/>
    <w:basedOn w:val="Normlntabulka"/>
    <w:rsid w:val="00EA236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">
    <w:name w:val="Table Grid"/>
    <w:basedOn w:val="Normlntabulka"/>
    <w:uiPriority w:val="59"/>
    <w:rsid w:val="00477EF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rsid w:val="00EF76DF"/>
    <w:pPr>
      <w:keepLines w:val="0"/>
      <w:spacing w:after="0" w:line="240" w:lineRule="auto"/>
    </w:pPr>
    <w:rPr>
      <w:b/>
      <w:bCs/>
      <w:sz w:val="20"/>
    </w:rPr>
  </w:style>
  <w:style w:type="character" w:customStyle="1" w:styleId="ZkladntextChar">
    <w:name w:val="Základní text Char"/>
    <w:basedOn w:val="Standardnpsmoodstavce"/>
    <w:link w:val="Zkladntext"/>
    <w:rsid w:val="00EF76DF"/>
  </w:style>
  <w:style w:type="character" w:customStyle="1" w:styleId="ZkladpoznmkypodearouChar">
    <w:name w:val="Základ poznámky pod earou Char"/>
    <w:basedOn w:val="ZkladntextChar"/>
    <w:link w:val="Zkladpoznmkypodearou"/>
    <w:rsid w:val="00EF76DF"/>
    <w:rPr>
      <w:sz w:val="16"/>
    </w:rPr>
  </w:style>
  <w:style w:type="character" w:customStyle="1" w:styleId="TextkomenteChar">
    <w:name w:val="Text komentáře Char"/>
    <w:basedOn w:val="ZkladpoznmkypodearouChar"/>
    <w:link w:val="Textkomente"/>
    <w:semiHidden/>
    <w:rsid w:val="00EF76DF"/>
    <w:rPr>
      <w:sz w:val="16"/>
    </w:rPr>
  </w:style>
  <w:style w:type="character" w:customStyle="1" w:styleId="PedmtkomenteChar">
    <w:name w:val="Předmět komentáře Char"/>
    <w:basedOn w:val="TextkomenteChar"/>
    <w:link w:val="Pedmtkomente"/>
    <w:rsid w:val="00EF76DF"/>
    <w:rPr>
      <w:b/>
      <w:bCs/>
      <w:sz w:val="16"/>
    </w:rPr>
  </w:style>
  <w:style w:type="paragraph" w:styleId="Revize">
    <w:name w:val="Revision"/>
    <w:hidden/>
    <w:uiPriority w:val="99"/>
    <w:semiHidden/>
    <w:rsid w:val="007419A3"/>
  </w:style>
  <w:style w:type="character" w:customStyle="1" w:styleId="slostrnky1">
    <w:name w:val="Číslo stránky1"/>
    <w:basedOn w:val="Standardnpsmoodstavce"/>
    <w:rsid w:val="008F0941"/>
  </w:style>
  <w:style w:type="character" w:customStyle="1" w:styleId="CharacterStyle1">
    <w:name w:val="Character Style 1"/>
    <w:uiPriority w:val="99"/>
    <w:rsid w:val="008F0941"/>
    <w:rPr>
      <w:sz w:val="22"/>
    </w:rPr>
  </w:style>
  <w:style w:type="paragraph" w:styleId="Bezmezer">
    <w:name w:val="No Spacing"/>
    <w:uiPriority w:val="99"/>
    <w:qFormat/>
    <w:rsid w:val="008F0941"/>
    <w:pPr>
      <w:tabs>
        <w:tab w:val="left" w:pos="5103"/>
        <w:tab w:val="left" w:pos="6804"/>
        <w:tab w:val="left" w:pos="8505"/>
      </w:tabs>
      <w:ind w:left="3402"/>
      <w:jc w:val="both"/>
    </w:pPr>
    <w:rPr>
      <w:rFonts w:ascii="Arial Narrow" w:hAnsi="Arial Narrow"/>
      <w:sz w:val="22"/>
      <w:szCs w:val="22"/>
      <w:lang w:eastAsia="en-US"/>
    </w:rPr>
  </w:style>
  <w:style w:type="character" w:styleId="Zdraznnjemn">
    <w:name w:val="Subtle Emphasis"/>
    <w:uiPriority w:val="19"/>
    <w:qFormat/>
    <w:rsid w:val="008F0941"/>
    <w:rPr>
      <w:i/>
      <w:iCs/>
      <w:color w:val="808080"/>
    </w:rPr>
  </w:style>
  <w:style w:type="character" w:customStyle="1" w:styleId="st">
    <w:name w:val="st"/>
    <w:basedOn w:val="Standardnpsmoodstavce"/>
    <w:rsid w:val="008F0941"/>
  </w:style>
  <w:style w:type="paragraph" w:customStyle="1" w:styleId="3">
    <w:name w:val="3"/>
    <w:qFormat/>
    <w:rsid w:val="008F0941"/>
  </w:style>
  <w:style w:type="character" w:customStyle="1" w:styleId="Nadpis2Char">
    <w:name w:val="Nadpis 2 Char"/>
    <w:link w:val="Nadpis2"/>
    <w:rsid w:val="00E0676E"/>
    <w:rPr>
      <w:rFonts w:ascii="Arial" w:hAnsi="Arial" w:cs="Arial"/>
      <w:b/>
      <w:spacing w:val="10"/>
      <w:kern w:val="20"/>
      <w:sz w:val="24"/>
      <w:szCs w:val="24"/>
    </w:rPr>
  </w:style>
  <w:style w:type="character" w:styleId="Zdraznn">
    <w:name w:val="Emphasis"/>
    <w:basedOn w:val="Standardnpsmoodstavce"/>
    <w:qFormat/>
    <w:rsid w:val="008F0941"/>
    <w:rPr>
      <w:i/>
      <w:iCs/>
    </w:rPr>
  </w:style>
  <w:style w:type="paragraph" w:customStyle="1" w:styleId="2">
    <w:name w:val="2"/>
    <w:qFormat/>
    <w:rsid w:val="008A5F2D"/>
  </w:style>
  <w:style w:type="paragraph" w:customStyle="1" w:styleId="1">
    <w:name w:val="1"/>
    <w:qFormat/>
    <w:rsid w:val="00F72CCF"/>
  </w:style>
  <w:style w:type="paragraph" w:customStyle="1" w:styleId="subline">
    <w:name w:val="subline"/>
    <w:basedOn w:val="Normln"/>
    <w:rsid w:val="006A71A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bodytext">
    <w:name w:val="bodytext"/>
    <w:basedOn w:val="Normln"/>
    <w:rsid w:val="006A71A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feature-description">
    <w:name w:val="feature-description"/>
    <w:basedOn w:val="Standardnpsmoodstavce"/>
    <w:rsid w:val="000A14DD"/>
  </w:style>
  <w:style w:type="character" w:customStyle="1" w:styleId="gps-simple">
    <w:name w:val="gps-simple"/>
    <w:basedOn w:val="Standardnpsmoodstavce"/>
    <w:rsid w:val="00B67876"/>
  </w:style>
  <w:style w:type="paragraph" w:customStyle="1" w:styleId="Tabulka">
    <w:name w:val="Tabulka"/>
    <w:basedOn w:val="Normln"/>
    <w:link w:val="TabulkaChar"/>
    <w:qFormat/>
    <w:rsid w:val="00BE52B3"/>
    <w:pPr>
      <w:spacing w:before="60" w:after="60"/>
    </w:pPr>
    <w:rPr>
      <w:rFonts w:eastAsiaTheme="minorHAnsi" w:cstheme="minorBidi"/>
      <w:szCs w:val="22"/>
      <w:lang w:eastAsia="en-US"/>
    </w:rPr>
  </w:style>
  <w:style w:type="character" w:customStyle="1" w:styleId="TabulkaChar">
    <w:name w:val="Tabulka Char"/>
    <w:basedOn w:val="Standardnpsmoodstavce"/>
    <w:link w:val="Tabulka"/>
    <w:rsid w:val="00BE52B3"/>
    <w:rPr>
      <w:rFonts w:ascii="Arial" w:eastAsiaTheme="minorHAnsi" w:hAnsi="Arial" w:cstheme="minorBidi"/>
      <w:szCs w:val="22"/>
      <w:lang w:eastAsia="en-US"/>
    </w:rPr>
  </w:style>
  <w:style w:type="paragraph" w:customStyle="1" w:styleId="-odrka">
    <w:name w:val="- odrážka"/>
    <w:basedOn w:val="Normln"/>
    <w:autoRedefine/>
    <w:uiPriority w:val="99"/>
    <w:rsid w:val="006A5A92"/>
    <w:pPr>
      <w:numPr>
        <w:numId w:val="33"/>
      </w:numPr>
      <w:tabs>
        <w:tab w:val="left" w:pos="-709"/>
        <w:tab w:val="left" w:pos="1440"/>
      </w:tabs>
      <w:autoSpaceDE w:val="0"/>
      <w:autoSpaceDN w:val="0"/>
      <w:adjustRightInd w:val="0"/>
    </w:pPr>
    <w:rPr>
      <w:rFonts w:ascii="Calibri" w:hAnsi="Calibri"/>
      <w:bCs/>
      <w:spacing w:val="-3"/>
      <w:kern w:val="36"/>
      <w:sz w:val="24"/>
      <w:szCs w:val="24"/>
    </w:rPr>
  </w:style>
  <w:style w:type="paragraph" w:customStyle="1" w:styleId="Styl1">
    <w:name w:val="Styl1"/>
    <w:basedOn w:val="Normln"/>
    <w:link w:val="Styl1Char"/>
    <w:uiPriority w:val="99"/>
    <w:rsid w:val="00DA6128"/>
    <w:pPr>
      <w:numPr>
        <w:numId w:val="41"/>
      </w:numPr>
      <w:autoSpaceDE w:val="0"/>
      <w:autoSpaceDN w:val="0"/>
      <w:adjustRightInd w:val="0"/>
      <w:spacing w:after="120" w:line="360" w:lineRule="auto"/>
      <w:ind w:left="714" w:hanging="357"/>
    </w:pPr>
    <w:rPr>
      <w:rFonts w:ascii="Times New Roman" w:hAnsi="Times New Roman"/>
      <w:b/>
      <w:sz w:val="28"/>
      <w:u w:val="single"/>
    </w:rPr>
  </w:style>
  <w:style w:type="character" w:customStyle="1" w:styleId="Styl1Char">
    <w:name w:val="Styl1 Char"/>
    <w:link w:val="Styl1"/>
    <w:uiPriority w:val="99"/>
    <w:locked/>
    <w:rsid w:val="00DA6128"/>
    <w:rPr>
      <w:b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15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336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1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9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7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3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9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23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793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14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41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02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2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9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03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88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527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32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136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94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8940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3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AGUS\02_ISO\11%20&#352;ablony\2012\IF-75-02%20Nab&#237;dka_textov&#225;%20&#269;&#225;s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F-37-01 Protokol o zaškolení obsluhy" ma:contentTypeID="0x0101000DE1425C742E3C438F29AAC10A419DD3004E4F4399F650814E9B78D3223800A43E" ma:contentTypeVersion="0" ma:contentTypeDescription="" ma:contentTypeScope="" ma:versionID="e34daea956b42774de8594c96abe57e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bc02524c3858ab05fb0410a039acc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37B29A-7E92-412C-AB35-AA1654D09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9688A0-E474-4AD8-AAAC-A41081BAB0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D496F3-D888-4CF4-B258-351F6F8EFC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75458C-3B85-4E71-8CF4-3324E6CED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IF-75-02 Nabídka_textová část</Template>
  <TotalTime>1</TotalTime>
  <Pages>4</Pages>
  <Words>357</Words>
  <Characters>2109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486-nabídka</vt:lpstr>
      <vt:lpstr>486-nabídka</vt:lpstr>
    </vt:vector>
  </TitlesOfParts>
  <Company>PRE, a.s.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486-nabídka</dc:title>
  <dc:subject/>
  <dc:creator>Peter Petrič</dc:creator>
  <cp:keywords/>
  <dc:description/>
  <cp:lastModifiedBy>Peter Petrič</cp:lastModifiedBy>
  <cp:revision>3</cp:revision>
  <cp:lastPrinted>2023-03-24T08:43:00Z</cp:lastPrinted>
  <dcterms:created xsi:type="dcterms:W3CDTF">2024-02-16T09:31:00Z</dcterms:created>
  <dcterms:modified xsi:type="dcterms:W3CDTF">2024-02-16T09:32:00Z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0x0101000DE1425C742E3C438F29AAC10A419DD3004E4F4399F650814E9B78D3223800A43E</vt:lpwstr>
  </property>
</Properties>
</file>